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865" w:type="pct"/>
        <w:jc w:val="center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729"/>
        <w:gridCol w:w="1277"/>
        <w:gridCol w:w="2522"/>
        <w:gridCol w:w="1070"/>
        <w:gridCol w:w="3217"/>
      </w:tblGrid>
      <w:tr w:rsidR="002F4BD8" w14:paraId="41ACABD6" w14:textId="77777777" w:rsidTr="00B52BF4">
        <w:trPr>
          <w:trHeight w:val="1136"/>
          <w:jc w:val="center"/>
        </w:trPr>
        <w:sdt>
          <w:sdtPr>
            <w:id w:val="-1438751527"/>
            <w:placeholder>
              <w:docPart w:val="47398011475647FDAE48B96B4B06B52A"/>
            </w:placeholder>
            <w:temporary/>
            <w:showingPlcHdr/>
            <w15:appearance w15:val="hidden"/>
          </w:sdtPr>
          <w:sdtEndPr/>
          <w:sdtContent>
            <w:tc>
              <w:tcPr>
                <w:tcW w:w="8809" w:type="dxa"/>
                <w:gridSpan w:val="5"/>
              </w:tcPr>
              <w:p w14:paraId="38C03B38" w14:textId="77777777" w:rsidR="002F4BD8" w:rsidRPr="002F4BD8" w:rsidRDefault="000105F9" w:rsidP="00B52BF4">
                <w:pPr>
                  <w:pStyle w:val="Title"/>
                </w:pPr>
                <w:r w:rsidRPr="000105F9">
                  <w:t>A GIFT FOR YOU</w:t>
                </w:r>
              </w:p>
            </w:tc>
          </w:sdtContent>
        </w:sdt>
      </w:tr>
      <w:tr w:rsidR="002F4BD8" w14:paraId="07281934" w14:textId="77777777" w:rsidTr="00B52BF4">
        <w:trPr>
          <w:trHeight w:val="567"/>
          <w:jc w:val="center"/>
        </w:trPr>
        <w:tc>
          <w:tcPr>
            <w:tcW w:w="729" w:type="dxa"/>
            <w:vAlign w:val="bottom"/>
          </w:tcPr>
          <w:p w14:paraId="1848F814" w14:textId="77777777" w:rsidR="002F4BD8" w:rsidRDefault="002F4BD8" w:rsidP="00B52BF4">
            <w:r>
              <w:t>To</w:t>
            </w:r>
          </w:p>
        </w:tc>
        <w:sdt>
          <w:sdtPr>
            <w:id w:val="-1992322418"/>
            <w:placeholder>
              <w:docPart w:val="B45772F9B843416D8E590EE58397E1F9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96" w:type="dxa"/>
                <w:gridSpan w:val="2"/>
                <w:vAlign w:val="bottom"/>
              </w:tcPr>
              <w:p w14:paraId="4261C7BF" w14:textId="77777777" w:rsidR="002F4BD8" w:rsidRDefault="001D786B" w:rsidP="00B52BF4">
                <w:pPr>
                  <w:pStyle w:val="Info"/>
                </w:pPr>
                <w:r w:rsidRPr="001D786B">
                  <w:t>Recipient</w:t>
                </w:r>
              </w:p>
            </w:tc>
          </w:sdtContent>
        </w:sdt>
        <w:tc>
          <w:tcPr>
            <w:tcW w:w="1069" w:type="dxa"/>
            <w:vAlign w:val="bottom"/>
          </w:tcPr>
          <w:p w14:paraId="3C38B1DE" w14:textId="77777777" w:rsidR="002F4BD8" w:rsidRDefault="002F4BD8" w:rsidP="00B52BF4">
            <w:r>
              <w:t>Amount</w:t>
            </w:r>
          </w:p>
        </w:tc>
        <w:sdt>
          <w:sdtPr>
            <w:rPr>
              <w:sz w:val="17"/>
            </w:rPr>
            <w:id w:val="-1494252995"/>
            <w:placeholder>
              <w:docPart w:val="C44C1953415A46D29AF7089F604B506F"/>
            </w:placeholder>
            <w:temporary/>
            <w:showingPlcHdr/>
            <w15:appearance w15:val="hidden"/>
          </w:sdtPr>
          <w:sdtEndPr/>
          <w:sdtContent>
            <w:tc>
              <w:tcPr>
                <w:tcW w:w="3215" w:type="dxa"/>
                <w:vAlign w:val="bottom"/>
              </w:tcPr>
              <w:p w14:paraId="660C766D" w14:textId="77777777" w:rsidR="002F4BD8" w:rsidRDefault="001D786B" w:rsidP="00B52BF4">
                <w:pPr>
                  <w:pStyle w:val="Info"/>
                  <w:rPr>
                    <w:sz w:val="17"/>
                  </w:rPr>
                </w:pPr>
                <w:r w:rsidRPr="001D786B">
                  <w:t>Amount</w:t>
                </w:r>
              </w:p>
            </w:tc>
          </w:sdtContent>
        </w:sdt>
      </w:tr>
      <w:tr w:rsidR="002F4BD8" w14:paraId="6025AE00" w14:textId="77777777" w:rsidTr="00B52BF4">
        <w:trPr>
          <w:trHeight w:val="567"/>
          <w:jc w:val="center"/>
        </w:trPr>
        <w:tc>
          <w:tcPr>
            <w:tcW w:w="729" w:type="dxa"/>
            <w:vAlign w:val="bottom"/>
          </w:tcPr>
          <w:p w14:paraId="285B9F0F" w14:textId="77777777" w:rsidR="002F4BD8" w:rsidRDefault="002F4BD8" w:rsidP="00B52BF4">
            <w:r>
              <w:t>From</w:t>
            </w:r>
          </w:p>
        </w:tc>
        <w:sdt>
          <w:sdtPr>
            <w:rPr>
              <w:sz w:val="17"/>
            </w:rPr>
            <w:id w:val="1901635334"/>
            <w:placeholder>
              <w:docPart w:val="D29FA7D9749843B496C869C7F3912B3F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96" w:type="dxa"/>
                <w:gridSpan w:val="2"/>
                <w:vAlign w:val="bottom"/>
              </w:tcPr>
              <w:p w14:paraId="5DF1BAA5" w14:textId="77777777" w:rsidR="002F4BD8" w:rsidRDefault="001D786B" w:rsidP="00B52BF4">
                <w:pPr>
                  <w:pStyle w:val="Info"/>
                  <w:rPr>
                    <w:sz w:val="17"/>
                  </w:rPr>
                </w:pPr>
                <w:r w:rsidRPr="001D786B">
                  <w:t>Sender</w:t>
                </w:r>
              </w:p>
            </w:tc>
          </w:sdtContent>
        </w:sdt>
        <w:tc>
          <w:tcPr>
            <w:tcW w:w="1069" w:type="dxa"/>
            <w:vAlign w:val="bottom"/>
          </w:tcPr>
          <w:p w14:paraId="1D922EA0" w14:textId="77777777" w:rsidR="002F4BD8" w:rsidRDefault="002F4BD8" w:rsidP="00B52BF4">
            <w:r>
              <w:t>Expires</w:t>
            </w:r>
          </w:p>
        </w:tc>
        <w:sdt>
          <w:sdtPr>
            <w:id w:val="185793684"/>
            <w:placeholder>
              <w:docPart w:val="D469C11FB98140228071228EB350D0C4"/>
            </w:placeholder>
            <w:temporary/>
            <w:showingPlcHdr/>
            <w15:appearance w15:val="hidden"/>
          </w:sdtPr>
          <w:sdtEndPr/>
          <w:sdtContent>
            <w:tc>
              <w:tcPr>
                <w:tcW w:w="3215" w:type="dxa"/>
                <w:vAlign w:val="bottom"/>
              </w:tcPr>
              <w:p w14:paraId="0C136C12" w14:textId="77777777" w:rsidR="002F4BD8" w:rsidRDefault="001D786B" w:rsidP="00B52BF4">
                <w:pPr>
                  <w:pStyle w:val="Info"/>
                </w:pPr>
                <w:r w:rsidRPr="001D786B">
                  <w:t>Date</w:t>
                </w:r>
              </w:p>
            </w:tc>
          </w:sdtContent>
        </w:sdt>
      </w:tr>
      <w:tr w:rsidR="002F4BD8" w14:paraId="667AA61E" w14:textId="77777777" w:rsidTr="00B52BF4">
        <w:trPr>
          <w:trHeight w:val="441"/>
          <w:jc w:val="center"/>
        </w:trPr>
        <w:tc>
          <w:tcPr>
            <w:tcW w:w="4525" w:type="dxa"/>
            <w:gridSpan w:val="3"/>
          </w:tcPr>
          <w:p w14:paraId="2091306F" w14:textId="77777777" w:rsidR="002F4BD8" w:rsidRDefault="002F4BD8" w:rsidP="00435BF2"/>
        </w:tc>
        <w:tc>
          <w:tcPr>
            <w:tcW w:w="4284" w:type="dxa"/>
            <w:gridSpan w:val="2"/>
          </w:tcPr>
          <w:p w14:paraId="7CFBE484" w14:textId="77777777" w:rsidR="002F4BD8" w:rsidRDefault="002F4BD8" w:rsidP="00435BF2"/>
        </w:tc>
      </w:tr>
      <w:tr w:rsidR="00832FF1" w14:paraId="69D1C76E" w14:textId="77777777" w:rsidTr="00B52BF4">
        <w:trPr>
          <w:trHeight w:val="819"/>
          <w:jc w:val="center"/>
        </w:trPr>
        <w:tc>
          <w:tcPr>
            <w:tcW w:w="2005" w:type="dxa"/>
            <w:gridSpan w:val="2"/>
            <w:shd w:val="clear" w:color="auto" w:fill="25364E" w:themeFill="accent1"/>
            <w:vAlign w:val="center"/>
          </w:tcPr>
          <w:p w14:paraId="0A43CB02" w14:textId="77777777" w:rsidR="00832FF1" w:rsidRPr="00B530CE" w:rsidRDefault="00832FF1" w:rsidP="00B52BF4">
            <w:pPr>
              <w:pStyle w:val="CompanyInfo"/>
              <w:rPr>
                <w:rStyle w:val="Stron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6C21FA6" wp14:editId="5044F49A">
                  <wp:extent cx="976630" cy="318135"/>
                  <wp:effectExtent l="0" t="0" r="0" b="12065"/>
                  <wp:docPr id="116" name="Picture 116" descr="Company Logo. Logo placeholder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Logo Placeholder Whit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630" cy="31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25364E" w:themeFill="accent1"/>
            <w:vAlign w:val="center"/>
          </w:tcPr>
          <w:sdt>
            <w:sdtPr>
              <w:id w:val="-247649541"/>
              <w:placeholder>
                <w:docPart w:val="BDF62776869A4B22918748A4D7496DF9"/>
              </w:placeholder>
              <w:temporary/>
              <w:showingPlcHdr/>
              <w15:appearance w15:val="hidden"/>
            </w:sdtPr>
            <w:sdtEndPr/>
            <w:sdtContent>
              <w:p w14:paraId="65CFB3BC" w14:textId="77777777" w:rsidR="001D786B" w:rsidRPr="001D786B" w:rsidRDefault="00832FF1" w:rsidP="00B52BF4">
                <w:pPr>
                  <w:pStyle w:val="CompanyName"/>
                </w:pPr>
                <w:r w:rsidRPr="001D786B">
                  <w:t>COMPANY NAME</w:t>
                </w:r>
              </w:p>
            </w:sdtContent>
          </w:sdt>
          <w:p w14:paraId="6C2F3359" w14:textId="77777777" w:rsidR="00832FF1" w:rsidRDefault="000C6F1D" w:rsidP="00B52BF4">
            <w:pPr>
              <w:pStyle w:val="CompanyInfo"/>
            </w:pPr>
            <w:sdt>
              <w:sdtPr>
                <w:id w:val="1950198540"/>
                <w:placeholder>
                  <w:docPart w:val="0E2619E4F1654CF3B46A39C298222363"/>
                </w:placeholder>
                <w:temporary/>
                <w:showingPlcHdr/>
                <w15:appearance w15:val="hidden"/>
              </w:sdtPr>
              <w:sdtEndPr/>
              <w:sdtContent>
                <w:r w:rsidR="001D786B" w:rsidRPr="001D786B">
                  <w:t>Company Address</w:t>
                </w:r>
              </w:sdtContent>
            </w:sdt>
            <w:r w:rsidR="001D786B" w:rsidRPr="001D786B">
              <w:t xml:space="preserve"> </w:t>
            </w:r>
            <w:r w:rsidR="00832FF1" w:rsidRPr="001D786B">
              <w:t xml:space="preserve">• </w:t>
            </w:r>
            <w:sdt>
              <w:sdtPr>
                <w:id w:val="96299995"/>
                <w:placeholder>
                  <w:docPart w:val="AB5AE548AD014A77A836FD8DDDBBC7E2"/>
                </w:placeholder>
                <w:temporary/>
                <w:showingPlcHdr/>
                <w15:appearance w15:val="hidden"/>
              </w:sdtPr>
              <w:sdtEndPr/>
              <w:sdtContent>
                <w:r w:rsidR="001D786B" w:rsidRPr="001D786B">
                  <w:t>Telephone</w:t>
                </w:r>
              </w:sdtContent>
            </w:sdt>
            <w:r w:rsidR="001D786B" w:rsidRPr="001D786B">
              <w:t xml:space="preserve"> </w:t>
            </w:r>
            <w:r w:rsidR="00832FF1" w:rsidRPr="001D786B">
              <w:t xml:space="preserve">• </w:t>
            </w:r>
            <w:sdt>
              <w:sdtPr>
                <w:id w:val="1693807797"/>
                <w:placeholder>
                  <w:docPart w:val="48A51AB81D974138802E9687D73FCC2F"/>
                </w:placeholder>
                <w:temporary/>
                <w:showingPlcHdr/>
                <w15:appearance w15:val="hidden"/>
              </w:sdtPr>
              <w:sdtEndPr/>
              <w:sdtContent>
                <w:r w:rsidR="001D786B" w:rsidRPr="001D786B">
                  <w:t>Website</w:t>
                </w:r>
              </w:sdtContent>
            </w:sdt>
          </w:p>
        </w:tc>
      </w:tr>
      <w:tr w:rsidR="00410D35" w14:paraId="3F3C9CB2" w14:textId="77777777" w:rsidTr="00B52BF4">
        <w:trPr>
          <w:trHeight w:val="1037"/>
          <w:jc w:val="center"/>
        </w:trPr>
        <w:tc>
          <w:tcPr>
            <w:tcW w:w="8809" w:type="dxa"/>
            <w:gridSpan w:val="5"/>
          </w:tcPr>
          <w:p w14:paraId="2FDCA898" w14:textId="77777777" w:rsidR="00410D35" w:rsidRPr="00410D35" w:rsidRDefault="00410D35" w:rsidP="00410D35"/>
        </w:tc>
      </w:tr>
    </w:tbl>
    <w:p w14:paraId="13542B76" w14:textId="77777777" w:rsidR="00A833D2" w:rsidRPr="00410D35" w:rsidRDefault="00A833D2" w:rsidP="00410D35"/>
    <w:tbl>
      <w:tblPr>
        <w:tblW w:w="8809" w:type="dxa"/>
        <w:jc w:val="center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729"/>
        <w:gridCol w:w="1276"/>
        <w:gridCol w:w="2520"/>
        <w:gridCol w:w="1069"/>
        <w:gridCol w:w="3215"/>
      </w:tblGrid>
      <w:tr w:rsidR="00832FF1" w14:paraId="619D8F6F" w14:textId="77777777" w:rsidTr="00B52BF4">
        <w:trPr>
          <w:trHeight w:val="1136"/>
          <w:jc w:val="center"/>
        </w:trPr>
        <w:sdt>
          <w:sdtPr>
            <w:id w:val="-44366599"/>
            <w:placeholder>
              <w:docPart w:val="2548B7AB4A614B9DB3D1FA349547B30D"/>
            </w:placeholder>
            <w:temporary/>
            <w:showingPlcHdr/>
            <w15:appearance w15:val="hidden"/>
          </w:sdtPr>
          <w:sdtEndPr/>
          <w:sdtContent>
            <w:tc>
              <w:tcPr>
                <w:tcW w:w="8809" w:type="dxa"/>
                <w:gridSpan w:val="5"/>
              </w:tcPr>
              <w:p w14:paraId="1F141CB2" w14:textId="77777777" w:rsidR="00832FF1" w:rsidRPr="002F4BD8" w:rsidRDefault="000105F9" w:rsidP="000A3D49">
                <w:pPr>
                  <w:pStyle w:val="Title"/>
                </w:pPr>
                <w:r w:rsidRPr="000105F9">
                  <w:t>A GIFT FOR YOU</w:t>
                </w:r>
              </w:p>
            </w:tc>
          </w:sdtContent>
        </w:sdt>
      </w:tr>
      <w:tr w:rsidR="00832FF1" w14:paraId="3373231C" w14:textId="77777777" w:rsidTr="00B52BF4">
        <w:trPr>
          <w:trHeight w:val="567"/>
          <w:jc w:val="center"/>
        </w:trPr>
        <w:tc>
          <w:tcPr>
            <w:tcW w:w="729" w:type="dxa"/>
            <w:vAlign w:val="bottom"/>
          </w:tcPr>
          <w:p w14:paraId="74948D0F" w14:textId="77777777" w:rsidR="00832FF1" w:rsidRDefault="00832FF1" w:rsidP="00B52BF4">
            <w:r>
              <w:t>To</w:t>
            </w:r>
          </w:p>
        </w:tc>
        <w:sdt>
          <w:sdtPr>
            <w:id w:val="-937447214"/>
            <w:placeholder>
              <w:docPart w:val="F8146B10B4D147179F4CF90BF0BF9B38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96" w:type="dxa"/>
                <w:gridSpan w:val="2"/>
                <w:vAlign w:val="bottom"/>
              </w:tcPr>
              <w:p w14:paraId="01F45C55" w14:textId="77777777" w:rsidR="00832FF1" w:rsidRDefault="001D786B" w:rsidP="00B52BF4">
                <w:pPr>
                  <w:pStyle w:val="Info"/>
                </w:pPr>
                <w:r w:rsidRPr="001D786B">
                  <w:t>Recipient</w:t>
                </w:r>
              </w:p>
            </w:tc>
          </w:sdtContent>
        </w:sdt>
        <w:tc>
          <w:tcPr>
            <w:tcW w:w="1069" w:type="dxa"/>
            <w:vAlign w:val="bottom"/>
          </w:tcPr>
          <w:p w14:paraId="1686E14E" w14:textId="77777777" w:rsidR="00832FF1" w:rsidRDefault="00832FF1" w:rsidP="00B52BF4">
            <w:r>
              <w:t>Amount</w:t>
            </w:r>
          </w:p>
        </w:tc>
        <w:sdt>
          <w:sdtPr>
            <w:id w:val="1852368773"/>
            <w:placeholder>
              <w:docPart w:val="CD0EFED0F28847A6BEC354B4649D9FED"/>
            </w:placeholder>
            <w:temporary/>
            <w:showingPlcHdr/>
            <w15:appearance w15:val="hidden"/>
          </w:sdtPr>
          <w:sdtEndPr/>
          <w:sdtContent>
            <w:tc>
              <w:tcPr>
                <w:tcW w:w="3215" w:type="dxa"/>
                <w:vAlign w:val="bottom"/>
              </w:tcPr>
              <w:p w14:paraId="4F7E1832" w14:textId="77777777" w:rsidR="00832FF1" w:rsidRDefault="001D786B" w:rsidP="00B52BF4">
                <w:pPr>
                  <w:pStyle w:val="Info"/>
                  <w:rPr>
                    <w:sz w:val="17"/>
                  </w:rPr>
                </w:pPr>
                <w:r w:rsidRPr="001D786B">
                  <w:t>Amount</w:t>
                </w:r>
              </w:p>
            </w:tc>
          </w:sdtContent>
        </w:sdt>
      </w:tr>
      <w:tr w:rsidR="00832FF1" w14:paraId="3E3006F2" w14:textId="77777777" w:rsidTr="00B52BF4">
        <w:trPr>
          <w:trHeight w:val="567"/>
          <w:jc w:val="center"/>
        </w:trPr>
        <w:tc>
          <w:tcPr>
            <w:tcW w:w="729" w:type="dxa"/>
            <w:vAlign w:val="bottom"/>
          </w:tcPr>
          <w:p w14:paraId="6316C70E" w14:textId="77777777" w:rsidR="00832FF1" w:rsidRDefault="00832FF1" w:rsidP="00B52BF4">
            <w:r>
              <w:t>From</w:t>
            </w:r>
          </w:p>
        </w:tc>
        <w:sdt>
          <w:sdtPr>
            <w:id w:val="1147245417"/>
            <w:placeholder>
              <w:docPart w:val="0EB04A141D6447BDA2B04EE7C81ECF86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96" w:type="dxa"/>
                <w:gridSpan w:val="2"/>
                <w:vAlign w:val="bottom"/>
              </w:tcPr>
              <w:p w14:paraId="7BDF54C6" w14:textId="77777777" w:rsidR="00832FF1" w:rsidRDefault="001D786B" w:rsidP="00B52BF4">
                <w:pPr>
                  <w:pStyle w:val="Info"/>
                  <w:rPr>
                    <w:sz w:val="17"/>
                  </w:rPr>
                </w:pPr>
                <w:r w:rsidRPr="001D786B">
                  <w:t>Sender</w:t>
                </w:r>
              </w:p>
            </w:tc>
          </w:sdtContent>
        </w:sdt>
        <w:tc>
          <w:tcPr>
            <w:tcW w:w="1069" w:type="dxa"/>
            <w:vAlign w:val="bottom"/>
          </w:tcPr>
          <w:p w14:paraId="41C43753" w14:textId="77777777" w:rsidR="00832FF1" w:rsidRDefault="00832FF1" w:rsidP="00B52BF4">
            <w:r>
              <w:t>Expires</w:t>
            </w:r>
          </w:p>
        </w:tc>
        <w:sdt>
          <w:sdtPr>
            <w:id w:val="563215706"/>
            <w:placeholder>
              <w:docPart w:val="641EB35BDCC64F79B3B4C80C8142F6A7"/>
            </w:placeholder>
            <w:temporary/>
            <w:showingPlcHdr/>
            <w15:appearance w15:val="hidden"/>
          </w:sdtPr>
          <w:sdtEndPr/>
          <w:sdtContent>
            <w:tc>
              <w:tcPr>
                <w:tcW w:w="3215" w:type="dxa"/>
                <w:vAlign w:val="bottom"/>
              </w:tcPr>
              <w:p w14:paraId="1F8B4DAF" w14:textId="77777777" w:rsidR="00832FF1" w:rsidRDefault="001D786B" w:rsidP="00B52BF4">
                <w:pPr>
                  <w:pStyle w:val="Info"/>
                </w:pPr>
                <w:r w:rsidRPr="001D786B">
                  <w:t>Date</w:t>
                </w:r>
              </w:p>
            </w:tc>
          </w:sdtContent>
        </w:sdt>
      </w:tr>
      <w:tr w:rsidR="00832FF1" w14:paraId="596B6ADE" w14:textId="77777777" w:rsidTr="00B52BF4">
        <w:trPr>
          <w:trHeight w:val="441"/>
          <w:jc w:val="center"/>
        </w:trPr>
        <w:tc>
          <w:tcPr>
            <w:tcW w:w="4525" w:type="dxa"/>
            <w:gridSpan w:val="3"/>
          </w:tcPr>
          <w:p w14:paraId="5387399F" w14:textId="77777777" w:rsidR="00832FF1" w:rsidRDefault="00832FF1" w:rsidP="00435BF2"/>
        </w:tc>
        <w:tc>
          <w:tcPr>
            <w:tcW w:w="4284" w:type="dxa"/>
            <w:gridSpan w:val="2"/>
          </w:tcPr>
          <w:p w14:paraId="05BA5C16" w14:textId="77777777" w:rsidR="00832FF1" w:rsidRDefault="00832FF1" w:rsidP="00435BF2"/>
        </w:tc>
      </w:tr>
      <w:tr w:rsidR="00832FF1" w14:paraId="0F3D98B8" w14:textId="77777777" w:rsidTr="00B52BF4">
        <w:trPr>
          <w:trHeight w:val="819"/>
          <w:jc w:val="center"/>
        </w:trPr>
        <w:tc>
          <w:tcPr>
            <w:tcW w:w="2005" w:type="dxa"/>
            <w:gridSpan w:val="2"/>
            <w:shd w:val="clear" w:color="auto" w:fill="25364E" w:themeFill="accent1"/>
            <w:vAlign w:val="center"/>
          </w:tcPr>
          <w:p w14:paraId="08EFAD4E" w14:textId="77777777" w:rsidR="00832FF1" w:rsidRPr="00B530CE" w:rsidRDefault="00832FF1" w:rsidP="00B52BF4">
            <w:pPr>
              <w:pStyle w:val="CompanyInfo"/>
              <w:rPr>
                <w:rStyle w:val="Stron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06894DC" wp14:editId="47237864">
                  <wp:extent cx="976630" cy="318135"/>
                  <wp:effectExtent l="0" t="0" r="0" b="12065"/>
                  <wp:docPr id="128" name="Picture 128" descr="Company Logo. Logo placeholder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Logo Placeholder Whit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630" cy="31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25364E" w:themeFill="accent1"/>
            <w:vAlign w:val="center"/>
          </w:tcPr>
          <w:sdt>
            <w:sdtPr>
              <w:id w:val="28850865"/>
              <w:placeholder>
                <w:docPart w:val="A35A7D9182DB4D9784EF4E27180958F1"/>
              </w:placeholder>
              <w:temporary/>
              <w:showingPlcHdr/>
              <w15:appearance w15:val="hidden"/>
            </w:sdtPr>
            <w:sdtEndPr/>
            <w:sdtContent>
              <w:p w14:paraId="6DD836F7" w14:textId="77777777" w:rsidR="001D786B" w:rsidRPr="001D786B" w:rsidRDefault="001D786B" w:rsidP="00B52BF4">
                <w:pPr>
                  <w:pStyle w:val="CompanyName"/>
                </w:pPr>
                <w:r w:rsidRPr="001D786B">
                  <w:t>COMPANY NAME</w:t>
                </w:r>
              </w:p>
            </w:sdtContent>
          </w:sdt>
          <w:p w14:paraId="1AC19353" w14:textId="77777777" w:rsidR="00832FF1" w:rsidRDefault="000C6F1D" w:rsidP="00B52BF4">
            <w:pPr>
              <w:pStyle w:val="CompanyInfo"/>
            </w:pPr>
            <w:sdt>
              <w:sdtPr>
                <w:id w:val="1069620517"/>
                <w:placeholder>
                  <w:docPart w:val="ACD4C454D0694DD5A094ECF7B939CC15"/>
                </w:placeholder>
                <w:temporary/>
                <w:showingPlcHdr/>
                <w15:appearance w15:val="hidden"/>
              </w:sdtPr>
              <w:sdtEndPr/>
              <w:sdtContent>
                <w:r w:rsidR="00B52BF4" w:rsidRPr="00B52BF4">
                  <w:t>Company Address</w:t>
                </w:r>
              </w:sdtContent>
            </w:sdt>
            <w:r w:rsidR="00B52BF4" w:rsidRPr="00B52BF4">
              <w:t xml:space="preserve"> • </w:t>
            </w:r>
            <w:sdt>
              <w:sdtPr>
                <w:id w:val="1710214367"/>
                <w:placeholder>
                  <w:docPart w:val="21216F2587DC483FAFC1BEDE98E93E8F"/>
                </w:placeholder>
                <w:temporary/>
                <w:showingPlcHdr/>
                <w15:appearance w15:val="hidden"/>
              </w:sdtPr>
              <w:sdtEndPr/>
              <w:sdtContent>
                <w:r w:rsidR="00B52BF4" w:rsidRPr="00B52BF4">
                  <w:t>Telephone</w:t>
                </w:r>
              </w:sdtContent>
            </w:sdt>
            <w:r w:rsidR="00B52BF4" w:rsidRPr="00B52BF4">
              <w:t xml:space="preserve"> • </w:t>
            </w:r>
            <w:sdt>
              <w:sdtPr>
                <w:id w:val="-572503894"/>
                <w:placeholder>
                  <w:docPart w:val="EE2351F3458443DABBCA4FA515EB49A9"/>
                </w:placeholder>
                <w:temporary/>
                <w:showingPlcHdr/>
                <w15:appearance w15:val="hidden"/>
              </w:sdtPr>
              <w:sdtEndPr/>
              <w:sdtContent>
                <w:r w:rsidR="00B52BF4" w:rsidRPr="00B52BF4">
                  <w:t>Website</w:t>
                </w:r>
              </w:sdtContent>
            </w:sdt>
          </w:p>
        </w:tc>
      </w:tr>
      <w:tr w:rsidR="00410D35" w14:paraId="4B5405BA" w14:textId="77777777" w:rsidTr="00B52BF4">
        <w:trPr>
          <w:trHeight w:val="954"/>
          <w:jc w:val="center"/>
        </w:trPr>
        <w:tc>
          <w:tcPr>
            <w:tcW w:w="8809" w:type="dxa"/>
            <w:gridSpan w:val="5"/>
          </w:tcPr>
          <w:p w14:paraId="49187BD9" w14:textId="77777777" w:rsidR="00410D35" w:rsidRPr="00410D35" w:rsidRDefault="00410D35" w:rsidP="00410D35"/>
        </w:tc>
        <w:bookmarkStart w:id="0" w:name="_GoBack"/>
        <w:bookmarkEnd w:id="0"/>
      </w:tr>
    </w:tbl>
    <w:p w14:paraId="716C9EDD" w14:textId="77777777" w:rsidR="00A833D2" w:rsidRDefault="00A833D2" w:rsidP="00410D35"/>
    <w:tbl>
      <w:tblPr>
        <w:tblW w:w="8809" w:type="dxa"/>
        <w:jc w:val="center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729"/>
        <w:gridCol w:w="1276"/>
        <w:gridCol w:w="2520"/>
        <w:gridCol w:w="1069"/>
        <w:gridCol w:w="3215"/>
      </w:tblGrid>
      <w:tr w:rsidR="00832FF1" w14:paraId="70AAAA8A" w14:textId="77777777" w:rsidTr="00B52BF4">
        <w:trPr>
          <w:trHeight w:val="1136"/>
          <w:jc w:val="center"/>
        </w:trPr>
        <w:sdt>
          <w:sdtPr>
            <w:id w:val="-763223618"/>
            <w:placeholder>
              <w:docPart w:val="61DD3FA18A1F4052AB174F9C91BCEDBE"/>
            </w:placeholder>
            <w:temporary/>
            <w:showingPlcHdr/>
            <w15:appearance w15:val="hidden"/>
          </w:sdtPr>
          <w:sdtEndPr/>
          <w:sdtContent>
            <w:tc>
              <w:tcPr>
                <w:tcW w:w="8809" w:type="dxa"/>
                <w:gridSpan w:val="5"/>
              </w:tcPr>
              <w:p w14:paraId="6F176C82" w14:textId="77777777" w:rsidR="00832FF1" w:rsidRPr="002F4BD8" w:rsidRDefault="000105F9" w:rsidP="000A3D49">
                <w:pPr>
                  <w:pStyle w:val="Title"/>
                </w:pPr>
                <w:r w:rsidRPr="000105F9">
                  <w:t>A GIFT FOR YOU</w:t>
                </w:r>
              </w:p>
            </w:tc>
          </w:sdtContent>
        </w:sdt>
      </w:tr>
      <w:tr w:rsidR="00832FF1" w14:paraId="0A18C195" w14:textId="77777777" w:rsidTr="00B52BF4">
        <w:trPr>
          <w:trHeight w:val="567"/>
          <w:jc w:val="center"/>
        </w:trPr>
        <w:tc>
          <w:tcPr>
            <w:tcW w:w="729" w:type="dxa"/>
            <w:vAlign w:val="bottom"/>
          </w:tcPr>
          <w:p w14:paraId="5E5D5EF3" w14:textId="77777777" w:rsidR="00832FF1" w:rsidRDefault="00832FF1" w:rsidP="00B52BF4">
            <w:r>
              <w:t>To</w:t>
            </w:r>
          </w:p>
        </w:tc>
        <w:sdt>
          <w:sdtPr>
            <w:id w:val="1787848635"/>
            <w:placeholder>
              <w:docPart w:val="56101A6739104202ABA93A3C708DBE0B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96" w:type="dxa"/>
                <w:gridSpan w:val="2"/>
                <w:vAlign w:val="bottom"/>
              </w:tcPr>
              <w:p w14:paraId="3F1082FE" w14:textId="77777777" w:rsidR="00832FF1" w:rsidRDefault="001D786B" w:rsidP="00B52BF4">
                <w:pPr>
                  <w:pStyle w:val="Info"/>
                </w:pPr>
                <w:r w:rsidRPr="001D786B">
                  <w:t>Recipient</w:t>
                </w:r>
              </w:p>
            </w:tc>
          </w:sdtContent>
        </w:sdt>
        <w:tc>
          <w:tcPr>
            <w:tcW w:w="1069" w:type="dxa"/>
            <w:vAlign w:val="bottom"/>
          </w:tcPr>
          <w:p w14:paraId="777E27A2" w14:textId="77777777" w:rsidR="00832FF1" w:rsidRDefault="00832FF1" w:rsidP="00B52BF4">
            <w:r>
              <w:t>Amount</w:t>
            </w:r>
          </w:p>
        </w:tc>
        <w:sdt>
          <w:sdtPr>
            <w:id w:val="250172262"/>
            <w:placeholder>
              <w:docPart w:val="C10875413C5A43B9B70FF3BD6ED875E3"/>
            </w:placeholder>
            <w:temporary/>
            <w:showingPlcHdr/>
            <w15:appearance w15:val="hidden"/>
          </w:sdtPr>
          <w:sdtEndPr/>
          <w:sdtContent>
            <w:tc>
              <w:tcPr>
                <w:tcW w:w="3215" w:type="dxa"/>
                <w:vAlign w:val="bottom"/>
              </w:tcPr>
              <w:p w14:paraId="3DC35821" w14:textId="77777777" w:rsidR="00832FF1" w:rsidRDefault="001D786B" w:rsidP="00B52BF4">
                <w:pPr>
                  <w:pStyle w:val="Info"/>
                  <w:rPr>
                    <w:sz w:val="17"/>
                  </w:rPr>
                </w:pPr>
                <w:r w:rsidRPr="001D786B">
                  <w:t>Amount</w:t>
                </w:r>
              </w:p>
            </w:tc>
          </w:sdtContent>
        </w:sdt>
      </w:tr>
      <w:tr w:rsidR="00832FF1" w14:paraId="467B82F8" w14:textId="77777777" w:rsidTr="00B52BF4">
        <w:trPr>
          <w:trHeight w:val="567"/>
          <w:jc w:val="center"/>
        </w:trPr>
        <w:tc>
          <w:tcPr>
            <w:tcW w:w="729" w:type="dxa"/>
            <w:vAlign w:val="bottom"/>
          </w:tcPr>
          <w:p w14:paraId="72C73191" w14:textId="77777777" w:rsidR="00832FF1" w:rsidRDefault="00832FF1" w:rsidP="00B52BF4">
            <w:r>
              <w:t>From</w:t>
            </w:r>
          </w:p>
        </w:tc>
        <w:sdt>
          <w:sdtPr>
            <w:id w:val="-891339826"/>
            <w:placeholder>
              <w:docPart w:val="B48C6BF9CC514325A06DDA3E5201C037"/>
            </w:placeholder>
            <w:temporary/>
            <w:showingPlcHdr/>
            <w15:appearance w15:val="hidden"/>
          </w:sdtPr>
          <w:sdtEndPr/>
          <w:sdtContent>
            <w:tc>
              <w:tcPr>
                <w:tcW w:w="3796" w:type="dxa"/>
                <w:gridSpan w:val="2"/>
                <w:vAlign w:val="bottom"/>
              </w:tcPr>
              <w:p w14:paraId="5EC5699B" w14:textId="77777777" w:rsidR="00832FF1" w:rsidRDefault="001D786B" w:rsidP="00B52BF4">
                <w:pPr>
                  <w:pStyle w:val="Info"/>
                  <w:rPr>
                    <w:sz w:val="17"/>
                  </w:rPr>
                </w:pPr>
                <w:r w:rsidRPr="001D786B">
                  <w:t>Sender</w:t>
                </w:r>
              </w:p>
            </w:tc>
          </w:sdtContent>
        </w:sdt>
        <w:tc>
          <w:tcPr>
            <w:tcW w:w="1069" w:type="dxa"/>
            <w:vAlign w:val="bottom"/>
          </w:tcPr>
          <w:p w14:paraId="567148BB" w14:textId="77777777" w:rsidR="00832FF1" w:rsidRDefault="00832FF1" w:rsidP="00B52BF4">
            <w:r>
              <w:t>Expires</w:t>
            </w:r>
          </w:p>
        </w:tc>
        <w:sdt>
          <w:sdtPr>
            <w:id w:val="-903595705"/>
            <w:placeholder>
              <w:docPart w:val="D3BA9AF98E884F11A97C51270361B74A"/>
            </w:placeholder>
            <w:temporary/>
            <w:showingPlcHdr/>
            <w15:appearance w15:val="hidden"/>
          </w:sdtPr>
          <w:sdtEndPr/>
          <w:sdtContent>
            <w:tc>
              <w:tcPr>
                <w:tcW w:w="3215" w:type="dxa"/>
                <w:vAlign w:val="bottom"/>
              </w:tcPr>
              <w:p w14:paraId="53001D93" w14:textId="77777777" w:rsidR="00832FF1" w:rsidRDefault="001D786B" w:rsidP="00B52BF4">
                <w:pPr>
                  <w:pStyle w:val="Info"/>
                </w:pPr>
                <w:r w:rsidRPr="001D786B">
                  <w:t>Date</w:t>
                </w:r>
              </w:p>
            </w:tc>
          </w:sdtContent>
        </w:sdt>
      </w:tr>
      <w:tr w:rsidR="00832FF1" w14:paraId="5B1021B9" w14:textId="77777777" w:rsidTr="00B52BF4">
        <w:trPr>
          <w:trHeight w:val="441"/>
          <w:jc w:val="center"/>
        </w:trPr>
        <w:tc>
          <w:tcPr>
            <w:tcW w:w="4525" w:type="dxa"/>
            <w:gridSpan w:val="3"/>
          </w:tcPr>
          <w:p w14:paraId="0B5C3385" w14:textId="77777777" w:rsidR="00832FF1" w:rsidRDefault="00832FF1" w:rsidP="00435BF2"/>
        </w:tc>
        <w:tc>
          <w:tcPr>
            <w:tcW w:w="4284" w:type="dxa"/>
            <w:gridSpan w:val="2"/>
          </w:tcPr>
          <w:p w14:paraId="6B313D78" w14:textId="77777777" w:rsidR="00832FF1" w:rsidRDefault="00832FF1" w:rsidP="00435BF2"/>
        </w:tc>
      </w:tr>
      <w:tr w:rsidR="00832FF1" w14:paraId="0DA68F86" w14:textId="77777777" w:rsidTr="00B52BF4">
        <w:trPr>
          <w:trHeight w:val="819"/>
          <w:jc w:val="center"/>
        </w:trPr>
        <w:tc>
          <w:tcPr>
            <w:tcW w:w="2005" w:type="dxa"/>
            <w:gridSpan w:val="2"/>
            <w:shd w:val="clear" w:color="auto" w:fill="25364E" w:themeFill="accent1"/>
            <w:vAlign w:val="center"/>
          </w:tcPr>
          <w:p w14:paraId="14EA9D3D" w14:textId="77777777" w:rsidR="00832FF1" w:rsidRPr="00B530CE" w:rsidRDefault="00832FF1" w:rsidP="00B52BF4">
            <w:pPr>
              <w:pStyle w:val="CompanyInfo"/>
              <w:rPr>
                <w:rStyle w:val="Strong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6CE5E36" wp14:editId="2601033A">
                  <wp:extent cx="976630" cy="318135"/>
                  <wp:effectExtent l="0" t="0" r="0" b="12065"/>
                  <wp:docPr id="129" name="Picture 129" descr="Company Logo. Logo placeholder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Logo Placeholder Whit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630" cy="31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25364E" w:themeFill="accent1"/>
            <w:vAlign w:val="center"/>
          </w:tcPr>
          <w:sdt>
            <w:sdtPr>
              <w:id w:val="-43297645"/>
              <w:placeholder>
                <w:docPart w:val="84FE517F8E2749F4B8A33534608804A6"/>
              </w:placeholder>
              <w:temporary/>
              <w:showingPlcHdr/>
              <w15:appearance w15:val="hidden"/>
            </w:sdtPr>
            <w:sdtEndPr/>
            <w:sdtContent>
              <w:p w14:paraId="079ED746" w14:textId="77777777" w:rsidR="001D786B" w:rsidRPr="001D786B" w:rsidRDefault="001D786B" w:rsidP="00B52BF4">
                <w:pPr>
                  <w:pStyle w:val="CompanyName"/>
                </w:pPr>
                <w:r w:rsidRPr="001D786B">
                  <w:t>COMPANY NAME</w:t>
                </w:r>
              </w:p>
            </w:sdtContent>
          </w:sdt>
          <w:p w14:paraId="73B54F0D" w14:textId="77777777" w:rsidR="00832FF1" w:rsidRDefault="000C6F1D" w:rsidP="00B52BF4">
            <w:pPr>
              <w:pStyle w:val="CompanyInfo"/>
            </w:pPr>
            <w:sdt>
              <w:sdtPr>
                <w:id w:val="-826896583"/>
                <w:placeholder>
                  <w:docPart w:val="30CCB4BCE2CF41378DECA6A0B366D699"/>
                </w:placeholder>
                <w:temporary/>
                <w:showingPlcHdr/>
                <w15:appearance w15:val="hidden"/>
              </w:sdtPr>
              <w:sdtEndPr/>
              <w:sdtContent>
                <w:r w:rsidR="00B52BF4" w:rsidRPr="00B52BF4">
                  <w:t>Company Address</w:t>
                </w:r>
              </w:sdtContent>
            </w:sdt>
            <w:r w:rsidR="00B52BF4" w:rsidRPr="00B52BF4">
              <w:t xml:space="preserve"> • </w:t>
            </w:r>
            <w:sdt>
              <w:sdtPr>
                <w:id w:val="-791979461"/>
                <w:placeholder>
                  <w:docPart w:val="8E6162CBF9CD4C05A748964B5F0233E4"/>
                </w:placeholder>
                <w:temporary/>
                <w:showingPlcHdr/>
                <w15:appearance w15:val="hidden"/>
              </w:sdtPr>
              <w:sdtEndPr/>
              <w:sdtContent>
                <w:r w:rsidR="00B52BF4" w:rsidRPr="00B52BF4">
                  <w:t>Telephone</w:t>
                </w:r>
              </w:sdtContent>
            </w:sdt>
            <w:r w:rsidR="00B52BF4" w:rsidRPr="00B52BF4">
              <w:t xml:space="preserve"> • </w:t>
            </w:r>
            <w:sdt>
              <w:sdtPr>
                <w:id w:val="-583690068"/>
                <w:placeholder>
                  <w:docPart w:val="B42C4B9ED4D44E459A1016D560906278"/>
                </w:placeholder>
                <w:temporary/>
                <w:showingPlcHdr/>
                <w15:appearance w15:val="hidden"/>
              </w:sdtPr>
              <w:sdtEndPr/>
              <w:sdtContent>
                <w:r w:rsidR="00B52BF4" w:rsidRPr="00B52BF4">
                  <w:t>Website</w:t>
                </w:r>
              </w:sdtContent>
            </w:sdt>
          </w:p>
        </w:tc>
      </w:tr>
    </w:tbl>
    <w:p w14:paraId="49DCCD70" w14:textId="77777777" w:rsidR="005548B9" w:rsidRDefault="005548B9" w:rsidP="00A833D2"/>
    <w:sectPr w:rsidR="005548B9" w:rsidSect="002F4BD8">
      <w:headerReference w:type="default" r:id="rId10"/>
      <w:footerReference w:type="default" r:id="rId11"/>
      <w:type w:val="continuous"/>
      <w:pgSz w:w="12240" w:h="15840"/>
      <w:pgMar w:top="1394" w:right="1660" w:bottom="280" w:left="15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FA0B3" w14:textId="77777777" w:rsidR="000C6F1D" w:rsidRDefault="000C6F1D" w:rsidP="00CA01FB">
      <w:r>
        <w:separator/>
      </w:r>
    </w:p>
  </w:endnote>
  <w:endnote w:type="continuationSeparator" w:id="0">
    <w:p w14:paraId="33E2559C" w14:textId="77777777" w:rsidR="000C6F1D" w:rsidRDefault="000C6F1D" w:rsidP="00CA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96C30" w14:textId="77777777" w:rsidR="00832FF1" w:rsidRDefault="00A833D2">
    <w:pPr>
      <w:pStyle w:val="Footer"/>
    </w:pPr>
    <w:r w:rsidRPr="00A833D2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5F774CB1" wp14:editId="7EC60641">
              <wp:simplePos x="0" y="0"/>
              <wp:positionH relativeFrom="column">
                <wp:posOffset>170180</wp:posOffset>
              </wp:positionH>
              <wp:positionV relativeFrom="paragraph">
                <wp:posOffset>-2351586</wp:posOffset>
              </wp:positionV>
              <wp:extent cx="316431" cy="326391"/>
              <wp:effectExtent l="0" t="0" r="0" b="3810"/>
              <wp:wrapNone/>
              <wp:docPr id="132" name="Shap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6431" cy="326391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wd2" y="hd2"/>
                          </a:cxn>
                          <a:cxn ang="5400000">
                            <a:pos x="wd2" y="hd2"/>
                          </a:cxn>
                          <a:cxn ang="10800000">
                            <a:pos x="wd2" y="hd2"/>
                          </a:cxn>
                          <a:cxn ang="16200000">
                            <a:pos x="wd2" y="hd2"/>
                          </a:cxn>
                        </a:cxnLst>
                        <a:rect l="0" t="0" r="r" b="b"/>
                        <a:pathLst>
                          <a:path w="21527" h="21600" extrusionOk="0">
                            <a:moveTo>
                              <a:pt x="21471" y="10338"/>
                            </a:moveTo>
                            <a:cubicBezTo>
                              <a:pt x="21125" y="9833"/>
                              <a:pt x="20175" y="9497"/>
                              <a:pt x="19138" y="9749"/>
                            </a:cubicBezTo>
                            <a:cubicBezTo>
                              <a:pt x="19051" y="9749"/>
                              <a:pt x="18879" y="9833"/>
                              <a:pt x="18792" y="9833"/>
                            </a:cubicBezTo>
                            <a:lnTo>
                              <a:pt x="18792" y="7480"/>
                            </a:lnTo>
                            <a:lnTo>
                              <a:pt x="19743" y="7480"/>
                            </a:lnTo>
                            <a:lnTo>
                              <a:pt x="19743" y="3866"/>
                            </a:lnTo>
                            <a:lnTo>
                              <a:pt x="16287" y="3866"/>
                            </a:lnTo>
                            <a:cubicBezTo>
                              <a:pt x="16373" y="3782"/>
                              <a:pt x="16546" y="3698"/>
                              <a:pt x="16632" y="3614"/>
                            </a:cubicBezTo>
                            <a:cubicBezTo>
                              <a:pt x="17151" y="3194"/>
                              <a:pt x="17410" y="2689"/>
                              <a:pt x="17496" y="2185"/>
                            </a:cubicBezTo>
                            <a:cubicBezTo>
                              <a:pt x="17583" y="1681"/>
                              <a:pt x="17410" y="1093"/>
                              <a:pt x="16978" y="672"/>
                            </a:cubicBezTo>
                            <a:cubicBezTo>
                              <a:pt x="16546" y="252"/>
                              <a:pt x="15941" y="0"/>
                              <a:pt x="15336" y="0"/>
                            </a:cubicBezTo>
                            <a:cubicBezTo>
                              <a:pt x="14731" y="0"/>
                              <a:pt x="14213" y="168"/>
                              <a:pt x="13781" y="588"/>
                            </a:cubicBezTo>
                            <a:cubicBezTo>
                              <a:pt x="13349" y="1009"/>
                              <a:pt x="13003" y="1597"/>
                              <a:pt x="12744" y="2185"/>
                            </a:cubicBezTo>
                            <a:cubicBezTo>
                              <a:pt x="12571" y="1849"/>
                              <a:pt x="12399" y="1513"/>
                              <a:pt x="12053" y="1177"/>
                            </a:cubicBezTo>
                            <a:cubicBezTo>
                              <a:pt x="11707" y="840"/>
                              <a:pt x="11275" y="672"/>
                              <a:pt x="10757" y="672"/>
                            </a:cubicBezTo>
                            <a:cubicBezTo>
                              <a:pt x="10239" y="672"/>
                              <a:pt x="9720" y="924"/>
                              <a:pt x="9375" y="1261"/>
                            </a:cubicBezTo>
                            <a:cubicBezTo>
                              <a:pt x="9029" y="1597"/>
                              <a:pt x="8943" y="2101"/>
                              <a:pt x="8943" y="2521"/>
                            </a:cubicBezTo>
                            <a:cubicBezTo>
                              <a:pt x="9029" y="2942"/>
                              <a:pt x="9202" y="3362"/>
                              <a:pt x="9634" y="3698"/>
                            </a:cubicBezTo>
                            <a:cubicBezTo>
                              <a:pt x="9720" y="3782"/>
                              <a:pt x="9720" y="3782"/>
                              <a:pt x="9807" y="3866"/>
                            </a:cubicBezTo>
                            <a:lnTo>
                              <a:pt x="5659" y="3866"/>
                            </a:lnTo>
                            <a:lnTo>
                              <a:pt x="5659" y="7480"/>
                            </a:lnTo>
                            <a:lnTo>
                              <a:pt x="6610" y="7480"/>
                            </a:lnTo>
                            <a:lnTo>
                              <a:pt x="6610" y="11262"/>
                            </a:lnTo>
                            <a:cubicBezTo>
                              <a:pt x="6091" y="11430"/>
                              <a:pt x="5659" y="11767"/>
                              <a:pt x="5314" y="12103"/>
                            </a:cubicBezTo>
                            <a:lnTo>
                              <a:pt x="3759" y="13616"/>
                            </a:lnTo>
                            <a:lnTo>
                              <a:pt x="3154" y="13027"/>
                            </a:lnTo>
                            <a:cubicBezTo>
                              <a:pt x="2981" y="12859"/>
                              <a:pt x="2635" y="12859"/>
                              <a:pt x="2463" y="13027"/>
                            </a:cubicBezTo>
                            <a:lnTo>
                              <a:pt x="130" y="15296"/>
                            </a:lnTo>
                            <a:cubicBezTo>
                              <a:pt x="-43" y="15465"/>
                              <a:pt x="-43" y="15801"/>
                              <a:pt x="130" y="15969"/>
                            </a:cubicBezTo>
                            <a:lnTo>
                              <a:pt x="5746" y="21432"/>
                            </a:lnTo>
                            <a:cubicBezTo>
                              <a:pt x="5832" y="21516"/>
                              <a:pt x="5919" y="21600"/>
                              <a:pt x="6091" y="21600"/>
                            </a:cubicBezTo>
                            <a:cubicBezTo>
                              <a:pt x="6264" y="21600"/>
                              <a:pt x="6351" y="21516"/>
                              <a:pt x="6437" y="21432"/>
                            </a:cubicBezTo>
                            <a:lnTo>
                              <a:pt x="8770" y="19163"/>
                            </a:lnTo>
                            <a:cubicBezTo>
                              <a:pt x="8943" y="18995"/>
                              <a:pt x="8943" y="18658"/>
                              <a:pt x="8770" y="18490"/>
                            </a:cubicBezTo>
                            <a:lnTo>
                              <a:pt x="8251" y="17986"/>
                            </a:lnTo>
                            <a:cubicBezTo>
                              <a:pt x="8338" y="17986"/>
                              <a:pt x="8338" y="17986"/>
                              <a:pt x="8424" y="17986"/>
                            </a:cubicBezTo>
                            <a:lnTo>
                              <a:pt x="14904" y="17986"/>
                            </a:lnTo>
                            <a:cubicBezTo>
                              <a:pt x="15768" y="17986"/>
                              <a:pt x="18965" y="14708"/>
                              <a:pt x="18965" y="14624"/>
                            </a:cubicBezTo>
                            <a:cubicBezTo>
                              <a:pt x="19311" y="14204"/>
                              <a:pt x="20952" y="11935"/>
                              <a:pt x="21384" y="10842"/>
                            </a:cubicBezTo>
                            <a:cubicBezTo>
                              <a:pt x="21557" y="10590"/>
                              <a:pt x="21557" y="10422"/>
                              <a:pt x="21471" y="10338"/>
                            </a:cubicBezTo>
                            <a:close/>
                            <a:moveTo>
                              <a:pt x="17755" y="10422"/>
                            </a:moveTo>
                            <a:cubicBezTo>
                              <a:pt x="17496" y="10758"/>
                              <a:pt x="17237" y="11094"/>
                              <a:pt x="16978" y="11598"/>
                            </a:cubicBezTo>
                            <a:lnTo>
                              <a:pt x="15423" y="12355"/>
                            </a:lnTo>
                            <a:cubicBezTo>
                              <a:pt x="15163" y="12187"/>
                              <a:pt x="14904" y="12019"/>
                              <a:pt x="14559" y="11935"/>
                            </a:cubicBezTo>
                            <a:lnTo>
                              <a:pt x="14559" y="7396"/>
                            </a:lnTo>
                            <a:lnTo>
                              <a:pt x="17755" y="7396"/>
                            </a:lnTo>
                            <a:lnTo>
                              <a:pt x="17755" y="10422"/>
                            </a:lnTo>
                            <a:lnTo>
                              <a:pt x="17755" y="10422"/>
                            </a:lnTo>
                            <a:close/>
                            <a:moveTo>
                              <a:pt x="11794" y="4707"/>
                            </a:moveTo>
                            <a:lnTo>
                              <a:pt x="12226" y="4707"/>
                            </a:lnTo>
                            <a:lnTo>
                              <a:pt x="12226" y="4707"/>
                            </a:lnTo>
                            <a:lnTo>
                              <a:pt x="12744" y="4707"/>
                            </a:lnTo>
                            <a:lnTo>
                              <a:pt x="13263" y="4707"/>
                            </a:lnTo>
                            <a:lnTo>
                              <a:pt x="13263" y="4707"/>
                            </a:lnTo>
                            <a:lnTo>
                              <a:pt x="13695" y="4707"/>
                            </a:lnTo>
                            <a:lnTo>
                              <a:pt x="13695" y="11935"/>
                            </a:lnTo>
                            <a:lnTo>
                              <a:pt x="11880" y="11935"/>
                            </a:lnTo>
                            <a:lnTo>
                              <a:pt x="11880" y="4707"/>
                            </a:lnTo>
                            <a:close/>
                            <a:moveTo>
                              <a:pt x="18706" y="6472"/>
                            </a:moveTo>
                            <a:lnTo>
                              <a:pt x="14559" y="6472"/>
                            </a:lnTo>
                            <a:lnTo>
                              <a:pt x="14559" y="4707"/>
                            </a:lnTo>
                            <a:lnTo>
                              <a:pt x="18706" y="4707"/>
                            </a:lnTo>
                            <a:lnTo>
                              <a:pt x="18706" y="6472"/>
                            </a:lnTo>
                            <a:close/>
                            <a:moveTo>
                              <a:pt x="14386" y="1177"/>
                            </a:moveTo>
                            <a:cubicBezTo>
                              <a:pt x="14645" y="924"/>
                              <a:pt x="14991" y="840"/>
                              <a:pt x="15250" y="840"/>
                            </a:cubicBezTo>
                            <a:cubicBezTo>
                              <a:pt x="15595" y="840"/>
                              <a:pt x="15941" y="1009"/>
                              <a:pt x="16200" y="1261"/>
                            </a:cubicBezTo>
                            <a:cubicBezTo>
                              <a:pt x="16373" y="1513"/>
                              <a:pt x="16459" y="1765"/>
                              <a:pt x="16459" y="2017"/>
                            </a:cubicBezTo>
                            <a:cubicBezTo>
                              <a:pt x="16459" y="2353"/>
                              <a:pt x="16200" y="2605"/>
                              <a:pt x="15941" y="2858"/>
                            </a:cubicBezTo>
                            <a:cubicBezTo>
                              <a:pt x="15250" y="3446"/>
                              <a:pt x="13954" y="3698"/>
                              <a:pt x="13263" y="3782"/>
                            </a:cubicBezTo>
                            <a:cubicBezTo>
                              <a:pt x="13349" y="2942"/>
                              <a:pt x="13695" y="1765"/>
                              <a:pt x="14386" y="1177"/>
                            </a:cubicBezTo>
                            <a:close/>
                            <a:moveTo>
                              <a:pt x="10066" y="1765"/>
                            </a:moveTo>
                            <a:cubicBezTo>
                              <a:pt x="10239" y="1597"/>
                              <a:pt x="10498" y="1513"/>
                              <a:pt x="10671" y="1513"/>
                            </a:cubicBezTo>
                            <a:cubicBezTo>
                              <a:pt x="10930" y="1513"/>
                              <a:pt x="11103" y="1597"/>
                              <a:pt x="11275" y="1765"/>
                            </a:cubicBezTo>
                            <a:cubicBezTo>
                              <a:pt x="11794" y="2185"/>
                              <a:pt x="11967" y="3110"/>
                              <a:pt x="12053" y="3698"/>
                            </a:cubicBezTo>
                            <a:cubicBezTo>
                              <a:pt x="11275" y="3614"/>
                              <a:pt x="10671" y="3362"/>
                              <a:pt x="10239" y="2858"/>
                            </a:cubicBezTo>
                            <a:cubicBezTo>
                              <a:pt x="9979" y="2689"/>
                              <a:pt x="9893" y="2437"/>
                              <a:pt x="9893" y="2269"/>
                            </a:cubicBezTo>
                            <a:cubicBezTo>
                              <a:pt x="9893" y="2101"/>
                              <a:pt x="9979" y="1933"/>
                              <a:pt x="10066" y="1765"/>
                            </a:cubicBezTo>
                            <a:close/>
                            <a:moveTo>
                              <a:pt x="6696" y="4707"/>
                            </a:moveTo>
                            <a:lnTo>
                              <a:pt x="10843" y="4707"/>
                            </a:lnTo>
                            <a:lnTo>
                              <a:pt x="10843" y="6472"/>
                            </a:lnTo>
                            <a:lnTo>
                              <a:pt x="6696" y="6472"/>
                            </a:lnTo>
                            <a:lnTo>
                              <a:pt x="6696" y="4707"/>
                            </a:lnTo>
                            <a:close/>
                            <a:moveTo>
                              <a:pt x="10843" y="7396"/>
                            </a:moveTo>
                            <a:lnTo>
                              <a:pt x="10843" y="11346"/>
                            </a:lnTo>
                            <a:cubicBezTo>
                              <a:pt x="10584" y="11178"/>
                              <a:pt x="10239" y="11010"/>
                              <a:pt x="9893" y="11010"/>
                            </a:cubicBezTo>
                            <a:lnTo>
                              <a:pt x="7560" y="11010"/>
                            </a:lnTo>
                            <a:lnTo>
                              <a:pt x="7560" y="7396"/>
                            </a:lnTo>
                            <a:lnTo>
                              <a:pt x="10843" y="7396"/>
                            </a:lnTo>
                            <a:close/>
                            <a:moveTo>
                              <a:pt x="6178" y="20339"/>
                            </a:moveTo>
                            <a:lnTo>
                              <a:pt x="1253" y="15549"/>
                            </a:lnTo>
                            <a:lnTo>
                              <a:pt x="2895" y="13952"/>
                            </a:lnTo>
                            <a:lnTo>
                              <a:pt x="7819" y="18742"/>
                            </a:lnTo>
                            <a:lnTo>
                              <a:pt x="6178" y="20339"/>
                            </a:lnTo>
                            <a:close/>
                            <a:moveTo>
                              <a:pt x="18360" y="13868"/>
                            </a:moveTo>
                            <a:cubicBezTo>
                              <a:pt x="17842" y="14456"/>
                              <a:pt x="15509" y="16641"/>
                              <a:pt x="14991" y="16893"/>
                            </a:cubicBezTo>
                            <a:lnTo>
                              <a:pt x="8511" y="16893"/>
                            </a:lnTo>
                            <a:cubicBezTo>
                              <a:pt x="8079" y="16893"/>
                              <a:pt x="7819" y="16977"/>
                              <a:pt x="7560" y="17145"/>
                            </a:cubicBezTo>
                            <a:lnTo>
                              <a:pt x="4536" y="14204"/>
                            </a:lnTo>
                            <a:lnTo>
                              <a:pt x="6005" y="12775"/>
                            </a:lnTo>
                            <a:cubicBezTo>
                              <a:pt x="6437" y="12355"/>
                              <a:pt x="7128" y="12019"/>
                              <a:pt x="7560" y="12019"/>
                            </a:cubicBezTo>
                            <a:lnTo>
                              <a:pt x="9893" y="12019"/>
                            </a:lnTo>
                            <a:cubicBezTo>
                              <a:pt x="10066" y="12019"/>
                              <a:pt x="10411" y="12271"/>
                              <a:pt x="10671" y="12439"/>
                            </a:cubicBezTo>
                            <a:cubicBezTo>
                              <a:pt x="11016" y="12691"/>
                              <a:pt x="11275" y="12943"/>
                              <a:pt x="11621" y="12943"/>
                            </a:cubicBezTo>
                            <a:lnTo>
                              <a:pt x="14040" y="12943"/>
                            </a:lnTo>
                            <a:cubicBezTo>
                              <a:pt x="14645" y="12943"/>
                              <a:pt x="14991" y="13279"/>
                              <a:pt x="14991" y="13616"/>
                            </a:cubicBezTo>
                            <a:cubicBezTo>
                              <a:pt x="14991" y="13784"/>
                              <a:pt x="14904" y="13952"/>
                              <a:pt x="14818" y="14036"/>
                            </a:cubicBezTo>
                            <a:cubicBezTo>
                              <a:pt x="14645" y="14204"/>
                              <a:pt x="14386" y="14288"/>
                              <a:pt x="14127" y="14288"/>
                            </a:cubicBezTo>
                            <a:lnTo>
                              <a:pt x="10411" y="14288"/>
                            </a:lnTo>
                            <a:lnTo>
                              <a:pt x="10411" y="15212"/>
                            </a:lnTo>
                            <a:lnTo>
                              <a:pt x="14127" y="15212"/>
                            </a:lnTo>
                            <a:cubicBezTo>
                              <a:pt x="15336" y="15212"/>
                              <a:pt x="16027" y="14372"/>
                              <a:pt x="16027" y="13616"/>
                            </a:cubicBezTo>
                            <a:cubicBezTo>
                              <a:pt x="16027" y="13531"/>
                              <a:pt x="16027" y="13363"/>
                              <a:pt x="16027" y="13279"/>
                            </a:cubicBezTo>
                            <a:lnTo>
                              <a:pt x="17669" y="12439"/>
                            </a:lnTo>
                            <a:cubicBezTo>
                              <a:pt x="17755" y="12355"/>
                              <a:pt x="17842" y="12355"/>
                              <a:pt x="17842" y="12271"/>
                            </a:cubicBezTo>
                            <a:cubicBezTo>
                              <a:pt x="18360" y="11262"/>
                              <a:pt x="18792" y="10842"/>
                              <a:pt x="19397" y="10674"/>
                            </a:cubicBezTo>
                            <a:cubicBezTo>
                              <a:pt x="19915" y="10590"/>
                              <a:pt x="20347" y="10674"/>
                              <a:pt x="20520" y="10758"/>
                            </a:cubicBezTo>
                            <a:cubicBezTo>
                              <a:pt x="19915" y="11766"/>
                              <a:pt x="18619" y="13616"/>
                              <a:pt x="18360" y="13868"/>
                            </a:cubicBezTo>
                            <a:close/>
                          </a:path>
                        </a:pathLst>
                      </a:custGeom>
                      <a:solidFill>
                        <a:schemeClr val="accent1"/>
                      </a:solidFill>
                      <a:ln w="12700">
                        <a:miter lim="400000"/>
                      </a:ln>
                    </wps:spPr>
                    <wps:bodyPr lIns="38100" tIns="38100" rIns="38100" bIns="38100" anchor="ctr"/>
                  </wps:wsp>
                </a:graphicData>
              </a:graphic>
            </wp:anchor>
          </w:drawing>
        </mc:Choice>
        <mc:Fallback>
          <w:pict>
            <v:shape w14:anchorId="2D92F3B5" id="Shape" o:spid="_x0000_s1026" style="position:absolute;margin-left:13.4pt;margin-top:-185.15pt;width:24.9pt;height:25.7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7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" path="m21471,10338v-346,-505,-1296,-841,-2333,-589c19051,9749,18879,9833,18792,9833r,-2353l19743,7480r,-3614l16287,3866v86,-84,259,-168,345,-252c17151,3194,17410,2689,17496,2185v87,-504,-86,-1092,-518,-1513c16546,252,15941,,15336,v-605,,-1123,168,-1555,588c13349,1009,13003,1597,12744,2185v-173,-336,-345,-672,-691,-1008c11707,840,11275,672,10757,672v-518,,-1037,252,-1382,589c9029,1597,8943,2101,8943,2521v86,421,259,841,691,1177c9720,3782,9720,3782,9807,3866r-4148,l5659,7480r951,l6610,11262v-519,168,-951,505,-1296,841l3759,13616r-605,-589c2981,12859,2635,12859,2463,13027l130,15296v-173,169,-173,505,,673l5746,21432v86,84,173,168,345,168c6264,21600,6351,21516,6437,21432l8770,19163v173,-168,173,-505,,-673l8251,17986v87,,87,,173,l14904,17986v864,,4061,-3278,4061,-3362c19311,14204,20952,11935,21384,10842v173,-252,173,-420,87,-504xm17755,10422v-259,336,-518,672,-777,1176l15423,12355v-260,-168,-519,-336,-864,-420l14559,7396r3196,l17755,10422r,xm11794,4707r432,l12226,4707r518,l13263,4707r,l13695,4707r,7228l11880,11935r,-7228l11794,4707xm18706,6472r-4147,l14559,4707r4147,l18706,6472xm14386,1177v259,-253,605,-337,864,-337c15595,840,15941,1009,16200,1261v173,252,259,504,259,756c16459,2353,16200,2605,15941,2858v-691,588,-1987,840,-2678,924c13349,2942,13695,1765,14386,1177xm10066,1765v173,-168,432,-252,605,-252c10930,1513,11103,1597,11275,1765v519,420,692,1345,778,1933c11275,3614,10671,3362,10239,2858,9979,2689,9893,2437,9893,2269v,-168,86,-336,173,-504xm6696,4707r4147,l10843,6472r-4147,l6696,4707xm10843,7396r,3950c10584,11178,10239,11010,9893,11010r-2333,l7560,7396r3283,xm6178,20339l1253,15549,2895,13952r4924,4790l6178,20339xm18360,13868v-518,588,-2851,2773,-3369,3025l8511,16893v-432,,-692,84,-951,252l4536,14204,6005,12775v432,-420,1123,-756,1555,-756l9893,12019v173,,518,252,778,420c11016,12691,11275,12943,11621,12943r2419,c14645,12943,14991,13279,14991,13616v,168,-87,336,-173,420c14645,14204,14386,14288,14127,14288r-3716,l10411,15212r3716,c15336,15212,16027,14372,16027,13616v,-85,,-253,,-337l17669,12439v86,-84,173,-84,173,-168c18360,11262,18792,10842,19397,10674v518,-84,950,,1123,84c19915,11766,18619,13616,18360,13868xe" fillcolor="#25364e [3204]" stroked="f" strokeweight="1pt">
              <v:stroke miterlimit="4" joinstyle="miter"/>
              <v:path arrowok="t" o:extrusionok="f" o:connecttype="custom" o:connectlocs="158216,163196;158216,163196;158216,163196;158216,163196" o:connectangles="0,90,180,270"/>
            </v:shape>
          </w:pict>
        </mc:Fallback>
      </mc:AlternateContent>
    </w:r>
    <w:r w:rsidR="00832FF1"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0DEAE84C" wp14:editId="07DE68AE">
              <wp:simplePos x="0" y="0"/>
              <wp:positionH relativeFrom="column">
                <wp:posOffset>-295275</wp:posOffset>
              </wp:positionH>
              <wp:positionV relativeFrom="paragraph">
                <wp:posOffset>-2808696</wp:posOffset>
              </wp:positionV>
              <wp:extent cx="6400801" cy="2744470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00801" cy="2744470"/>
                        <a:chOff x="0" y="0"/>
                        <a:chExt cx="6400801" cy="2744470"/>
                      </a:xfrm>
                    </wpg:grpSpPr>
                    <wpg:grpSp>
                      <wpg:cNvPr id="13" name="Group 1"/>
                      <wpg:cNvGrpSpPr/>
                      <wpg:grpSpPr>
                        <a:xfrm>
                          <a:off x="0" y="0"/>
                          <a:ext cx="6400801" cy="2744470"/>
                          <a:chOff x="0" y="0"/>
                          <a:chExt cx="6400801" cy="2744470"/>
                        </a:xfrm>
                      </wpg:grpSpPr>
                      <wpg:grpSp>
                        <wpg:cNvPr id="14" name="Group 11"/>
                        <wpg:cNvGrpSpPr/>
                        <wpg:grpSpPr>
                          <a:xfrm>
                            <a:off x="0" y="0"/>
                            <a:ext cx="6398261" cy="2740661"/>
                            <a:chOff x="0" y="0"/>
                            <a:chExt cx="6398261" cy="2740661"/>
                          </a:xfrm>
                        </wpg:grpSpPr>
                        <wps:wsp>
                          <wps:cNvPr id="15" name="Shape"/>
                          <wps:cNvSpPr/>
                          <wps:spPr>
                            <a:xfrm>
                              <a:off x="0" y="0"/>
                              <a:ext cx="6398261" cy="27406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0" y="21600"/>
                                  </a:moveTo>
                                  <a:lnTo>
                                    <a:pt x="6988" y="21600"/>
                                  </a:lnTo>
                                  <a:lnTo>
                                    <a:pt x="0" y="5315"/>
                                  </a:lnTo>
                                  <a:lnTo>
                                    <a:pt x="0" y="21600"/>
                                  </a:lnTo>
                                  <a:close/>
                                  <a:moveTo>
                                    <a:pt x="8643" y="0"/>
                                  </a:moveTo>
                                  <a:lnTo>
                                    <a:pt x="17913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86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alpha val="5000"/>
                              </a:schemeClr>
                            </a:solidFill>
                            <a:ln w="63500">
                              <a:noFill/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  <wps:wsp>
                          <wps:cNvPr id="16" name="Shape"/>
                          <wps:cNvSpPr/>
                          <wps:spPr>
                            <a:xfrm>
                              <a:off x="0" y="0"/>
                              <a:ext cx="6398261" cy="27406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0" y="21600"/>
                                  </a:moveTo>
                                  <a:lnTo>
                                    <a:pt x="5098" y="21600"/>
                                  </a:lnTo>
                                  <a:lnTo>
                                    <a:pt x="0" y="9719"/>
                                  </a:lnTo>
                                  <a:lnTo>
                                    <a:pt x="0" y="21600"/>
                                  </a:lnTo>
                                  <a:close/>
                                  <a:moveTo>
                                    <a:pt x="10097" y="0"/>
                                  </a:moveTo>
                                  <a:lnTo>
                                    <a:pt x="19366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100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alpha val="5000"/>
                              </a:schemeClr>
                            </a:solidFill>
                            <a:ln w="63500">
                              <a:noFill/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</wpg:grpSp>
                      <wps:wsp>
                        <wps:cNvPr id="17" name="Shape"/>
                        <wps:cNvSpPr/>
                        <wps:spPr>
                          <a:xfrm>
                            <a:off x="0" y="0"/>
                            <a:ext cx="6398261" cy="274066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2860" y="21600"/>
                                </a:lnTo>
                                <a:lnTo>
                                  <a:pt x="0" y="14934"/>
                                </a:lnTo>
                                <a:lnTo>
                                  <a:pt x="0" y="21600"/>
                                </a:lnTo>
                                <a:close/>
                                <a:moveTo>
                                  <a:pt x="1441" y="10950"/>
                                </a:moveTo>
                                <a:lnTo>
                                  <a:pt x="0" y="7597"/>
                                </a:lnTo>
                                <a:lnTo>
                                  <a:pt x="0" y="10870"/>
                                </a:lnTo>
                                <a:lnTo>
                                  <a:pt x="767" y="12662"/>
                                </a:lnTo>
                                <a:lnTo>
                                  <a:pt x="1441" y="10950"/>
                                </a:lnTo>
                                <a:close/>
                                <a:moveTo>
                                  <a:pt x="19306" y="0"/>
                                </a:moveTo>
                                <a:lnTo>
                                  <a:pt x="18029" y="2983"/>
                                </a:lnTo>
                                <a:lnTo>
                                  <a:pt x="21600" y="11300"/>
                                </a:lnTo>
                                <a:lnTo>
                                  <a:pt x="21600" y="0"/>
                                </a:lnTo>
                                <a:lnTo>
                                  <a:pt x="19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" name="Shape"/>
                        <wps:cNvSpPr/>
                        <wps:spPr>
                          <a:xfrm>
                            <a:off x="1" y="0"/>
                            <a:ext cx="6398261" cy="274066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3670" y="19518"/>
                                </a:moveTo>
                                <a:lnTo>
                                  <a:pt x="4562" y="21600"/>
                                </a:lnTo>
                                <a:lnTo>
                                  <a:pt x="5968" y="21600"/>
                                </a:lnTo>
                                <a:lnTo>
                                  <a:pt x="4343" y="17806"/>
                                </a:lnTo>
                                <a:lnTo>
                                  <a:pt x="3670" y="19518"/>
                                </a:lnTo>
                                <a:close/>
                                <a:moveTo>
                                  <a:pt x="20181" y="0"/>
                                </a:moveTo>
                                <a:lnTo>
                                  <a:pt x="18775" y="0"/>
                                </a:lnTo>
                                <a:lnTo>
                                  <a:pt x="21596" y="6576"/>
                                </a:lnTo>
                                <a:lnTo>
                                  <a:pt x="21596" y="3303"/>
                                </a:lnTo>
                                <a:lnTo>
                                  <a:pt x="20181" y="0"/>
                                </a:lnTo>
                                <a:close/>
                                <a:moveTo>
                                  <a:pt x="0" y="20909"/>
                                </a:moveTo>
                                <a:lnTo>
                                  <a:pt x="1826" y="16655"/>
                                </a:lnTo>
                                <a:lnTo>
                                  <a:pt x="0" y="12401"/>
                                </a:lnTo>
                                <a:lnTo>
                                  <a:pt x="0" y="20909"/>
                                </a:lnTo>
                                <a:close/>
                                <a:moveTo>
                                  <a:pt x="19122" y="10079"/>
                                </a:moveTo>
                                <a:lnTo>
                                  <a:pt x="21600" y="15855"/>
                                </a:lnTo>
                                <a:lnTo>
                                  <a:pt x="21600" y="12582"/>
                                </a:lnTo>
                                <a:lnTo>
                                  <a:pt x="19795" y="8378"/>
                                </a:lnTo>
                                <a:lnTo>
                                  <a:pt x="19122" y="100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alpha val="5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9" name="Shape"/>
                        <wps:cNvSpPr/>
                        <wps:spPr>
                          <a:xfrm>
                            <a:off x="431800" y="1181099"/>
                            <a:ext cx="5969001" cy="1563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2693" y="21600"/>
                                </a:lnTo>
                                <a:lnTo>
                                  <a:pt x="1347" y="16476"/>
                                </a:lnTo>
                                <a:lnTo>
                                  <a:pt x="0" y="21600"/>
                                </a:lnTo>
                                <a:close/>
                                <a:moveTo>
                                  <a:pt x="19298" y="8773"/>
                                </a:moveTo>
                                <a:lnTo>
                                  <a:pt x="21600" y="17547"/>
                                </a:lnTo>
                                <a:lnTo>
                                  <a:pt x="21600" y="0"/>
                                </a:lnTo>
                                <a:lnTo>
                                  <a:pt x="19298" y="87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alpha val="5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s:wsp>
                      <wps:cNvPr id="20" name="Freeform 16"/>
                      <wps:cNvSpPr>
                        <a:spLocks/>
                      </wps:cNvSpPr>
                      <wps:spPr bwMode="auto">
                        <a:xfrm>
                          <a:off x="212272" y="220436"/>
                          <a:ext cx="5956216" cy="2392045"/>
                        </a:xfrm>
                        <a:custGeom>
                          <a:avLst/>
                          <a:gdLst>
                            <a:gd name="T0" fmla="*/ 0 w 9380"/>
                            <a:gd name="T1" fmla="*/ 0 h 3767"/>
                            <a:gd name="T2" fmla="*/ 9379 w 9380"/>
                            <a:gd name="T3" fmla="*/ 0 h 3767"/>
                            <a:gd name="T4" fmla="*/ 9379 w 9380"/>
                            <a:gd name="T5" fmla="*/ 3766 h 3767"/>
                            <a:gd name="T6" fmla="*/ 0 w 9380"/>
                            <a:gd name="T7" fmla="*/ 3766 h 3767"/>
                            <a:gd name="T8" fmla="*/ 0 w 9380"/>
                            <a:gd name="T9" fmla="*/ 0 h 37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80" h="3767">
                              <a:moveTo>
                                <a:pt x="0" y="0"/>
                              </a:moveTo>
                              <a:lnTo>
                                <a:pt x="9379" y="0"/>
                              </a:lnTo>
                              <a:lnTo>
                                <a:pt x="9379" y="3766"/>
                              </a:lnTo>
                              <a:lnTo>
                                <a:pt x="0" y="37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2747BF" id="Group 1" o:spid="_x0000_s1026" style="position:absolute;margin-left:-23.25pt;margin-top:-221.15pt;width:7in;height:216.1pt;z-index:-251654144" coordsize="64008,27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">
              <v:group id="_x0000_s1027" style="position:absolute;width:64008;height:27444" coordsize="64008,27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v:group id="Group 11" o:spid="_x0000_s1028" style="position:absolute;width:63982;height:27406" coordsize="63982,27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Shape" o:spid="_x0000_s1029" style="position:absolute;width:63982;height:274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" path="m,21600r6988,l,5315,,21600xm8643,r9270,21600l21600,21600,21600,,8643,xe" fillcolor="#434244 [3215]" stroked="f" strokeweight="5pt">
                    <v:fill opacity="3341f"/>
                    <v:stroke miterlimit="4" joinstyle="miter"/>
                    <v:path arrowok="t" o:extrusionok="f" o:connecttype="custom" o:connectlocs="3199131,1370331;3199131,1370331;3199131,1370331;3199131,1370331" o:connectangles="0,90,180,270"/>
                  </v:shape>
                  <v:shape id="Shape" o:spid="_x0000_s1030" style="position:absolute;width:63982;height:274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" path="m,21600r5098,l,9719,,21600xm10097,r9269,21600l21600,21600,21600,,10097,xe" fillcolor="#434244 [3215]" stroked="f" strokeweight="5pt">
                    <v:fill opacity="3341f"/>
                    <v:stroke miterlimit="4" joinstyle="miter"/>
                    <v:path arrowok="t" o:extrusionok="f" o:connecttype="custom" o:connectlocs="3199131,1370331;3199131,1370331;3199131,1370331;3199131,1370331" o:connectangles="0,90,180,270"/>
                  </v:shape>
                </v:group>
                <v:shape id="Shape" o:spid="_x0000_s1031" style="position:absolute;width:63982;height:274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" path="m,21600r2860,l,14934r,6666xm1441,10950l,7597r,3273l767,12662r674,-1712xm19306,l18029,2983r3571,8317l21600,,19306,xe" fillcolor="#25364e [3204]" stroked="f" strokeweight="1pt">
                  <v:stroke miterlimit="4" joinstyle="miter"/>
                  <v:path arrowok="t" o:extrusionok="f" o:connecttype="custom" o:connectlocs="3199131,1370331;3199131,1370331;3199131,1370331;3199131,1370331" o:connectangles="0,90,180,270"/>
                </v:shape>
                <v:shape id="Shape" o:spid="_x0000_s1032" style="position:absolute;width:63982;height:274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" path="m3670,19518r892,2082l5968,21600,4343,17806r-673,1712xm20181,l18775,r2821,6576l21596,3303,20181,xm,20909l1826,16655,,12401r,8508xm19122,10079r2478,5776l21600,12582,19795,8378r-673,1701xe" fillcolor="#22bac6 [3207]" stroked="f" strokeweight="1pt">
                  <v:fill opacity="32896f"/>
                  <v:stroke miterlimit="4" joinstyle="miter"/>
                  <v:path arrowok="t" o:extrusionok="f" o:connecttype="custom" o:connectlocs="3199131,1370330;3199131,1370330;3199131,1370330;3199131,1370330" o:connectangles="0,90,180,270"/>
                </v:shape>
                <v:shape id="Shape" o:spid="_x0000_s1033" style="position:absolute;left:4318;top:11810;width:59690;height:1563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" path="m,21600r2693,l1347,16476,,21600xm19298,8773r2302,8774l21600,,19298,8773xe" fillcolor="#3f96d2 [3206]" stroked="f" strokeweight="1pt">
                  <v:fill opacity="32896f"/>
                  <v:stroke miterlimit="4" joinstyle="miter"/>
                  <v:path arrowok="t" o:extrusionok="f" o:connecttype="custom" o:connectlocs="2984501,781686;2984501,781686;2984501,781686;2984501,781686" o:connectangles="0,90,180,270"/>
                </v:shape>
              </v:group>
              <v:shape id="Freeform 16" o:spid="_x0000_s1034" style="position:absolute;left:2122;top:2204;width:59562;height:23920;visibility:visible;mso-wrap-style:square;v-text-anchor:top" coordsize="9380,3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" path="m,l9379,r,3766l,3766,,xe" stroked="f">
                <v:fill opacity="52428f"/>
                <v:path arrowok="t" o:connecttype="custom" o:connectlocs="0,0;5955581,0;5955581,2391410;0,2391410;0,0" o:connectangles="0,0,0,0,0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AD50A" w14:textId="77777777" w:rsidR="000C6F1D" w:rsidRDefault="000C6F1D" w:rsidP="00CA01FB">
      <w:r>
        <w:separator/>
      </w:r>
    </w:p>
  </w:footnote>
  <w:footnote w:type="continuationSeparator" w:id="0">
    <w:p w14:paraId="191C35DB" w14:textId="77777777" w:rsidR="000C6F1D" w:rsidRDefault="000C6F1D" w:rsidP="00CA0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61E42" w14:textId="77777777" w:rsidR="00CA01FB" w:rsidRDefault="00A833D2">
    <w:pPr>
      <w:pStyle w:val="Header"/>
    </w:pPr>
    <w:r w:rsidRPr="00A833D2"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333B925" wp14:editId="62528E37">
              <wp:simplePos x="0" y="0"/>
              <wp:positionH relativeFrom="column">
                <wp:posOffset>170180</wp:posOffset>
              </wp:positionH>
              <wp:positionV relativeFrom="paragraph">
                <wp:posOffset>3640909</wp:posOffset>
              </wp:positionV>
              <wp:extent cx="316431" cy="326391"/>
              <wp:effectExtent l="0" t="0" r="0" b="3810"/>
              <wp:wrapNone/>
              <wp:docPr id="131" name="Shap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6431" cy="326391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wd2" y="hd2"/>
                          </a:cxn>
                          <a:cxn ang="5400000">
                            <a:pos x="wd2" y="hd2"/>
                          </a:cxn>
                          <a:cxn ang="10800000">
                            <a:pos x="wd2" y="hd2"/>
                          </a:cxn>
                          <a:cxn ang="16200000">
                            <a:pos x="wd2" y="hd2"/>
                          </a:cxn>
                        </a:cxnLst>
                        <a:rect l="0" t="0" r="r" b="b"/>
                        <a:pathLst>
                          <a:path w="21527" h="21600" extrusionOk="0">
                            <a:moveTo>
                              <a:pt x="21471" y="10338"/>
                            </a:moveTo>
                            <a:cubicBezTo>
                              <a:pt x="21125" y="9833"/>
                              <a:pt x="20175" y="9497"/>
                              <a:pt x="19138" y="9749"/>
                            </a:cubicBezTo>
                            <a:cubicBezTo>
                              <a:pt x="19051" y="9749"/>
                              <a:pt x="18879" y="9833"/>
                              <a:pt x="18792" y="9833"/>
                            </a:cubicBezTo>
                            <a:lnTo>
                              <a:pt x="18792" y="7480"/>
                            </a:lnTo>
                            <a:lnTo>
                              <a:pt x="19743" y="7480"/>
                            </a:lnTo>
                            <a:lnTo>
                              <a:pt x="19743" y="3866"/>
                            </a:lnTo>
                            <a:lnTo>
                              <a:pt x="16287" y="3866"/>
                            </a:lnTo>
                            <a:cubicBezTo>
                              <a:pt x="16373" y="3782"/>
                              <a:pt x="16546" y="3698"/>
                              <a:pt x="16632" y="3614"/>
                            </a:cubicBezTo>
                            <a:cubicBezTo>
                              <a:pt x="17151" y="3194"/>
                              <a:pt x="17410" y="2689"/>
                              <a:pt x="17496" y="2185"/>
                            </a:cubicBezTo>
                            <a:cubicBezTo>
                              <a:pt x="17583" y="1681"/>
                              <a:pt x="17410" y="1093"/>
                              <a:pt x="16978" y="672"/>
                            </a:cubicBezTo>
                            <a:cubicBezTo>
                              <a:pt x="16546" y="252"/>
                              <a:pt x="15941" y="0"/>
                              <a:pt x="15336" y="0"/>
                            </a:cubicBezTo>
                            <a:cubicBezTo>
                              <a:pt x="14731" y="0"/>
                              <a:pt x="14213" y="168"/>
                              <a:pt x="13781" y="588"/>
                            </a:cubicBezTo>
                            <a:cubicBezTo>
                              <a:pt x="13349" y="1009"/>
                              <a:pt x="13003" y="1597"/>
                              <a:pt x="12744" y="2185"/>
                            </a:cubicBezTo>
                            <a:cubicBezTo>
                              <a:pt x="12571" y="1849"/>
                              <a:pt x="12399" y="1513"/>
                              <a:pt x="12053" y="1177"/>
                            </a:cubicBezTo>
                            <a:cubicBezTo>
                              <a:pt x="11707" y="840"/>
                              <a:pt x="11275" y="672"/>
                              <a:pt x="10757" y="672"/>
                            </a:cubicBezTo>
                            <a:cubicBezTo>
                              <a:pt x="10239" y="672"/>
                              <a:pt x="9720" y="924"/>
                              <a:pt x="9375" y="1261"/>
                            </a:cubicBezTo>
                            <a:cubicBezTo>
                              <a:pt x="9029" y="1597"/>
                              <a:pt x="8943" y="2101"/>
                              <a:pt x="8943" y="2521"/>
                            </a:cubicBezTo>
                            <a:cubicBezTo>
                              <a:pt x="9029" y="2942"/>
                              <a:pt x="9202" y="3362"/>
                              <a:pt x="9634" y="3698"/>
                            </a:cubicBezTo>
                            <a:cubicBezTo>
                              <a:pt x="9720" y="3782"/>
                              <a:pt x="9720" y="3782"/>
                              <a:pt x="9807" y="3866"/>
                            </a:cubicBezTo>
                            <a:lnTo>
                              <a:pt x="5659" y="3866"/>
                            </a:lnTo>
                            <a:lnTo>
                              <a:pt x="5659" y="7480"/>
                            </a:lnTo>
                            <a:lnTo>
                              <a:pt x="6610" y="7480"/>
                            </a:lnTo>
                            <a:lnTo>
                              <a:pt x="6610" y="11262"/>
                            </a:lnTo>
                            <a:cubicBezTo>
                              <a:pt x="6091" y="11430"/>
                              <a:pt x="5659" y="11767"/>
                              <a:pt x="5314" y="12103"/>
                            </a:cubicBezTo>
                            <a:lnTo>
                              <a:pt x="3759" y="13616"/>
                            </a:lnTo>
                            <a:lnTo>
                              <a:pt x="3154" y="13027"/>
                            </a:lnTo>
                            <a:cubicBezTo>
                              <a:pt x="2981" y="12859"/>
                              <a:pt x="2635" y="12859"/>
                              <a:pt x="2463" y="13027"/>
                            </a:cubicBezTo>
                            <a:lnTo>
                              <a:pt x="130" y="15296"/>
                            </a:lnTo>
                            <a:cubicBezTo>
                              <a:pt x="-43" y="15465"/>
                              <a:pt x="-43" y="15801"/>
                              <a:pt x="130" y="15969"/>
                            </a:cubicBezTo>
                            <a:lnTo>
                              <a:pt x="5746" y="21432"/>
                            </a:lnTo>
                            <a:cubicBezTo>
                              <a:pt x="5832" y="21516"/>
                              <a:pt x="5919" y="21600"/>
                              <a:pt x="6091" y="21600"/>
                            </a:cubicBezTo>
                            <a:cubicBezTo>
                              <a:pt x="6264" y="21600"/>
                              <a:pt x="6351" y="21516"/>
                              <a:pt x="6437" y="21432"/>
                            </a:cubicBezTo>
                            <a:lnTo>
                              <a:pt x="8770" y="19163"/>
                            </a:lnTo>
                            <a:cubicBezTo>
                              <a:pt x="8943" y="18995"/>
                              <a:pt x="8943" y="18658"/>
                              <a:pt x="8770" y="18490"/>
                            </a:cubicBezTo>
                            <a:lnTo>
                              <a:pt x="8251" y="17986"/>
                            </a:lnTo>
                            <a:cubicBezTo>
                              <a:pt x="8338" y="17986"/>
                              <a:pt x="8338" y="17986"/>
                              <a:pt x="8424" y="17986"/>
                            </a:cubicBezTo>
                            <a:lnTo>
                              <a:pt x="14904" y="17986"/>
                            </a:lnTo>
                            <a:cubicBezTo>
                              <a:pt x="15768" y="17986"/>
                              <a:pt x="18965" y="14708"/>
                              <a:pt x="18965" y="14624"/>
                            </a:cubicBezTo>
                            <a:cubicBezTo>
                              <a:pt x="19311" y="14204"/>
                              <a:pt x="20952" y="11935"/>
                              <a:pt x="21384" y="10842"/>
                            </a:cubicBezTo>
                            <a:cubicBezTo>
                              <a:pt x="21557" y="10590"/>
                              <a:pt x="21557" y="10422"/>
                              <a:pt x="21471" y="10338"/>
                            </a:cubicBezTo>
                            <a:close/>
                            <a:moveTo>
                              <a:pt x="17755" y="10422"/>
                            </a:moveTo>
                            <a:cubicBezTo>
                              <a:pt x="17496" y="10758"/>
                              <a:pt x="17237" y="11094"/>
                              <a:pt x="16978" y="11598"/>
                            </a:cubicBezTo>
                            <a:lnTo>
                              <a:pt x="15423" y="12355"/>
                            </a:lnTo>
                            <a:cubicBezTo>
                              <a:pt x="15163" y="12187"/>
                              <a:pt x="14904" y="12019"/>
                              <a:pt x="14559" y="11935"/>
                            </a:cubicBezTo>
                            <a:lnTo>
                              <a:pt x="14559" y="7396"/>
                            </a:lnTo>
                            <a:lnTo>
                              <a:pt x="17755" y="7396"/>
                            </a:lnTo>
                            <a:lnTo>
                              <a:pt x="17755" y="10422"/>
                            </a:lnTo>
                            <a:lnTo>
                              <a:pt x="17755" y="10422"/>
                            </a:lnTo>
                            <a:close/>
                            <a:moveTo>
                              <a:pt x="11794" y="4707"/>
                            </a:moveTo>
                            <a:lnTo>
                              <a:pt x="12226" y="4707"/>
                            </a:lnTo>
                            <a:lnTo>
                              <a:pt x="12226" y="4707"/>
                            </a:lnTo>
                            <a:lnTo>
                              <a:pt x="12744" y="4707"/>
                            </a:lnTo>
                            <a:lnTo>
                              <a:pt x="13263" y="4707"/>
                            </a:lnTo>
                            <a:lnTo>
                              <a:pt x="13263" y="4707"/>
                            </a:lnTo>
                            <a:lnTo>
                              <a:pt x="13695" y="4707"/>
                            </a:lnTo>
                            <a:lnTo>
                              <a:pt x="13695" y="11935"/>
                            </a:lnTo>
                            <a:lnTo>
                              <a:pt x="11880" y="11935"/>
                            </a:lnTo>
                            <a:lnTo>
                              <a:pt x="11880" y="4707"/>
                            </a:lnTo>
                            <a:close/>
                            <a:moveTo>
                              <a:pt x="18706" y="6472"/>
                            </a:moveTo>
                            <a:lnTo>
                              <a:pt x="14559" y="6472"/>
                            </a:lnTo>
                            <a:lnTo>
                              <a:pt x="14559" y="4707"/>
                            </a:lnTo>
                            <a:lnTo>
                              <a:pt x="18706" y="4707"/>
                            </a:lnTo>
                            <a:lnTo>
                              <a:pt x="18706" y="6472"/>
                            </a:lnTo>
                            <a:close/>
                            <a:moveTo>
                              <a:pt x="14386" y="1177"/>
                            </a:moveTo>
                            <a:cubicBezTo>
                              <a:pt x="14645" y="924"/>
                              <a:pt x="14991" y="840"/>
                              <a:pt x="15250" y="840"/>
                            </a:cubicBezTo>
                            <a:cubicBezTo>
                              <a:pt x="15595" y="840"/>
                              <a:pt x="15941" y="1009"/>
                              <a:pt x="16200" y="1261"/>
                            </a:cubicBezTo>
                            <a:cubicBezTo>
                              <a:pt x="16373" y="1513"/>
                              <a:pt x="16459" y="1765"/>
                              <a:pt x="16459" y="2017"/>
                            </a:cubicBezTo>
                            <a:cubicBezTo>
                              <a:pt x="16459" y="2353"/>
                              <a:pt x="16200" y="2605"/>
                              <a:pt x="15941" y="2858"/>
                            </a:cubicBezTo>
                            <a:cubicBezTo>
                              <a:pt x="15250" y="3446"/>
                              <a:pt x="13954" y="3698"/>
                              <a:pt x="13263" y="3782"/>
                            </a:cubicBezTo>
                            <a:cubicBezTo>
                              <a:pt x="13349" y="2942"/>
                              <a:pt x="13695" y="1765"/>
                              <a:pt x="14386" y="1177"/>
                            </a:cubicBezTo>
                            <a:close/>
                            <a:moveTo>
                              <a:pt x="10066" y="1765"/>
                            </a:moveTo>
                            <a:cubicBezTo>
                              <a:pt x="10239" y="1597"/>
                              <a:pt x="10498" y="1513"/>
                              <a:pt x="10671" y="1513"/>
                            </a:cubicBezTo>
                            <a:cubicBezTo>
                              <a:pt x="10930" y="1513"/>
                              <a:pt x="11103" y="1597"/>
                              <a:pt x="11275" y="1765"/>
                            </a:cubicBezTo>
                            <a:cubicBezTo>
                              <a:pt x="11794" y="2185"/>
                              <a:pt x="11967" y="3110"/>
                              <a:pt x="12053" y="3698"/>
                            </a:cubicBezTo>
                            <a:cubicBezTo>
                              <a:pt x="11275" y="3614"/>
                              <a:pt x="10671" y="3362"/>
                              <a:pt x="10239" y="2858"/>
                            </a:cubicBezTo>
                            <a:cubicBezTo>
                              <a:pt x="9979" y="2689"/>
                              <a:pt x="9893" y="2437"/>
                              <a:pt x="9893" y="2269"/>
                            </a:cubicBezTo>
                            <a:cubicBezTo>
                              <a:pt x="9893" y="2101"/>
                              <a:pt x="9979" y="1933"/>
                              <a:pt x="10066" y="1765"/>
                            </a:cubicBezTo>
                            <a:close/>
                            <a:moveTo>
                              <a:pt x="6696" y="4707"/>
                            </a:moveTo>
                            <a:lnTo>
                              <a:pt x="10843" y="4707"/>
                            </a:lnTo>
                            <a:lnTo>
                              <a:pt x="10843" y="6472"/>
                            </a:lnTo>
                            <a:lnTo>
                              <a:pt x="6696" y="6472"/>
                            </a:lnTo>
                            <a:lnTo>
                              <a:pt x="6696" y="4707"/>
                            </a:lnTo>
                            <a:close/>
                            <a:moveTo>
                              <a:pt x="10843" y="7396"/>
                            </a:moveTo>
                            <a:lnTo>
                              <a:pt x="10843" y="11346"/>
                            </a:lnTo>
                            <a:cubicBezTo>
                              <a:pt x="10584" y="11178"/>
                              <a:pt x="10239" y="11010"/>
                              <a:pt x="9893" y="11010"/>
                            </a:cubicBezTo>
                            <a:lnTo>
                              <a:pt x="7560" y="11010"/>
                            </a:lnTo>
                            <a:lnTo>
                              <a:pt x="7560" y="7396"/>
                            </a:lnTo>
                            <a:lnTo>
                              <a:pt x="10843" y="7396"/>
                            </a:lnTo>
                            <a:close/>
                            <a:moveTo>
                              <a:pt x="6178" y="20339"/>
                            </a:moveTo>
                            <a:lnTo>
                              <a:pt x="1253" y="15549"/>
                            </a:lnTo>
                            <a:lnTo>
                              <a:pt x="2895" y="13952"/>
                            </a:lnTo>
                            <a:lnTo>
                              <a:pt x="7819" y="18742"/>
                            </a:lnTo>
                            <a:lnTo>
                              <a:pt x="6178" y="20339"/>
                            </a:lnTo>
                            <a:close/>
                            <a:moveTo>
                              <a:pt x="18360" y="13868"/>
                            </a:moveTo>
                            <a:cubicBezTo>
                              <a:pt x="17842" y="14456"/>
                              <a:pt x="15509" y="16641"/>
                              <a:pt x="14991" y="16893"/>
                            </a:cubicBezTo>
                            <a:lnTo>
                              <a:pt x="8511" y="16893"/>
                            </a:lnTo>
                            <a:cubicBezTo>
                              <a:pt x="8079" y="16893"/>
                              <a:pt x="7819" y="16977"/>
                              <a:pt x="7560" y="17145"/>
                            </a:cubicBezTo>
                            <a:lnTo>
                              <a:pt x="4536" y="14204"/>
                            </a:lnTo>
                            <a:lnTo>
                              <a:pt x="6005" y="12775"/>
                            </a:lnTo>
                            <a:cubicBezTo>
                              <a:pt x="6437" y="12355"/>
                              <a:pt x="7128" y="12019"/>
                              <a:pt x="7560" y="12019"/>
                            </a:cubicBezTo>
                            <a:lnTo>
                              <a:pt x="9893" y="12019"/>
                            </a:lnTo>
                            <a:cubicBezTo>
                              <a:pt x="10066" y="12019"/>
                              <a:pt x="10411" y="12271"/>
                              <a:pt x="10671" y="12439"/>
                            </a:cubicBezTo>
                            <a:cubicBezTo>
                              <a:pt x="11016" y="12691"/>
                              <a:pt x="11275" y="12943"/>
                              <a:pt x="11621" y="12943"/>
                            </a:cubicBezTo>
                            <a:lnTo>
                              <a:pt x="14040" y="12943"/>
                            </a:lnTo>
                            <a:cubicBezTo>
                              <a:pt x="14645" y="12943"/>
                              <a:pt x="14991" y="13279"/>
                              <a:pt x="14991" y="13616"/>
                            </a:cubicBezTo>
                            <a:cubicBezTo>
                              <a:pt x="14991" y="13784"/>
                              <a:pt x="14904" y="13952"/>
                              <a:pt x="14818" y="14036"/>
                            </a:cubicBezTo>
                            <a:cubicBezTo>
                              <a:pt x="14645" y="14204"/>
                              <a:pt x="14386" y="14288"/>
                              <a:pt x="14127" y="14288"/>
                            </a:cubicBezTo>
                            <a:lnTo>
                              <a:pt x="10411" y="14288"/>
                            </a:lnTo>
                            <a:lnTo>
                              <a:pt x="10411" y="15212"/>
                            </a:lnTo>
                            <a:lnTo>
                              <a:pt x="14127" y="15212"/>
                            </a:lnTo>
                            <a:cubicBezTo>
                              <a:pt x="15336" y="15212"/>
                              <a:pt x="16027" y="14372"/>
                              <a:pt x="16027" y="13616"/>
                            </a:cubicBezTo>
                            <a:cubicBezTo>
                              <a:pt x="16027" y="13531"/>
                              <a:pt x="16027" y="13363"/>
                              <a:pt x="16027" y="13279"/>
                            </a:cubicBezTo>
                            <a:lnTo>
                              <a:pt x="17669" y="12439"/>
                            </a:lnTo>
                            <a:cubicBezTo>
                              <a:pt x="17755" y="12355"/>
                              <a:pt x="17842" y="12355"/>
                              <a:pt x="17842" y="12271"/>
                            </a:cubicBezTo>
                            <a:cubicBezTo>
                              <a:pt x="18360" y="11262"/>
                              <a:pt x="18792" y="10842"/>
                              <a:pt x="19397" y="10674"/>
                            </a:cubicBezTo>
                            <a:cubicBezTo>
                              <a:pt x="19915" y="10590"/>
                              <a:pt x="20347" y="10674"/>
                              <a:pt x="20520" y="10758"/>
                            </a:cubicBezTo>
                            <a:cubicBezTo>
                              <a:pt x="19915" y="11766"/>
                              <a:pt x="18619" y="13616"/>
                              <a:pt x="18360" y="13868"/>
                            </a:cubicBezTo>
                            <a:close/>
                          </a:path>
                        </a:pathLst>
                      </a:custGeom>
                      <a:solidFill>
                        <a:schemeClr val="accent1"/>
                      </a:solidFill>
                      <a:ln w="12700">
                        <a:miter lim="400000"/>
                      </a:ln>
                    </wps:spPr>
                    <wps:bodyPr lIns="38100" tIns="38100" rIns="38100" bIns="38100" anchor="ctr"/>
                  </wps:wsp>
                </a:graphicData>
              </a:graphic>
            </wp:anchor>
          </w:drawing>
        </mc:Choice>
        <mc:Fallback>
          <w:pict>
            <v:shape w14:anchorId="34E17ED3" id="Shape" o:spid="_x0000_s1026" style="position:absolute;margin-left:13.4pt;margin-top:286.7pt;width:24.9pt;height:25.7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7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" path="m21471,10338v-346,-505,-1296,-841,-2333,-589c19051,9749,18879,9833,18792,9833r,-2353l19743,7480r,-3614l16287,3866v86,-84,259,-168,345,-252c17151,3194,17410,2689,17496,2185v87,-504,-86,-1092,-518,-1513c16546,252,15941,,15336,v-605,,-1123,168,-1555,588c13349,1009,13003,1597,12744,2185v-173,-336,-345,-672,-691,-1008c11707,840,11275,672,10757,672v-518,,-1037,252,-1382,589c9029,1597,8943,2101,8943,2521v86,421,259,841,691,1177c9720,3782,9720,3782,9807,3866r-4148,l5659,7480r951,l6610,11262v-519,168,-951,505,-1296,841l3759,13616r-605,-589c2981,12859,2635,12859,2463,13027l130,15296v-173,169,-173,505,,673l5746,21432v86,84,173,168,345,168c6264,21600,6351,21516,6437,21432l8770,19163v173,-168,173,-505,,-673l8251,17986v87,,87,,173,l14904,17986v864,,4061,-3278,4061,-3362c19311,14204,20952,11935,21384,10842v173,-252,173,-420,87,-504xm17755,10422v-259,336,-518,672,-777,1176l15423,12355v-260,-168,-519,-336,-864,-420l14559,7396r3196,l17755,10422r,xm11794,4707r432,l12226,4707r518,l13263,4707r,l13695,4707r,7228l11880,11935r,-7228l11794,4707xm18706,6472r-4147,l14559,4707r4147,l18706,6472xm14386,1177v259,-253,605,-337,864,-337c15595,840,15941,1009,16200,1261v173,252,259,504,259,756c16459,2353,16200,2605,15941,2858v-691,588,-1987,840,-2678,924c13349,2942,13695,1765,14386,1177xm10066,1765v173,-168,432,-252,605,-252c10930,1513,11103,1597,11275,1765v519,420,692,1345,778,1933c11275,3614,10671,3362,10239,2858,9979,2689,9893,2437,9893,2269v,-168,86,-336,173,-504xm6696,4707r4147,l10843,6472r-4147,l6696,4707xm10843,7396r,3950c10584,11178,10239,11010,9893,11010r-2333,l7560,7396r3283,xm6178,20339l1253,15549,2895,13952r4924,4790l6178,20339xm18360,13868v-518,588,-2851,2773,-3369,3025l8511,16893v-432,,-692,84,-951,252l4536,14204,6005,12775v432,-420,1123,-756,1555,-756l9893,12019v173,,518,252,778,420c11016,12691,11275,12943,11621,12943r2419,c14645,12943,14991,13279,14991,13616v,168,-87,336,-173,420c14645,14204,14386,14288,14127,14288r-3716,l10411,15212r3716,c15336,15212,16027,14372,16027,13616v,-85,,-253,,-337l17669,12439v86,-84,173,-84,173,-168c18360,11262,18792,10842,19397,10674v518,-84,950,,1123,84c19915,11766,18619,13616,18360,13868xe" fillcolor="#25364e [3204]" stroked="f" strokeweight="1pt">
              <v:stroke miterlimit="4" joinstyle="miter"/>
              <v:path arrowok="t" o:extrusionok="f" o:connecttype="custom" o:connectlocs="158216,163196;158216,163196;158216,163196;158216,163196" o:connectangles="0,90,180,270"/>
            </v:shape>
          </w:pict>
        </mc:Fallback>
      </mc:AlternateContent>
    </w:r>
    <w:r w:rsidRPr="00A833D2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426C2A7" wp14:editId="2E063F02">
              <wp:simplePos x="0" y="0"/>
              <wp:positionH relativeFrom="column">
                <wp:posOffset>170180</wp:posOffset>
              </wp:positionH>
              <wp:positionV relativeFrom="paragraph">
                <wp:posOffset>612322</wp:posOffset>
              </wp:positionV>
              <wp:extent cx="316431" cy="326391"/>
              <wp:effectExtent l="0" t="0" r="0" b="3810"/>
              <wp:wrapNone/>
              <wp:docPr id="130" name="Shap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6431" cy="326391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wd2" y="hd2"/>
                          </a:cxn>
                          <a:cxn ang="5400000">
                            <a:pos x="wd2" y="hd2"/>
                          </a:cxn>
                          <a:cxn ang="10800000">
                            <a:pos x="wd2" y="hd2"/>
                          </a:cxn>
                          <a:cxn ang="16200000">
                            <a:pos x="wd2" y="hd2"/>
                          </a:cxn>
                        </a:cxnLst>
                        <a:rect l="0" t="0" r="r" b="b"/>
                        <a:pathLst>
                          <a:path w="21527" h="21600" extrusionOk="0">
                            <a:moveTo>
                              <a:pt x="21471" y="10338"/>
                            </a:moveTo>
                            <a:cubicBezTo>
                              <a:pt x="21125" y="9833"/>
                              <a:pt x="20175" y="9497"/>
                              <a:pt x="19138" y="9749"/>
                            </a:cubicBezTo>
                            <a:cubicBezTo>
                              <a:pt x="19051" y="9749"/>
                              <a:pt x="18879" y="9833"/>
                              <a:pt x="18792" y="9833"/>
                            </a:cubicBezTo>
                            <a:lnTo>
                              <a:pt x="18792" y="7480"/>
                            </a:lnTo>
                            <a:lnTo>
                              <a:pt x="19743" y="7480"/>
                            </a:lnTo>
                            <a:lnTo>
                              <a:pt x="19743" y="3866"/>
                            </a:lnTo>
                            <a:lnTo>
                              <a:pt x="16287" y="3866"/>
                            </a:lnTo>
                            <a:cubicBezTo>
                              <a:pt x="16373" y="3782"/>
                              <a:pt x="16546" y="3698"/>
                              <a:pt x="16632" y="3614"/>
                            </a:cubicBezTo>
                            <a:cubicBezTo>
                              <a:pt x="17151" y="3194"/>
                              <a:pt x="17410" y="2689"/>
                              <a:pt x="17496" y="2185"/>
                            </a:cubicBezTo>
                            <a:cubicBezTo>
                              <a:pt x="17583" y="1681"/>
                              <a:pt x="17410" y="1093"/>
                              <a:pt x="16978" y="672"/>
                            </a:cubicBezTo>
                            <a:cubicBezTo>
                              <a:pt x="16546" y="252"/>
                              <a:pt x="15941" y="0"/>
                              <a:pt x="15336" y="0"/>
                            </a:cubicBezTo>
                            <a:cubicBezTo>
                              <a:pt x="14731" y="0"/>
                              <a:pt x="14213" y="168"/>
                              <a:pt x="13781" y="588"/>
                            </a:cubicBezTo>
                            <a:cubicBezTo>
                              <a:pt x="13349" y="1009"/>
                              <a:pt x="13003" y="1597"/>
                              <a:pt x="12744" y="2185"/>
                            </a:cubicBezTo>
                            <a:cubicBezTo>
                              <a:pt x="12571" y="1849"/>
                              <a:pt x="12399" y="1513"/>
                              <a:pt x="12053" y="1177"/>
                            </a:cubicBezTo>
                            <a:cubicBezTo>
                              <a:pt x="11707" y="840"/>
                              <a:pt x="11275" y="672"/>
                              <a:pt x="10757" y="672"/>
                            </a:cubicBezTo>
                            <a:cubicBezTo>
                              <a:pt x="10239" y="672"/>
                              <a:pt x="9720" y="924"/>
                              <a:pt x="9375" y="1261"/>
                            </a:cubicBezTo>
                            <a:cubicBezTo>
                              <a:pt x="9029" y="1597"/>
                              <a:pt x="8943" y="2101"/>
                              <a:pt x="8943" y="2521"/>
                            </a:cubicBezTo>
                            <a:cubicBezTo>
                              <a:pt x="9029" y="2942"/>
                              <a:pt x="9202" y="3362"/>
                              <a:pt x="9634" y="3698"/>
                            </a:cubicBezTo>
                            <a:cubicBezTo>
                              <a:pt x="9720" y="3782"/>
                              <a:pt x="9720" y="3782"/>
                              <a:pt x="9807" y="3866"/>
                            </a:cubicBezTo>
                            <a:lnTo>
                              <a:pt x="5659" y="3866"/>
                            </a:lnTo>
                            <a:lnTo>
                              <a:pt x="5659" y="7480"/>
                            </a:lnTo>
                            <a:lnTo>
                              <a:pt x="6610" y="7480"/>
                            </a:lnTo>
                            <a:lnTo>
                              <a:pt x="6610" y="11262"/>
                            </a:lnTo>
                            <a:cubicBezTo>
                              <a:pt x="6091" y="11430"/>
                              <a:pt x="5659" y="11767"/>
                              <a:pt x="5314" y="12103"/>
                            </a:cubicBezTo>
                            <a:lnTo>
                              <a:pt x="3759" y="13616"/>
                            </a:lnTo>
                            <a:lnTo>
                              <a:pt x="3154" y="13027"/>
                            </a:lnTo>
                            <a:cubicBezTo>
                              <a:pt x="2981" y="12859"/>
                              <a:pt x="2635" y="12859"/>
                              <a:pt x="2463" y="13027"/>
                            </a:cubicBezTo>
                            <a:lnTo>
                              <a:pt x="130" y="15296"/>
                            </a:lnTo>
                            <a:cubicBezTo>
                              <a:pt x="-43" y="15465"/>
                              <a:pt x="-43" y="15801"/>
                              <a:pt x="130" y="15969"/>
                            </a:cubicBezTo>
                            <a:lnTo>
                              <a:pt x="5746" y="21432"/>
                            </a:lnTo>
                            <a:cubicBezTo>
                              <a:pt x="5832" y="21516"/>
                              <a:pt x="5919" y="21600"/>
                              <a:pt x="6091" y="21600"/>
                            </a:cubicBezTo>
                            <a:cubicBezTo>
                              <a:pt x="6264" y="21600"/>
                              <a:pt x="6351" y="21516"/>
                              <a:pt x="6437" y="21432"/>
                            </a:cubicBezTo>
                            <a:lnTo>
                              <a:pt x="8770" y="19163"/>
                            </a:lnTo>
                            <a:cubicBezTo>
                              <a:pt x="8943" y="18995"/>
                              <a:pt x="8943" y="18658"/>
                              <a:pt x="8770" y="18490"/>
                            </a:cubicBezTo>
                            <a:lnTo>
                              <a:pt x="8251" y="17986"/>
                            </a:lnTo>
                            <a:cubicBezTo>
                              <a:pt x="8338" y="17986"/>
                              <a:pt x="8338" y="17986"/>
                              <a:pt x="8424" y="17986"/>
                            </a:cubicBezTo>
                            <a:lnTo>
                              <a:pt x="14904" y="17986"/>
                            </a:lnTo>
                            <a:cubicBezTo>
                              <a:pt x="15768" y="17986"/>
                              <a:pt x="18965" y="14708"/>
                              <a:pt x="18965" y="14624"/>
                            </a:cubicBezTo>
                            <a:cubicBezTo>
                              <a:pt x="19311" y="14204"/>
                              <a:pt x="20952" y="11935"/>
                              <a:pt x="21384" y="10842"/>
                            </a:cubicBezTo>
                            <a:cubicBezTo>
                              <a:pt x="21557" y="10590"/>
                              <a:pt x="21557" y="10422"/>
                              <a:pt x="21471" y="10338"/>
                            </a:cubicBezTo>
                            <a:close/>
                            <a:moveTo>
                              <a:pt x="17755" y="10422"/>
                            </a:moveTo>
                            <a:cubicBezTo>
                              <a:pt x="17496" y="10758"/>
                              <a:pt x="17237" y="11094"/>
                              <a:pt x="16978" y="11598"/>
                            </a:cubicBezTo>
                            <a:lnTo>
                              <a:pt x="15423" y="12355"/>
                            </a:lnTo>
                            <a:cubicBezTo>
                              <a:pt x="15163" y="12187"/>
                              <a:pt x="14904" y="12019"/>
                              <a:pt x="14559" y="11935"/>
                            </a:cubicBezTo>
                            <a:lnTo>
                              <a:pt x="14559" y="7396"/>
                            </a:lnTo>
                            <a:lnTo>
                              <a:pt x="17755" y="7396"/>
                            </a:lnTo>
                            <a:lnTo>
                              <a:pt x="17755" y="10422"/>
                            </a:lnTo>
                            <a:lnTo>
                              <a:pt x="17755" y="10422"/>
                            </a:lnTo>
                            <a:close/>
                            <a:moveTo>
                              <a:pt x="11794" y="4707"/>
                            </a:moveTo>
                            <a:lnTo>
                              <a:pt x="12226" y="4707"/>
                            </a:lnTo>
                            <a:lnTo>
                              <a:pt x="12226" y="4707"/>
                            </a:lnTo>
                            <a:lnTo>
                              <a:pt x="12744" y="4707"/>
                            </a:lnTo>
                            <a:lnTo>
                              <a:pt x="13263" y="4707"/>
                            </a:lnTo>
                            <a:lnTo>
                              <a:pt x="13263" y="4707"/>
                            </a:lnTo>
                            <a:lnTo>
                              <a:pt x="13695" y="4707"/>
                            </a:lnTo>
                            <a:lnTo>
                              <a:pt x="13695" y="11935"/>
                            </a:lnTo>
                            <a:lnTo>
                              <a:pt x="11880" y="11935"/>
                            </a:lnTo>
                            <a:lnTo>
                              <a:pt x="11880" y="4707"/>
                            </a:lnTo>
                            <a:close/>
                            <a:moveTo>
                              <a:pt x="18706" y="6472"/>
                            </a:moveTo>
                            <a:lnTo>
                              <a:pt x="14559" y="6472"/>
                            </a:lnTo>
                            <a:lnTo>
                              <a:pt x="14559" y="4707"/>
                            </a:lnTo>
                            <a:lnTo>
                              <a:pt x="18706" y="4707"/>
                            </a:lnTo>
                            <a:lnTo>
                              <a:pt x="18706" y="6472"/>
                            </a:lnTo>
                            <a:close/>
                            <a:moveTo>
                              <a:pt x="14386" y="1177"/>
                            </a:moveTo>
                            <a:cubicBezTo>
                              <a:pt x="14645" y="924"/>
                              <a:pt x="14991" y="840"/>
                              <a:pt x="15250" y="840"/>
                            </a:cubicBezTo>
                            <a:cubicBezTo>
                              <a:pt x="15595" y="840"/>
                              <a:pt x="15941" y="1009"/>
                              <a:pt x="16200" y="1261"/>
                            </a:cubicBezTo>
                            <a:cubicBezTo>
                              <a:pt x="16373" y="1513"/>
                              <a:pt x="16459" y="1765"/>
                              <a:pt x="16459" y="2017"/>
                            </a:cubicBezTo>
                            <a:cubicBezTo>
                              <a:pt x="16459" y="2353"/>
                              <a:pt x="16200" y="2605"/>
                              <a:pt x="15941" y="2858"/>
                            </a:cubicBezTo>
                            <a:cubicBezTo>
                              <a:pt x="15250" y="3446"/>
                              <a:pt x="13954" y="3698"/>
                              <a:pt x="13263" y="3782"/>
                            </a:cubicBezTo>
                            <a:cubicBezTo>
                              <a:pt x="13349" y="2942"/>
                              <a:pt x="13695" y="1765"/>
                              <a:pt x="14386" y="1177"/>
                            </a:cubicBezTo>
                            <a:close/>
                            <a:moveTo>
                              <a:pt x="10066" y="1765"/>
                            </a:moveTo>
                            <a:cubicBezTo>
                              <a:pt x="10239" y="1597"/>
                              <a:pt x="10498" y="1513"/>
                              <a:pt x="10671" y="1513"/>
                            </a:cubicBezTo>
                            <a:cubicBezTo>
                              <a:pt x="10930" y="1513"/>
                              <a:pt x="11103" y="1597"/>
                              <a:pt x="11275" y="1765"/>
                            </a:cubicBezTo>
                            <a:cubicBezTo>
                              <a:pt x="11794" y="2185"/>
                              <a:pt x="11967" y="3110"/>
                              <a:pt x="12053" y="3698"/>
                            </a:cubicBezTo>
                            <a:cubicBezTo>
                              <a:pt x="11275" y="3614"/>
                              <a:pt x="10671" y="3362"/>
                              <a:pt x="10239" y="2858"/>
                            </a:cubicBezTo>
                            <a:cubicBezTo>
                              <a:pt x="9979" y="2689"/>
                              <a:pt x="9893" y="2437"/>
                              <a:pt x="9893" y="2269"/>
                            </a:cubicBezTo>
                            <a:cubicBezTo>
                              <a:pt x="9893" y="2101"/>
                              <a:pt x="9979" y="1933"/>
                              <a:pt x="10066" y="1765"/>
                            </a:cubicBezTo>
                            <a:close/>
                            <a:moveTo>
                              <a:pt x="6696" y="4707"/>
                            </a:moveTo>
                            <a:lnTo>
                              <a:pt x="10843" y="4707"/>
                            </a:lnTo>
                            <a:lnTo>
                              <a:pt x="10843" y="6472"/>
                            </a:lnTo>
                            <a:lnTo>
                              <a:pt x="6696" y="6472"/>
                            </a:lnTo>
                            <a:lnTo>
                              <a:pt x="6696" y="4707"/>
                            </a:lnTo>
                            <a:close/>
                            <a:moveTo>
                              <a:pt x="10843" y="7396"/>
                            </a:moveTo>
                            <a:lnTo>
                              <a:pt x="10843" y="11346"/>
                            </a:lnTo>
                            <a:cubicBezTo>
                              <a:pt x="10584" y="11178"/>
                              <a:pt x="10239" y="11010"/>
                              <a:pt x="9893" y="11010"/>
                            </a:cubicBezTo>
                            <a:lnTo>
                              <a:pt x="7560" y="11010"/>
                            </a:lnTo>
                            <a:lnTo>
                              <a:pt x="7560" y="7396"/>
                            </a:lnTo>
                            <a:lnTo>
                              <a:pt x="10843" y="7396"/>
                            </a:lnTo>
                            <a:close/>
                            <a:moveTo>
                              <a:pt x="6178" y="20339"/>
                            </a:moveTo>
                            <a:lnTo>
                              <a:pt x="1253" y="15549"/>
                            </a:lnTo>
                            <a:lnTo>
                              <a:pt x="2895" y="13952"/>
                            </a:lnTo>
                            <a:lnTo>
                              <a:pt x="7819" y="18742"/>
                            </a:lnTo>
                            <a:lnTo>
                              <a:pt x="6178" y="20339"/>
                            </a:lnTo>
                            <a:close/>
                            <a:moveTo>
                              <a:pt x="18360" y="13868"/>
                            </a:moveTo>
                            <a:cubicBezTo>
                              <a:pt x="17842" y="14456"/>
                              <a:pt x="15509" y="16641"/>
                              <a:pt x="14991" y="16893"/>
                            </a:cubicBezTo>
                            <a:lnTo>
                              <a:pt x="8511" y="16893"/>
                            </a:lnTo>
                            <a:cubicBezTo>
                              <a:pt x="8079" y="16893"/>
                              <a:pt x="7819" y="16977"/>
                              <a:pt x="7560" y="17145"/>
                            </a:cubicBezTo>
                            <a:lnTo>
                              <a:pt x="4536" y="14204"/>
                            </a:lnTo>
                            <a:lnTo>
                              <a:pt x="6005" y="12775"/>
                            </a:lnTo>
                            <a:cubicBezTo>
                              <a:pt x="6437" y="12355"/>
                              <a:pt x="7128" y="12019"/>
                              <a:pt x="7560" y="12019"/>
                            </a:cubicBezTo>
                            <a:lnTo>
                              <a:pt x="9893" y="12019"/>
                            </a:lnTo>
                            <a:cubicBezTo>
                              <a:pt x="10066" y="12019"/>
                              <a:pt x="10411" y="12271"/>
                              <a:pt x="10671" y="12439"/>
                            </a:cubicBezTo>
                            <a:cubicBezTo>
                              <a:pt x="11016" y="12691"/>
                              <a:pt x="11275" y="12943"/>
                              <a:pt x="11621" y="12943"/>
                            </a:cubicBezTo>
                            <a:lnTo>
                              <a:pt x="14040" y="12943"/>
                            </a:lnTo>
                            <a:cubicBezTo>
                              <a:pt x="14645" y="12943"/>
                              <a:pt x="14991" y="13279"/>
                              <a:pt x="14991" y="13616"/>
                            </a:cubicBezTo>
                            <a:cubicBezTo>
                              <a:pt x="14991" y="13784"/>
                              <a:pt x="14904" y="13952"/>
                              <a:pt x="14818" y="14036"/>
                            </a:cubicBezTo>
                            <a:cubicBezTo>
                              <a:pt x="14645" y="14204"/>
                              <a:pt x="14386" y="14288"/>
                              <a:pt x="14127" y="14288"/>
                            </a:cubicBezTo>
                            <a:lnTo>
                              <a:pt x="10411" y="14288"/>
                            </a:lnTo>
                            <a:lnTo>
                              <a:pt x="10411" y="15212"/>
                            </a:lnTo>
                            <a:lnTo>
                              <a:pt x="14127" y="15212"/>
                            </a:lnTo>
                            <a:cubicBezTo>
                              <a:pt x="15336" y="15212"/>
                              <a:pt x="16027" y="14372"/>
                              <a:pt x="16027" y="13616"/>
                            </a:cubicBezTo>
                            <a:cubicBezTo>
                              <a:pt x="16027" y="13531"/>
                              <a:pt x="16027" y="13363"/>
                              <a:pt x="16027" y="13279"/>
                            </a:cubicBezTo>
                            <a:lnTo>
                              <a:pt x="17669" y="12439"/>
                            </a:lnTo>
                            <a:cubicBezTo>
                              <a:pt x="17755" y="12355"/>
                              <a:pt x="17842" y="12355"/>
                              <a:pt x="17842" y="12271"/>
                            </a:cubicBezTo>
                            <a:cubicBezTo>
                              <a:pt x="18360" y="11262"/>
                              <a:pt x="18792" y="10842"/>
                              <a:pt x="19397" y="10674"/>
                            </a:cubicBezTo>
                            <a:cubicBezTo>
                              <a:pt x="19915" y="10590"/>
                              <a:pt x="20347" y="10674"/>
                              <a:pt x="20520" y="10758"/>
                            </a:cubicBezTo>
                            <a:cubicBezTo>
                              <a:pt x="19915" y="11766"/>
                              <a:pt x="18619" y="13616"/>
                              <a:pt x="18360" y="13868"/>
                            </a:cubicBezTo>
                            <a:close/>
                          </a:path>
                        </a:pathLst>
                      </a:custGeom>
                      <a:solidFill>
                        <a:schemeClr val="accent1"/>
                      </a:solidFill>
                      <a:ln w="12700">
                        <a:miter lim="400000"/>
                      </a:ln>
                    </wps:spPr>
                    <wps:bodyPr lIns="38100" tIns="38100" rIns="38100" bIns="38100" anchor="ctr"/>
                  </wps:wsp>
                </a:graphicData>
              </a:graphic>
            </wp:anchor>
          </w:drawing>
        </mc:Choice>
        <mc:Fallback>
          <w:pict>
            <v:shape w14:anchorId="24C08975" id="Shape" o:spid="_x0000_s1026" style="position:absolute;margin-left:13.4pt;margin-top:48.2pt;width:24.9pt;height:25.7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27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" path="m21471,10338v-346,-505,-1296,-841,-2333,-589c19051,9749,18879,9833,18792,9833r,-2353l19743,7480r,-3614l16287,3866v86,-84,259,-168,345,-252c17151,3194,17410,2689,17496,2185v87,-504,-86,-1092,-518,-1513c16546,252,15941,,15336,v-605,,-1123,168,-1555,588c13349,1009,13003,1597,12744,2185v-173,-336,-345,-672,-691,-1008c11707,840,11275,672,10757,672v-518,,-1037,252,-1382,589c9029,1597,8943,2101,8943,2521v86,421,259,841,691,1177c9720,3782,9720,3782,9807,3866r-4148,l5659,7480r951,l6610,11262v-519,168,-951,505,-1296,841l3759,13616r-605,-589c2981,12859,2635,12859,2463,13027l130,15296v-173,169,-173,505,,673l5746,21432v86,84,173,168,345,168c6264,21600,6351,21516,6437,21432l8770,19163v173,-168,173,-505,,-673l8251,17986v87,,87,,173,l14904,17986v864,,4061,-3278,4061,-3362c19311,14204,20952,11935,21384,10842v173,-252,173,-420,87,-504xm17755,10422v-259,336,-518,672,-777,1176l15423,12355v-260,-168,-519,-336,-864,-420l14559,7396r3196,l17755,10422r,xm11794,4707r432,l12226,4707r518,l13263,4707r,l13695,4707r,7228l11880,11935r,-7228l11794,4707xm18706,6472r-4147,l14559,4707r4147,l18706,6472xm14386,1177v259,-253,605,-337,864,-337c15595,840,15941,1009,16200,1261v173,252,259,504,259,756c16459,2353,16200,2605,15941,2858v-691,588,-1987,840,-2678,924c13349,2942,13695,1765,14386,1177xm10066,1765v173,-168,432,-252,605,-252c10930,1513,11103,1597,11275,1765v519,420,692,1345,778,1933c11275,3614,10671,3362,10239,2858,9979,2689,9893,2437,9893,2269v,-168,86,-336,173,-504xm6696,4707r4147,l10843,6472r-4147,l6696,4707xm10843,7396r,3950c10584,11178,10239,11010,9893,11010r-2333,l7560,7396r3283,xm6178,20339l1253,15549,2895,13952r4924,4790l6178,20339xm18360,13868v-518,588,-2851,2773,-3369,3025l8511,16893v-432,,-692,84,-951,252l4536,14204,6005,12775v432,-420,1123,-756,1555,-756l9893,12019v173,,518,252,778,420c11016,12691,11275,12943,11621,12943r2419,c14645,12943,14991,13279,14991,13616v,168,-87,336,-173,420c14645,14204,14386,14288,14127,14288r-3716,l10411,15212r3716,c15336,15212,16027,14372,16027,13616v,-85,,-253,,-337l17669,12439v86,-84,173,-84,173,-168c18360,11262,18792,10842,19397,10674v518,-84,950,,1123,84c19915,11766,18619,13616,18360,13868xe" fillcolor="#25364e [3204]" stroked="f" strokeweight="1pt">
              <v:stroke miterlimit="4" joinstyle="miter"/>
              <v:path arrowok="t" o:extrusionok="f" o:connecttype="custom" o:connectlocs="158216,163196;158216,163196;158216,163196;158216,163196" o:connectangles="0,90,180,270"/>
            </v:shape>
          </w:pict>
        </mc:Fallback>
      </mc:AlternateContent>
    </w:r>
    <w:r w:rsidR="00832FF1"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40AC0E5C" wp14:editId="23AFC913">
              <wp:simplePos x="0" y="0"/>
              <wp:positionH relativeFrom="column">
                <wp:posOffset>-295275</wp:posOffset>
              </wp:positionH>
              <wp:positionV relativeFrom="paragraph">
                <wp:posOffset>3232422</wp:posOffset>
              </wp:positionV>
              <wp:extent cx="6400801" cy="2744470"/>
              <wp:effectExtent l="0" t="0" r="0" b="0"/>
              <wp:wrapNone/>
              <wp:docPr id="97" name="Group 9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00801" cy="2744470"/>
                        <a:chOff x="0" y="0"/>
                        <a:chExt cx="6400801" cy="2744470"/>
                      </a:xfrm>
                    </wpg:grpSpPr>
                    <wpg:grpSp>
                      <wpg:cNvPr id="113" name="Group 1"/>
                      <wpg:cNvGrpSpPr/>
                      <wpg:grpSpPr>
                        <a:xfrm>
                          <a:off x="0" y="0"/>
                          <a:ext cx="6400801" cy="2744470"/>
                          <a:chOff x="0" y="0"/>
                          <a:chExt cx="6400801" cy="2744470"/>
                        </a:xfrm>
                      </wpg:grpSpPr>
                      <wpg:grpSp>
                        <wpg:cNvPr id="117" name="Group 117"/>
                        <wpg:cNvGrpSpPr/>
                        <wpg:grpSpPr>
                          <a:xfrm>
                            <a:off x="0" y="0"/>
                            <a:ext cx="6398261" cy="2740661"/>
                            <a:chOff x="0" y="0"/>
                            <a:chExt cx="6398261" cy="2740661"/>
                          </a:xfrm>
                        </wpg:grpSpPr>
                        <wps:wsp>
                          <wps:cNvPr id="118" name="Shape"/>
                          <wps:cNvSpPr/>
                          <wps:spPr>
                            <a:xfrm>
                              <a:off x="0" y="0"/>
                              <a:ext cx="6398261" cy="27406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0" y="21600"/>
                                  </a:moveTo>
                                  <a:lnTo>
                                    <a:pt x="6988" y="21600"/>
                                  </a:lnTo>
                                  <a:lnTo>
                                    <a:pt x="0" y="5315"/>
                                  </a:lnTo>
                                  <a:lnTo>
                                    <a:pt x="0" y="21600"/>
                                  </a:lnTo>
                                  <a:close/>
                                  <a:moveTo>
                                    <a:pt x="8643" y="0"/>
                                  </a:moveTo>
                                  <a:lnTo>
                                    <a:pt x="17913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86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alpha val="5000"/>
                              </a:schemeClr>
                            </a:solidFill>
                            <a:ln w="63500">
                              <a:noFill/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  <wps:wsp>
                          <wps:cNvPr id="119" name="Shape"/>
                          <wps:cNvSpPr/>
                          <wps:spPr>
                            <a:xfrm>
                              <a:off x="0" y="0"/>
                              <a:ext cx="6398261" cy="27406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0" y="21600"/>
                                  </a:moveTo>
                                  <a:lnTo>
                                    <a:pt x="5098" y="21600"/>
                                  </a:lnTo>
                                  <a:lnTo>
                                    <a:pt x="0" y="9719"/>
                                  </a:lnTo>
                                  <a:lnTo>
                                    <a:pt x="0" y="21600"/>
                                  </a:lnTo>
                                  <a:close/>
                                  <a:moveTo>
                                    <a:pt x="10097" y="0"/>
                                  </a:moveTo>
                                  <a:lnTo>
                                    <a:pt x="19366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100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alpha val="5000"/>
                              </a:schemeClr>
                            </a:solidFill>
                            <a:ln w="63500">
                              <a:noFill/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</wpg:grpSp>
                      <wps:wsp>
                        <wps:cNvPr id="120" name="Shape"/>
                        <wps:cNvSpPr/>
                        <wps:spPr>
                          <a:xfrm>
                            <a:off x="0" y="0"/>
                            <a:ext cx="6398261" cy="274066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2860" y="21600"/>
                                </a:lnTo>
                                <a:lnTo>
                                  <a:pt x="0" y="14934"/>
                                </a:lnTo>
                                <a:lnTo>
                                  <a:pt x="0" y="21600"/>
                                </a:lnTo>
                                <a:close/>
                                <a:moveTo>
                                  <a:pt x="1441" y="10950"/>
                                </a:moveTo>
                                <a:lnTo>
                                  <a:pt x="0" y="7597"/>
                                </a:lnTo>
                                <a:lnTo>
                                  <a:pt x="0" y="10870"/>
                                </a:lnTo>
                                <a:lnTo>
                                  <a:pt x="767" y="12662"/>
                                </a:lnTo>
                                <a:lnTo>
                                  <a:pt x="1441" y="10950"/>
                                </a:lnTo>
                                <a:close/>
                                <a:moveTo>
                                  <a:pt x="19306" y="0"/>
                                </a:moveTo>
                                <a:lnTo>
                                  <a:pt x="18029" y="2983"/>
                                </a:lnTo>
                                <a:lnTo>
                                  <a:pt x="21600" y="11300"/>
                                </a:lnTo>
                                <a:lnTo>
                                  <a:pt x="21600" y="0"/>
                                </a:lnTo>
                                <a:lnTo>
                                  <a:pt x="19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1" name="Shape"/>
                        <wps:cNvSpPr/>
                        <wps:spPr>
                          <a:xfrm>
                            <a:off x="1" y="0"/>
                            <a:ext cx="6398261" cy="274066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3670" y="19518"/>
                                </a:moveTo>
                                <a:lnTo>
                                  <a:pt x="4562" y="21600"/>
                                </a:lnTo>
                                <a:lnTo>
                                  <a:pt x="5968" y="21600"/>
                                </a:lnTo>
                                <a:lnTo>
                                  <a:pt x="4343" y="17806"/>
                                </a:lnTo>
                                <a:lnTo>
                                  <a:pt x="3670" y="19518"/>
                                </a:lnTo>
                                <a:close/>
                                <a:moveTo>
                                  <a:pt x="20181" y="0"/>
                                </a:moveTo>
                                <a:lnTo>
                                  <a:pt x="18775" y="0"/>
                                </a:lnTo>
                                <a:lnTo>
                                  <a:pt x="21596" y="6576"/>
                                </a:lnTo>
                                <a:lnTo>
                                  <a:pt x="21596" y="3303"/>
                                </a:lnTo>
                                <a:lnTo>
                                  <a:pt x="20181" y="0"/>
                                </a:lnTo>
                                <a:close/>
                                <a:moveTo>
                                  <a:pt x="0" y="20909"/>
                                </a:moveTo>
                                <a:lnTo>
                                  <a:pt x="1826" y="16655"/>
                                </a:lnTo>
                                <a:lnTo>
                                  <a:pt x="0" y="12401"/>
                                </a:lnTo>
                                <a:lnTo>
                                  <a:pt x="0" y="20909"/>
                                </a:lnTo>
                                <a:close/>
                                <a:moveTo>
                                  <a:pt x="19122" y="10079"/>
                                </a:moveTo>
                                <a:lnTo>
                                  <a:pt x="21600" y="15855"/>
                                </a:lnTo>
                                <a:lnTo>
                                  <a:pt x="21600" y="12582"/>
                                </a:lnTo>
                                <a:lnTo>
                                  <a:pt x="19795" y="8378"/>
                                </a:lnTo>
                                <a:lnTo>
                                  <a:pt x="19122" y="100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alpha val="5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2" name="Shape"/>
                        <wps:cNvSpPr/>
                        <wps:spPr>
                          <a:xfrm>
                            <a:off x="431800" y="1181099"/>
                            <a:ext cx="5969001" cy="1563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2693" y="21600"/>
                                </a:lnTo>
                                <a:lnTo>
                                  <a:pt x="1347" y="16476"/>
                                </a:lnTo>
                                <a:lnTo>
                                  <a:pt x="0" y="21600"/>
                                </a:lnTo>
                                <a:close/>
                                <a:moveTo>
                                  <a:pt x="19298" y="8773"/>
                                </a:moveTo>
                                <a:lnTo>
                                  <a:pt x="21600" y="17547"/>
                                </a:lnTo>
                                <a:lnTo>
                                  <a:pt x="21600" y="0"/>
                                </a:lnTo>
                                <a:lnTo>
                                  <a:pt x="19298" y="87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alpha val="5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s:wsp>
                      <wps:cNvPr id="123" name="Freeform 16"/>
                      <wps:cNvSpPr>
                        <a:spLocks/>
                      </wps:cNvSpPr>
                      <wps:spPr bwMode="auto">
                        <a:xfrm>
                          <a:off x="212272" y="220436"/>
                          <a:ext cx="5956216" cy="2392045"/>
                        </a:xfrm>
                        <a:custGeom>
                          <a:avLst/>
                          <a:gdLst>
                            <a:gd name="T0" fmla="*/ 0 w 9380"/>
                            <a:gd name="T1" fmla="*/ 0 h 3767"/>
                            <a:gd name="T2" fmla="*/ 9379 w 9380"/>
                            <a:gd name="T3" fmla="*/ 0 h 3767"/>
                            <a:gd name="T4" fmla="*/ 9379 w 9380"/>
                            <a:gd name="T5" fmla="*/ 3766 h 3767"/>
                            <a:gd name="T6" fmla="*/ 0 w 9380"/>
                            <a:gd name="T7" fmla="*/ 3766 h 3767"/>
                            <a:gd name="T8" fmla="*/ 0 w 9380"/>
                            <a:gd name="T9" fmla="*/ 0 h 37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80" h="3767">
                              <a:moveTo>
                                <a:pt x="0" y="0"/>
                              </a:moveTo>
                              <a:lnTo>
                                <a:pt x="9379" y="0"/>
                              </a:lnTo>
                              <a:lnTo>
                                <a:pt x="9379" y="3766"/>
                              </a:lnTo>
                              <a:lnTo>
                                <a:pt x="0" y="37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C2B4AAA" id="Group 97" o:spid="_x0000_s1026" style="position:absolute;margin-left:-23.25pt;margin-top:254.5pt;width:7in;height:216.1pt;z-index:-251652096" coordsize="64008,27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">
              <v:group id="Group 1" o:spid="_x0000_s1027" style="position:absolute;width:64008;height:27444" coordsize="64008,27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<v:group id="Group 117" o:spid="_x0000_s1028" style="position:absolute;width:63982;height:27406" coordsize="63982,27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Shape" o:spid="_x0000_s1029" style="position:absolute;width:63982;height:274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" path="m,21600r6988,l,5315,,21600xm8643,r9270,21600l21600,21600,21600,,8643,xe" fillcolor="#434244 [3215]" stroked="f" strokeweight="5pt">
                    <v:fill opacity="3341f"/>
                    <v:stroke miterlimit="4" joinstyle="miter"/>
                    <v:path arrowok="t" o:extrusionok="f" o:connecttype="custom" o:connectlocs="3199131,1370331;3199131,1370331;3199131,1370331;3199131,1370331" o:connectangles="0,90,180,270"/>
                  </v:shape>
                  <v:shape id="Shape" o:spid="_x0000_s1030" style="position:absolute;width:63982;height:274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" path="m,21600r5098,l,9719,,21600xm10097,r9269,21600l21600,21600,21600,,10097,xe" fillcolor="#434244 [3215]" stroked="f" strokeweight="5pt">
                    <v:fill opacity="3341f"/>
                    <v:stroke miterlimit="4" joinstyle="miter"/>
                    <v:path arrowok="t" o:extrusionok="f" o:connecttype="custom" o:connectlocs="3199131,1370331;3199131,1370331;3199131,1370331;3199131,1370331" o:connectangles="0,90,180,270"/>
                  </v:shape>
                </v:group>
                <v:shape id="Shape" o:spid="_x0000_s1031" style="position:absolute;width:63982;height:274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" path="m,21600r2860,l,14934r,6666xm1441,10950l,7597r,3273l767,12662r674,-1712xm19306,l18029,2983r3571,8317l21600,,19306,xe" fillcolor="#25364e [3204]" stroked="f" strokeweight="1pt">
                  <v:stroke miterlimit="4" joinstyle="miter"/>
                  <v:path arrowok="t" o:extrusionok="f" o:connecttype="custom" o:connectlocs="3199131,1370331;3199131,1370331;3199131,1370331;3199131,1370331" o:connectangles="0,90,180,270"/>
                </v:shape>
                <v:shape id="Shape" o:spid="_x0000_s1032" style="position:absolute;width:63982;height:274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" path="m3670,19518r892,2082l5968,21600,4343,17806r-673,1712xm20181,l18775,r2821,6576l21596,3303,20181,xm,20909l1826,16655,,12401r,8508xm19122,10079r2478,5776l21600,12582,19795,8378r-673,1701xe" fillcolor="#22bac6 [3207]" stroked="f" strokeweight="1pt">
                  <v:fill opacity="32896f"/>
                  <v:stroke miterlimit="4" joinstyle="miter"/>
                  <v:path arrowok="t" o:extrusionok="f" o:connecttype="custom" o:connectlocs="3199131,1370330;3199131,1370330;3199131,1370330;3199131,1370330" o:connectangles="0,90,180,270"/>
                </v:shape>
                <v:shape id="Shape" o:spid="_x0000_s1033" style="position:absolute;left:4318;top:11810;width:59690;height:1563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" path="m,21600r2693,l1347,16476,,21600xm19298,8773r2302,8774l21600,,19298,8773xe" fillcolor="#3f96d2 [3206]" stroked="f" strokeweight="1pt">
                  <v:fill opacity="32896f"/>
                  <v:stroke miterlimit="4" joinstyle="miter"/>
                  <v:path arrowok="t" o:extrusionok="f" o:connecttype="custom" o:connectlocs="2984501,781686;2984501,781686;2984501,781686;2984501,781686" o:connectangles="0,90,180,270"/>
                </v:shape>
              </v:group>
              <v:shape id="Freeform 16" o:spid="_x0000_s1034" style="position:absolute;left:2122;top:2204;width:59562;height:23920;visibility:visible;mso-wrap-style:square;v-text-anchor:top" coordsize="9380,3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" path="m,l9379,r,3766l,3766,,xe" stroked="f">
                <v:fill opacity="52428f"/>
                <v:path arrowok="t" o:connecttype="custom" o:connectlocs="0,0;5955581,0;5955581,2391410;0,2391410;0,0" o:connectangles="0,0,0,0,0"/>
              </v:shape>
            </v:group>
          </w:pict>
        </mc:Fallback>
      </mc:AlternateContent>
    </w:r>
    <w:r w:rsidR="00832FF1"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9C195BA" wp14:editId="0299C06A">
              <wp:simplePos x="0" y="0"/>
              <wp:positionH relativeFrom="column">
                <wp:posOffset>-295729</wp:posOffset>
              </wp:positionH>
              <wp:positionV relativeFrom="paragraph">
                <wp:posOffset>204107</wp:posOffset>
              </wp:positionV>
              <wp:extent cx="6400801" cy="2744470"/>
              <wp:effectExtent l="0" t="0" r="0" b="0"/>
              <wp:wrapNone/>
              <wp:docPr id="9" name="Group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00801" cy="2744470"/>
                        <a:chOff x="0" y="0"/>
                        <a:chExt cx="6400801" cy="2744470"/>
                      </a:xfrm>
                    </wpg:grpSpPr>
                    <wpg:grpSp>
                      <wpg:cNvPr id="3" name="Group 1"/>
                      <wpg:cNvGrpSpPr/>
                      <wpg:grpSpPr>
                        <a:xfrm>
                          <a:off x="0" y="0"/>
                          <a:ext cx="6400801" cy="2744470"/>
                          <a:chOff x="0" y="0"/>
                          <a:chExt cx="6400801" cy="2744470"/>
                        </a:xfrm>
                      </wpg:grpSpPr>
                      <wpg:grpSp>
                        <wpg:cNvPr id="4" name="Group 3"/>
                        <wpg:cNvGrpSpPr/>
                        <wpg:grpSpPr>
                          <a:xfrm>
                            <a:off x="0" y="0"/>
                            <a:ext cx="6398261" cy="2740661"/>
                            <a:chOff x="0" y="0"/>
                            <a:chExt cx="6398261" cy="2740661"/>
                          </a:xfrm>
                        </wpg:grpSpPr>
                        <wps:wsp>
                          <wps:cNvPr id="7" name="Shape"/>
                          <wps:cNvSpPr/>
                          <wps:spPr>
                            <a:xfrm>
                              <a:off x="0" y="0"/>
                              <a:ext cx="6398261" cy="27406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0" y="21600"/>
                                  </a:moveTo>
                                  <a:lnTo>
                                    <a:pt x="6988" y="21600"/>
                                  </a:lnTo>
                                  <a:lnTo>
                                    <a:pt x="0" y="5315"/>
                                  </a:lnTo>
                                  <a:lnTo>
                                    <a:pt x="0" y="21600"/>
                                  </a:lnTo>
                                  <a:close/>
                                  <a:moveTo>
                                    <a:pt x="8643" y="0"/>
                                  </a:moveTo>
                                  <a:lnTo>
                                    <a:pt x="17913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86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alpha val="5000"/>
                              </a:schemeClr>
                            </a:solidFill>
                            <a:ln w="63500">
                              <a:noFill/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  <wps:wsp>
                          <wps:cNvPr id="8" name="Shape"/>
                          <wps:cNvSpPr/>
                          <wps:spPr>
                            <a:xfrm>
                              <a:off x="0" y="0"/>
                              <a:ext cx="6398261" cy="27406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0" y="21600"/>
                                  </a:moveTo>
                                  <a:lnTo>
                                    <a:pt x="5098" y="21600"/>
                                  </a:lnTo>
                                  <a:lnTo>
                                    <a:pt x="0" y="9719"/>
                                  </a:lnTo>
                                  <a:lnTo>
                                    <a:pt x="0" y="21600"/>
                                  </a:lnTo>
                                  <a:close/>
                                  <a:moveTo>
                                    <a:pt x="10097" y="0"/>
                                  </a:moveTo>
                                  <a:lnTo>
                                    <a:pt x="19366" y="21600"/>
                                  </a:lnTo>
                                  <a:lnTo>
                                    <a:pt x="216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100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alpha val="5000"/>
                              </a:schemeClr>
                            </a:solidFill>
                            <a:ln w="63500">
                              <a:noFill/>
                              <a:miter lim="400000"/>
                            </a:ln>
                          </wps:spPr>
                          <wps:bodyPr lIns="38100" tIns="38100" rIns="38100" bIns="38100" anchor="ctr"/>
                        </wps:wsp>
                      </wpg:grpSp>
                      <wps:wsp>
                        <wps:cNvPr id="5" name="Shape"/>
                        <wps:cNvSpPr/>
                        <wps:spPr>
                          <a:xfrm>
                            <a:off x="0" y="0"/>
                            <a:ext cx="6398261" cy="274066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2860" y="21600"/>
                                </a:lnTo>
                                <a:lnTo>
                                  <a:pt x="0" y="14934"/>
                                </a:lnTo>
                                <a:lnTo>
                                  <a:pt x="0" y="21600"/>
                                </a:lnTo>
                                <a:close/>
                                <a:moveTo>
                                  <a:pt x="1441" y="10950"/>
                                </a:moveTo>
                                <a:lnTo>
                                  <a:pt x="0" y="7597"/>
                                </a:lnTo>
                                <a:lnTo>
                                  <a:pt x="0" y="10870"/>
                                </a:lnTo>
                                <a:lnTo>
                                  <a:pt x="767" y="12662"/>
                                </a:lnTo>
                                <a:lnTo>
                                  <a:pt x="1441" y="10950"/>
                                </a:lnTo>
                                <a:close/>
                                <a:moveTo>
                                  <a:pt x="19306" y="0"/>
                                </a:moveTo>
                                <a:lnTo>
                                  <a:pt x="18029" y="2983"/>
                                </a:lnTo>
                                <a:lnTo>
                                  <a:pt x="21600" y="11300"/>
                                </a:lnTo>
                                <a:lnTo>
                                  <a:pt x="21600" y="0"/>
                                </a:lnTo>
                                <a:lnTo>
                                  <a:pt x="19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" name="Shape"/>
                        <wps:cNvSpPr/>
                        <wps:spPr>
                          <a:xfrm>
                            <a:off x="1" y="0"/>
                            <a:ext cx="6398261" cy="274066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3670" y="19518"/>
                                </a:moveTo>
                                <a:lnTo>
                                  <a:pt x="4562" y="21600"/>
                                </a:lnTo>
                                <a:lnTo>
                                  <a:pt x="5968" y="21600"/>
                                </a:lnTo>
                                <a:lnTo>
                                  <a:pt x="4343" y="17806"/>
                                </a:lnTo>
                                <a:lnTo>
                                  <a:pt x="3670" y="19518"/>
                                </a:lnTo>
                                <a:close/>
                                <a:moveTo>
                                  <a:pt x="20181" y="0"/>
                                </a:moveTo>
                                <a:lnTo>
                                  <a:pt x="18775" y="0"/>
                                </a:lnTo>
                                <a:lnTo>
                                  <a:pt x="21596" y="6576"/>
                                </a:lnTo>
                                <a:lnTo>
                                  <a:pt x="21596" y="3303"/>
                                </a:lnTo>
                                <a:lnTo>
                                  <a:pt x="20181" y="0"/>
                                </a:lnTo>
                                <a:close/>
                                <a:moveTo>
                                  <a:pt x="0" y="20909"/>
                                </a:moveTo>
                                <a:lnTo>
                                  <a:pt x="1826" y="16655"/>
                                </a:lnTo>
                                <a:lnTo>
                                  <a:pt x="0" y="12401"/>
                                </a:lnTo>
                                <a:lnTo>
                                  <a:pt x="0" y="20909"/>
                                </a:lnTo>
                                <a:close/>
                                <a:moveTo>
                                  <a:pt x="19122" y="10079"/>
                                </a:moveTo>
                                <a:lnTo>
                                  <a:pt x="21600" y="15855"/>
                                </a:lnTo>
                                <a:lnTo>
                                  <a:pt x="21600" y="12582"/>
                                </a:lnTo>
                                <a:lnTo>
                                  <a:pt x="19795" y="8378"/>
                                </a:lnTo>
                                <a:lnTo>
                                  <a:pt x="19122" y="100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alpha val="5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0" name="Shape"/>
                        <wps:cNvSpPr/>
                        <wps:spPr>
                          <a:xfrm>
                            <a:off x="431800" y="1181099"/>
                            <a:ext cx="5969001" cy="1563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2693" y="21600"/>
                                </a:lnTo>
                                <a:lnTo>
                                  <a:pt x="1347" y="16476"/>
                                </a:lnTo>
                                <a:lnTo>
                                  <a:pt x="0" y="21600"/>
                                </a:lnTo>
                                <a:close/>
                                <a:moveTo>
                                  <a:pt x="19298" y="8773"/>
                                </a:moveTo>
                                <a:lnTo>
                                  <a:pt x="21600" y="17547"/>
                                </a:lnTo>
                                <a:lnTo>
                                  <a:pt x="21600" y="0"/>
                                </a:lnTo>
                                <a:lnTo>
                                  <a:pt x="19298" y="87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alpha val="50000"/>
                            </a:schemeClr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s:wsp>
                      <wps:cNvPr id="95" name="Freeform 16"/>
                      <wps:cNvSpPr>
                        <a:spLocks/>
                      </wps:cNvSpPr>
                      <wps:spPr bwMode="auto">
                        <a:xfrm>
                          <a:off x="212272" y="220436"/>
                          <a:ext cx="5956216" cy="2392045"/>
                        </a:xfrm>
                        <a:custGeom>
                          <a:avLst/>
                          <a:gdLst>
                            <a:gd name="T0" fmla="*/ 0 w 9380"/>
                            <a:gd name="T1" fmla="*/ 0 h 3767"/>
                            <a:gd name="T2" fmla="*/ 9379 w 9380"/>
                            <a:gd name="T3" fmla="*/ 0 h 3767"/>
                            <a:gd name="T4" fmla="*/ 9379 w 9380"/>
                            <a:gd name="T5" fmla="*/ 3766 h 3767"/>
                            <a:gd name="T6" fmla="*/ 0 w 9380"/>
                            <a:gd name="T7" fmla="*/ 3766 h 3767"/>
                            <a:gd name="T8" fmla="*/ 0 w 9380"/>
                            <a:gd name="T9" fmla="*/ 0 h 37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80" h="3767">
                              <a:moveTo>
                                <a:pt x="0" y="0"/>
                              </a:moveTo>
                              <a:lnTo>
                                <a:pt x="9379" y="0"/>
                              </a:lnTo>
                              <a:lnTo>
                                <a:pt x="9379" y="3766"/>
                              </a:lnTo>
                              <a:lnTo>
                                <a:pt x="0" y="37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FCFA80A" id="Group 9" o:spid="_x0000_s1026" style="position:absolute;margin-left:-23.3pt;margin-top:16.05pt;width:7in;height:216.1pt;z-index:-251658240" coordsize="64008,27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">
              <v:group id="Group 1" o:spid="_x0000_s1027" style="position:absolute;width:64008;height:27444" coordsize="64008,27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group id="Group 3" o:spid="_x0000_s1028" style="position:absolute;width:63982;height:27406" coordsize="63982,27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Shape" o:spid="_x0000_s1029" style="position:absolute;width:63982;height:274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" path="m,21600r6988,l,5315,,21600xm8643,r9270,21600l21600,21600,21600,,8643,xe" fillcolor="#434244 [3215]" stroked="f" strokeweight="5pt">
                    <v:fill opacity="3341f"/>
                    <v:stroke miterlimit="4" joinstyle="miter"/>
                    <v:path arrowok="t" o:extrusionok="f" o:connecttype="custom" o:connectlocs="3199131,1370331;3199131,1370331;3199131,1370331;3199131,1370331" o:connectangles="0,90,180,270"/>
                  </v:shape>
                  <v:shape id="Shape" o:spid="_x0000_s1030" style="position:absolute;width:63982;height:274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" path="m,21600r5098,l,9719,,21600xm10097,r9269,21600l21600,21600,21600,,10097,xe" fillcolor="#434244 [3215]" stroked="f" strokeweight="5pt">
                    <v:fill opacity="3341f"/>
                    <v:stroke miterlimit="4" joinstyle="miter"/>
                    <v:path arrowok="t" o:extrusionok="f" o:connecttype="custom" o:connectlocs="3199131,1370331;3199131,1370331;3199131,1370331;3199131,1370331" o:connectangles="0,90,180,270"/>
                  </v:shape>
                </v:group>
                <v:shape id="Shape" o:spid="_x0000_s1031" style="position:absolute;width:63982;height:274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" path="m,21600r2860,l,14934r,6666xm1441,10950l,7597r,3273l767,12662r674,-1712xm19306,l18029,2983r3571,8317l21600,,19306,xe" fillcolor="#25364e [3204]" stroked="f" strokeweight="1pt">
                  <v:stroke miterlimit="4" joinstyle="miter"/>
                  <v:path arrowok="t" o:extrusionok="f" o:connecttype="custom" o:connectlocs="3199131,1370331;3199131,1370331;3199131,1370331;3199131,1370331" o:connectangles="0,90,180,270"/>
                </v:shape>
                <v:shape id="Shape" o:spid="_x0000_s1032" style="position:absolute;width:63982;height:274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" path="m3670,19518r892,2082l5968,21600,4343,17806r-673,1712xm20181,l18775,r2821,6576l21596,3303,20181,xm,20909l1826,16655,,12401r,8508xm19122,10079r2478,5776l21600,12582,19795,8378r-673,1701xe" fillcolor="#22bac6 [3207]" stroked="f" strokeweight="1pt">
                  <v:fill opacity="32896f"/>
                  <v:stroke miterlimit="4" joinstyle="miter"/>
                  <v:path arrowok="t" o:extrusionok="f" o:connecttype="custom" o:connectlocs="3199131,1370330;3199131,1370330;3199131,1370330;3199131,1370330" o:connectangles="0,90,180,270"/>
                </v:shape>
                <v:shape id="Shape" o:spid="_x0000_s1033" style="position:absolute;left:4318;top:11810;width:59690;height:1563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" path="m,21600r2693,l1347,16476,,21600xm19298,8773r2302,8774l21600,,19298,8773xe" fillcolor="#3f96d2 [3206]" stroked="f" strokeweight="1pt">
                  <v:fill opacity="32896f"/>
                  <v:stroke miterlimit="4" joinstyle="miter"/>
                  <v:path arrowok="t" o:extrusionok="f" o:connecttype="custom" o:connectlocs="2984501,781686;2984501,781686;2984501,781686;2984501,781686" o:connectangles="0,90,180,270"/>
                </v:shape>
              </v:group>
              <v:shape id="Freeform 16" o:spid="_x0000_s1034" style="position:absolute;left:2122;top:2204;width:59562;height:23920;visibility:visible;mso-wrap-style:square;v-text-anchor:top" coordsize="9380,3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" path="m,l9379,r,3766l,3766,,xe" stroked="f">
                <v:fill opacity="52428f"/>
                <v:path arrowok="t" o:connecttype="custom" o:connectlocs="0,0;5955581,0;5955581,2391410;0,2391410;0,0" o:connectangles="0,0,0,0,0"/>
              </v:shape>
            </v:group>
          </w:pict>
        </mc:Fallback>
      </mc:AlternateContent>
    </w:r>
    <w:r w:rsidR="00526864"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removePersonalInformation/>
  <w:removeDateAndTime/>
  <w:embedSystemFonts/>
  <w:bordersDoNotSurroundHeader/>
  <w:bordersDoNotSurroundFooter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CD"/>
    <w:rsid w:val="000105F9"/>
    <w:rsid w:val="000C6F1D"/>
    <w:rsid w:val="001D786B"/>
    <w:rsid w:val="002F4BD8"/>
    <w:rsid w:val="00305659"/>
    <w:rsid w:val="00352061"/>
    <w:rsid w:val="00361BFC"/>
    <w:rsid w:val="00372F9F"/>
    <w:rsid w:val="00410D35"/>
    <w:rsid w:val="00435BF2"/>
    <w:rsid w:val="00467ACD"/>
    <w:rsid w:val="00526864"/>
    <w:rsid w:val="00527853"/>
    <w:rsid w:val="005548B9"/>
    <w:rsid w:val="005950EC"/>
    <w:rsid w:val="00832FF1"/>
    <w:rsid w:val="00A833D2"/>
    <w:rsid w:val="00B52BF4"/>
    <w:rsid w:val="00B530CE"/>
    <w:rsid w:val="00CA01FB"/>
    <w:rsid w:val="00DC5EB3"/>
    <w:rsid w:val="00DE67FD"/>
    <w:rsid w:val="00E302D4"/>
    <w:rsid w:val="00E6597A"/>
    <w:rsid w:val="00F72472"/>
    <w:rsid w:val="00F97F18"/>
    <w:rsid w:val="00FD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3F652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semiHidden="1" w:uiPriority="9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uiPriority w:val="1"/>
    <w:qFormat/>
    <w:rsid w:val="001D786B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semiHidden/>
    <w:rPr>
      <w:sz w:val="24"/>
      <w:szCs w:val="24"/>
    </w:rPr>
  </w:style>
  <w:style w:type="paragraph" w:customStyle="1" w:styleId="TableParagraph">
    <w:name w:val="Table Paragraph"/>
    <w:basedOn w:val="Normal"/>
    <w:uiPriority w:val="1"/>
    <w:semiHidden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CA0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786B"/>
    <w:rPr>
      <w:rFonts w:asciiTheme="minorHAnsi" w:hAnsiTheme="minorHAnsi"/>
      <w:color w:val="25364E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semiHidden/>
    <w:rsid w:val="00CA0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86B"/>
    <w:rPr>
      <w:rFonts w:asciiTheme="minorHAnsi" w:hAnsiTheme="minorHAnsi"/>
      <w:color w:val="25364E" w:themeColor="accent1"/>
      <w:sz w:val="18"/>
      <w:szCs w:val="22"/>
    </w:rPr>
  </w:style>
  <w:style w:type="table" w:styleId="TableGrid">
    <w:name w:val="Table Grid"/>
    <w:basedOn w:val="TableNormal"/>
    <w:uiPriority w:val="39"/>
    <w:rsid w:val="0052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ListParagraph"/>
    <w:next w:val="Normal"/>
    <w:link w:val="TitleChar"/>
    <w:uiPriority w:val="10"/>
    <w:qFormat/>
    <w:rsid w:val="001D786B"/>
    <w:pPr>
      <w:pBdr>
        <w:top w:val="single" w:sz="18" w:space="3" w:color="3F96D2" w:themeColor="accent3"/>
        <w:bottom w:val="single" w:sz="18" w:space="3" w:color="3F96D2" w:themeColor="accent3"/>
      </w:pBdr>
      <w:kinsoku w:val="0"/>
      <w:overflowPunct w:val="0"/>
      <w:spacing w:before="120"/>
      <w:ind w:left="851"/>
    </w:pPr>
    <w:rPr>
      <w:rFonts w:asciiTheme="majorHAnsi" w:hAnsiTheme="majorHAnsi" w:cs="Arial"/>
      <w:b/>
      <w:bCs/>
      <w:sz w:val="54"/>
      <w:szCs w:val="54"/>
      <w:u w:color="3E95D2"/>
    </w:rPr>
  </w:style>
  <w:style w:type="character" w:customStyle="1" w:styleId="TitleChar">
    <w:name w:val="Title Char"/>
    <w:basedOn w:val="DefaultParagraphFont"/>
    <w:link w:val="Title"/>
    <w:uiPriority w:val="10"/>
    <w:rsid w:val="001D786B"/>
    <w:rPr>
      <w:rFonts w:asciiTheme="majorHAnsi" w:hAnsiTheme="majorHAnsi" w:cs="Arial"/>
      <w:b/>
      <w:bCs/>
      <w:color w:val="25364E" w:themeColor="accent1"/>
      <w:sz w:val="54"/>
      <w:szCs w:val="54"/>
      <w:u w:color="3E95D2"/>
    </w:rPr>
  </w:style>
  <w:style w:type="paragraph" w:customStyle="1" w:styleId="Info">
    <w:name w:val="Info"/>
    <w:basedOn w:val="ListParagraph"/>
    <w:uiPriority w:val="1"/>
    <w:qFormat/>
    <w:rsid w:val="00B530CE"/>
    <w:pPr>
      <w:pBdr>
        <w:bottom w:val="single" w:sz="8" w:space="1" w:color="25364E" w:themeColor="accent1"/>
      </w:pBdr>
      <w:kinsoku w:val="0"/>
      <w:overflowPunct w:val="0"/>
      <w:spacing w:before="120"/>
    </w:pPr>
    <w:rPr>
      <w:sz w:val="28"/>
      <w:szCs w:val="17"/>
    </w:rPr>
  </w:style>
  <w:style w:type="paragraph" w:customStyle="1" w:styleId="CompanyInfo">
    <w:name w:val="Company Info"/>
    <w:basedOn w:val="ListParagraph"/>
    <w:uiPriority w:val="1"/>
    <w:qFormat/>
    <w:rsid w:val="00B530CE"/>
    <w:pPr>
      <w:kinsoku w:val="0"/>
      <w:overflowPunct w:val="0"/>
      <w:spacing w:before="4"/>
    </w:pPr>
    <w:rPr>
      <w:color w:val="FFFFFF" w:themeColor="background1"/>
      <w:sz w:val="20"/>
      <w:szCs w:val="17"/>
    </w:rPr>
  </w:style>
  <w:style w:type="character" w:styleId="Strong">
    <w:name w:val="Strong"/>
    <w:basedOn w:val="DefaultParagraphFont"/>
    <w:uiPriority w:val="22"/>
    <w:semiHidden/>
    <w:rsid w:val="00B530CE"/>
    <w:rPr>
      <w:b/>
      <w:bCs/>
    </w:rPr>
  </w:style>
  <w:style w:type="paragraph" w:customStyle="1" w:styleId="TableSpace">
    <w:name w:val="Table Space"/>
    <w:basedOn w:val="ListParagraph"/>
    <w:uiPriority w:val="1"/>
    <w:semiHidden/>
    <w:rsid w:val="00A833D2"/>
    <w:pPr>
      <w:kinsoku w:val="0"/>
      <w:overflowPunct w:val="0"/>
      <w:spacing w:before="320" w:after="180"/>
    </w:pPr>
    <w:rPr>
      <w:sz w:val="17"/>
      <w:szCs w:val="17"/>
    </w:rPr>
  </w:style>
  <w:style w:type="character" w:styleId="PlaceholderText">
    <w:name w:val="Placeholder Text"/>
    <w:basedOn w:val="DefaultParagraphFont"/>
    <w:uiPriority w:val="99"/>
    <w:semiHidden/>
    <w:rsid w:val="001D786B"/>
    <w:rPr>
      <w:color w:val="808080"/>
    </w:rPr>
  </w:style>
  <w:style w:type="paragraph" w:customStyle="1" w:styleId="CompanyName">
    <w:name w:val="Company Name"/>
    <w:basedOn w:val="Normal"/>
    <w:uiPriority w:val="1"/>
    <w:qFormat/>
    <w:rsid w:val="001D786B"/>
    <w:rPr>
      <w:b/>
      <w:caps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Gift%20certificates%20(three%20per%20pag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7398011475647FDAE48B96B4B06B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C3C69-912E-422F-9EC8-423A0EAD7445}"/>
      </w:docPartPr>
      <w:docPartBody>
        <w:p w:rsidR="00000000" w:rsidRDefault="00FB192A">
          <w:pPr>
            <w:pStyle w:val="47398011475647FDAE48B96B4B06B52A"/>
          </w:pPr>
          <w:r w:rsidRPr="000105F9">
            <w:t xml:space="preserve">A GIFT </w:t>
          </w:r>
          <w:r w:rsidRPr="000105F9">
            <w:t>FOR YOU</w:t>
          </w:r>
        </w:p>
      </w:docPartBody>
    </w:docPart>
    <w:docPart>
      <w:docPartPr>
        <w:name w:val="B45772F9B843416D8E590EE58397E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BE70E1-F436-4928-A23D-AD2279B0BEE5}"/>
      </w:docPartPr>
      <w:docPartBody>
        <w:p w:rsidR="00000000" w:rsidRDefault="00FB192A">
          <w:pPr>
            <w:pStyle w:val="B45772F9B843416D8E590EE58397E1F9"/>
          </w:pPr>
          <w:r w:rsidRPr="001D786B">
            <w:t>Recipient</w:t>
          </w:r>
        </w:p>
      </w:docPartBody>
    </w:docPart>
    <w:docPart>
      <w:docPartPr>
        <w:name w:val="C44C1953415A46D29AF7089F604B50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B08185-4E96-471B-A31E-E7606CE90C24}"/>
      </w:docPartPr>
      <w:docPartBody>
        <w:p w:rsidR="00000000" w:rsidRDefault="00FB192A">
          <w:pPr>
            <w:pStyle w:val="C44C1953415A46D29AF7089F604B506F"/>
          </w:pPr>
          <w:r w:rsidRPr="001D786B">
            <w:t>Amount</w:t>
          </w:r>
        </w:p>
      </w:docPartBody>
    </w:docPart>
    <w:docPart>
      <w:docPartPr>
        <w:name w:val="D29FA7D9749843B496C869C7F3912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9AF75-43F9-47F3-AAAB-9EDB11CDBDCA}"/>
      </w:docPartPr>
      <w:docPartBody>
        <w:p w:rsidR="00000000" w:rsidRDefault="00FB192A">
          <w:pPr>
            <w:pStyle w:val="D29FA7D9749843B496C869C7F3912B3F"/>
          </w:pPr>
          <w:r w:rsidRPr="001D786B">
            <w:t>Sender</w:t>
          </w:r>
        </w:p>
      </w:docPartBody>
    </w:docPart>
    <w:docPart>
      <w:docPartPr>
        <w:name w:val="D469C11FB98140228071228EB350D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6531D-7579-4462-A15E-24ACB61F0597}"/>
      </w:docPartPr>
      <w:docPartBody>
        <w:p w:rsidR="00000000" w:rsidRDefault="00FB192A">
          <w:pPr>
            <w:pStyle w:val="D469C11FB98140228071228EB350D0C4"/>
          </w:pPr>
          <w:r w:rsidRPr="001D786B">
            <w:t>Date</w:t>
          </w:r>
        </w:p>
      </w:docPartBody>
    </w:docPart>
    <w:docPart>
      <w:docPartPr>
        <w:name w:val="BDF62776869A4B22918748A4D7496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8F890-7F85-47D4-9CCB-BFBFABB0AD56}"/>
      </w:docPartPr>
      <w:docPartBody>
        <w:p w:rsidR="00000000" w:rsidRDefault="00FB192A">
          <w:pPr>
            <w:pStyle w:val="BDF62776869A4B22918748A4D7496DF9"/>
          </w:pPr>
          <w:r w:rsidRPr="001D786B">
            <w:t>COMPANY NAME</w:t>
          </w:r>
        </w:p>
      </w:docPartBody>
    </w:docPart>
    <w:docPart>
      <w:docPartPr>
        <w:name w:val="0E2619E4F1654CF3B46A39C298222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C5E0B-526E-494D-B486-C57AEC50D436}"/>
      </w:docPartPr>
      <w:docPartBody>
        <w:p w:rsidR="00000000" w:rsidRDefault="00FB192A">
          <w:pPr>
            <w:pStyle w:val="0E2619E4F1654CF3B46A39C298222363"/>
          </w:pPr>
          <w:r w:rsidRPr="001D786B">
            <w:t>Company Address</w:t>
          </w:r>
        </w:p>
      </w:docPartBody>
    </w:docPart>
    <w:docPart>
      <w:docPartPr>
        <w:name w:val="AB5AE548AD014A77A836FD8DDDBBC7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EFFB3-6210-4DC6-BF07-6FBA6777D55A}"/>
      </w:docPartPr>
      <w:docPartBody>
        <w:p w:rsidR="00000000" w:rsidRDefault="00FB192A">
          <w:pPr>
            <w:pStyle w:val="AB5AE548AD014A77A836FD8DDDBBC7E2"/>
          </w:pPr>
          <w:r w:rsidRPr="001D786B">
            <w:t>Telephone</w:t>
          </w:r>
        </w:p>
      </w:docPartBody>
    </w:docPart>
    <w:docPart>
      <w:docPartPr>
        <w:name w:val="48A51AB81D974138802E9687D73FC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7F0CB-F4B4-405E-8AD6-0A69002CD3D0}"/>
      </w:docPartPr>
      <w:docPartBody>
        <w:p w:rsidR="00000000" w:rsidRDefault="00FB192A">
          <w:pPr>
            <w:pStyle w:val="48A51AB81D974138802E9687D73FCC2F"/>
          </w:pPr>
          <w:r w:rsidRPr="001D786B">
            <w:t>Website</w:t>
          </w:r>
        </w:p>
      </w:docPartBody>
    </w:docPart>
    <w:docPart>
      <w:docPartPr>
        <w:name w:val="2548B7AB4A614B9DB3D1FA349547B3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A765C-AED3-458F-96A7-D75727ABE59B}"/>
      </w:docPartPr>
      <w:docPartBody>
        <w:p w:rsidR="00000000" w:rsidRDefault="00FB192A">
          <w:pPr>
            <w:pStyle w:val="2548B7AB4A614B9DB3D1FA349547B30D"/>
          </w:pPr>
          <w:r w:rsidRPr="000105F9">
            <w:t>A GIFT FOR YOU</w:t>
          </w:r>
        </w:p>
      </w:docPartBody>
    </w:docPart>
    <w:docPart>
      <w:docPartPr>
        <w:name w:val="F8146B10B4D147179F4CF90BF0BF9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49C06-7312-45DC-8226-9B11625B1719}"/>
      </w:docPartPr>
      <w:docPartBody>
        <w:p w:rsidR="00000000" w:rsidRDefault="00FB192A">
          <w:pPr>
            <w:pStyle w:val="F8146B10B4D147179F4CF90BF0BF9B38"/>
          </w:pPr>
          <w:r w:rsidRPr="001D786B">
            <w:t>Recipient</w:t>
          </w:r>
        </w:p>
      </w:docPartBody>
    </w:docPart>
    <w:docPart>
      <w:docPartPr>
        <w:name w:val="CD0EFED0F28847A6BEC354B4649D9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8F9B1-6507-4B2F-A1EF-6B9005F244D9}"/>
      </w:docPartPr>
      <w:docPartBody>
        <w:p w:rsidR="00000000" w:rsidRDefault="00FB192A">
          <w:pPr>
            <w:pStyle w:val="CD0EFED0F28847A6BEC354B4649D9FED"/>
          </w:pPr>
          <w:r w:rsidRPr="001D786B">
            <w:t>Amount</w:t>
          </w:r>
        </w:p>
      </w:docPartBody>
    </w:docPart>
    <w:docPart>
      <w:docPartPr>
        <w:name w:val="0EB04A141D6447BDA2B04EE7C81EC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9BB4B-50C0-4910-86BC-0813A7A6FB3E}"/>
      </w:docPartPr>
      <w:docPartBody>
        <w:p w:rsidR="00000000" w:rsidRDefault="00FB192A">
          <w:pPr>
            <w:pStyle w:val="0EB04A141D6447BDA2B04EE7C81ECF86"/>
          </w:pPr>
          <w:r w:rsidRPr="001D786B">
            <w:t>Sender</w:t>
          </w:r>
        </w:p>
      </w:docPartBody>
    </w:docPart>
    <w:docPart>
      <w:docPartPr>
        <w:name w:val="641EB35BDCC64F79B3B4C80C8142F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295F8-4AC2-4C38-B62A-AF664E2CF151}"/>
      </w:docPartPr>
      <w:docPartBody>
        <w:p w:rsidR="00000000" w:rsidRDefault="00FB192A">
          <w:pPr>
            <w:pStyle w:val="641EB35BDCC64F79B3B4C80C8142F6A7"/>
          </w:pPr>
          <w:r w:rsidRPr="001D786B">
            <w:t>Date</w:t>
          </w:r>
        </w:p>
      </w:docPartBody>
    </w:docPart>
    <w:docPart>
      <w:docPartPr>
        <w:name w:val="A35A7D9182DB4D9784EF4E2718095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C4C92-3819-4A5D-9A7F-4CD48EBD0C9B}"/>
      </w:docPartPr>
      <w:docPartBody>
        <w:p w:rsidR="00000000" w:rsidRDefault="00FB192A">
          <w:pPr>
            <w:pStyle w:val="A35A7D9182DB4D9784EF4E27180958F1"/>
          </w:pPr>
          <w:r w:rsidRPr="001D786B">
            <w:t>COMPANY NAME</w:t>
          </w:r>
        </w:p>
      </w:docPartBody>
    </w:docPart>
    <w:docPart>
      <w:docPartPr>
        <w:name w:val="ACD4C454D0694DD5A094ECF7B939C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6DC2C-187A-44D5-B863-AE292356B75C}"/>
      </w:docPartPr>
      <w:docPartBody>
        <w:p w:rsidR="00000000" w:rsidRDefault="00FB192A">
          <w:pPr>
            <w:pStyle w:val="ACD4C454D0694DD5A094ECF7B939CC15"/>
          </w:pPr>
          <w:r w:rsidRPr="00B52BF4">
            <w:t>Company Address</w:t>
          </w:r>
        </w:p>
      </w:docPartBody>
    </w:docPart>
    <w:docPart>
      <w:docPartPr>
        <w:name w:val="21216F2587DC483FAFC1BEDE98E93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6165F-113C-46D0-A156-7A2F7B3BD654}"/>
      </w:docPartPr>
      <w:docPartBody>
        <w:p w:rsidR="00000000" w:rsidRDefault="00FB192A">
          <w:pPr>
            <w:pStyle w:val="21216F2587DC483FAFC1BEDE98E93E8F"/>
          </w:pPr>
          <w:r w:rsidRPr="00B52BF4">
            <w:t>Telephone</w:t>
          </w:r>
        </w:p>
      </w:docPartBody>
    </w:docPart>
    <w:docPart>
      <w:docPartPr>
        <w:name w:val="EE2351F3458443DABBCA4FA515EB4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4C598-B86D-4EC8-A954-EC41E52E33EE}"/>
      </w:docPartPr>
      <w:docPartBody>
        <w:p w:rsidR="00000000" w:rsidRDefault="00FB192A">
          <w:pPr>
            <w:pStyle w:val="EE2351F3458443DABBCA4FA515EB49A9"/>
          </w:pPr>
          <w:r w:rsidRPr="00B52BF4">
            <w:t>Website</w:t>
          </w:r>
        </w:p>
      </w:docPartBody>
    </w:docPart>
    <w:docPart>
      <w:docPartPr>
        <w:name w:val="61DD3FA18A1F4052AB174F9C91BCED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633AD-AB7F-4E7F-A56B-7E6A7C67617C}"/>
      </w:docPartPr>
      <w:docPartBody>
        <w:p w:rsidR="00000000" w:rsidRDefault="00FB192A">
          <w:pPr>
            <w:pStyle w:val="61DD3FA18A1F4052AB174F9C91BCEDBE"/>
          </w:pPr>
          <w:r w:rsidRPr="000105F9">
            <w:t>A GIFT FOR YOU</w:t>
          </w:r>
        </w:p>
      </w:docPartBody>
    </w:docPart>
    <w:docPart>
      <w:docPartPr>
        <w:name w:val="56101A6739104202ABA93A3C708DB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0F53A-1683-454C-A8B5-12732CF51730}"/>
      </w:docPartPr>
      <w:docPartBody>
        <w:p w:rsidR="00000000" w:rsidRDefault="00FB192A">
          <w:pPr>
            <w:pStyle w:val="56101A6739104202ABA93A3C708DBE0B"/>
          </w:pPr>
          <w:r w:rsidRPr="001D786B">
            <w:t>Recipient</w:t>
          </w:r>
        </w:p>
      </w:docPartBody>
    </w:docPart>
    <w:docPart>
      <w:docPartPr>
        <w:name w:val="C10875413C5A43B9B70FF3BD6ED87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7DF2A-115A-4DC5-8EC3-268D1833E8BB}"/>
      </w:docPartPr>
      <w:docPartBody>
        <w:p w:rsidR="00000000" w:rsidRDefault="00FB192A">
          <w:pPr>
            <w:pStyle w:val="C10875413C5A43B9B70FF3BD6ED875E3"/>
          </w:pPr>
          <w:r w:rsidRPr="001D786B">
            <w:t>Amount</w:t>
          </w:r>
        </w:p>
      </w:docPartBody>
    </w:docPart>
    <w:docPart>
      <w:docPartPr>
        <w:name w:val="B48C6BF9CC514325A06DDA3E5201C0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CF323-ABFC-4E02-AFCA-9E748745AFCE}"/>
      </w:docPartPr>
      <w:docPartBody>
        <w:p w:rsidR="00000000" w:rsidRDefault="00FB192A">
          <w:pPr>
            <w:pStyle w:val="B48C6BF9CC514325A06DDA3E5201C037"/>
          </w:pPr>
          <w:r w:rsidRPr="001D786B">
            <w:t>Sender</w:t>
          </w:r>
        </w:p>
      </w:docPartBody>
    </w:docPart>
    <w:docPart>
      <w:docPartPr>
        <w:name w:val="D3BA9AF98E884F11A97C51270361B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8C02C-DDE9-4CAE-A91A-AB8D5F357ADC}"/>
      </w:docPartPr>
      <w:docPartBody>
        <w:p w:rsidR="00000000" w:rsidRDefault="00FB192A">
          <w:pPr>
            <w:pStyle w:val="D3BA9AF98E884F11A97C51270361B74A"/>
          </w:pPr>
          <w:r w:rsidRPr="001D786B">
            <w:t>Date</w:t>
          </w:r>
        </w:p>
      </w:docPartBody>
    </w:docPart>
    <w:docPart>
      <w:docPartPr>
        <w:name w:val="84FE517F8E2749F4B8A3353460880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3BEFA-287F-45F0-991F-A5C5EBAFDA57}"/>
      </w:docPartPr>
      <w:docPartBody>
        <w:p w:rsidR="00000000" w:rsidRDefault="00FB192A">
          <w:pPr>
            <w:pStyle w:val="84FE517F8E2749F4B8A33534608804A6"/>
          </w:pPr>
          <w:r w:rsidRPr="001D786B">
            <w:t>COMPANY NAME</w:t>
          </w:r>
        </w:p>
      </w:docPartBody>
    </w:docPart>
    <w:docPart>
      <w:docPartPr>
        <w:name w:val="30CCB4BCE2CF41378DECA6A0B366D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38B37-C87B-47BE-BA5F-D3762B3D374A}"/>
      </w:docPartPr>
      <w:docPartBody>
        <w:p w:rsidR="00000000" w:rsidRDefault="00FB192A">
          <w:pPr>
            <w:pStyle w:val="30CCB4BCE2CF41378DECA6A0B366D699"/>
          </w:pPr>
          <w:r w:rsidRPr="00B52BF4">
            <w:t>Company Address</w:t>
          </w:r>
        </w:p>
      </w:docPartBody>
    </w:docPart>
    <w:docPart>
      <w:docPartPr>
        <w:name w:val="8E6162CBF9CD4C05A748964B5F023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97D19-11F0-4345-96A8-4D1FAD5C8470}"/>
      </w:docPartPr>
      <w:docPartBody>
        <w:p w:rsidR="00000000" w:rsidRDefault="00FB192A">
          <w:pPr>
            <w:pStyle w:val="8E6162CBF9CD4C05A748964B5F0233E4"/>
          </w:pPr>
          <w:r w:rsidRPr="00B52BF4">
            <w:t>Telephone</w:t>
          </w:r>
        </w:p>
      </w:docPartBody>
    </w:docPart>
    <w:docPart>
      <w:docPartPr>
        <w:name w:val="B42C4B9ED4D44E459A1016D560906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B59F9-700D-4D14-8B62-A16794C24FE4}"/>
      </w:docPartPr>
      <w:docPartBody>
        <w:p w:rsidR="00000000" w:rsidRDefault="00FB192A">
          <w:pPr>
            <w:pStyle w:val="B42C4B9ED4D44E459A1016D560906278"/>
          </w:pPr>
          <w:r w:rsidRPr="00B52BF4">
            <w:t>Website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92A"/>
    <w:rsid w:val="00F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398011475647FDAE48B96B4B06B52A">
    <w:name w:val="47398011475647FDAE48B96B4B06B52A"/>
  </w:style>
  <w:style w:type="paragraph" w:customStyle="1" w:styleId="B45772F9B843416D8E590EE58397E1F9">
    <w:name w:val="B45772F9B843416D8E590EE58397E1F9"/>
  </w:style>
  <w:style w:type="paragraph" w:customStyle="1" w:styleId="C44C1953415A46D29AF7089F604B506F">
    <w:name w:val="C44C1953415A46D29AF7089F604B506F"/>
  </w:style>
  <w:style w:type="paragraph" w:customStyle="1" w:styleId="D29FA7D9749843B496C869C7F3912B3F">
    <w:name w:val="D29FA7D9749843B496C869C7F3912B3F"/>
  </w:style>
  <w:style w:type="paragraph" w:customStyle="1" w:styleId="D469C11FB98140228071228EB350D0C4">
    <w:name w:val="D469C11FB98140228071228EB350D0C4"/>
  </w:style>
  <w:style w:type="paragraph" w:customStyle="1" w:styleId="BDF62776869A4B22918748A4D7496DF9">
    <w:name w:val="BDF62776869A4B22918748A4D7496DF9"/>
  </w:style>
  <w:style w:type="paragraph" w:customStyle="1" w:styleId="0E2619E4F1654CF3B46A39C298222363">
    <w:name w:val="0E2619E4F1654CF3B46A39C298222363"/>
  </w:style>
  <w:style w:type="paragraph" w:customStyle="1" w:styleId="AB5AE548AD014A77A836FD8DDDBBC7E2">
    <w:name w:val="AB5AE548AD014A77A836FD8DDDBBC7E2"/>
  </w:style>
  <w:style w:type="paragraph" w:customStyle="1" w:styleId="48A51AB81D974138802E9687D73FCC2F">
    <w:name w:val="48A51AB81D974138802E9687D73FCC2F"/>
  </w:style>
  <w:style w:type="paragraph" w:customStyle="1" w:styleId="2548B7AB4A614B9DB3D1FA349547B30D">
    <w:name w:val="2548B7AB4A614B9DB3D1FA349547B30D"/>
  </w:style>
  <w:style w:type="paragraph" w:customStyle="1" w:styleId="F8146B10B4D147179F4CF90BF0BF9B38">
    <w:name w:val="F8146B10B4D147179F4CF90BF0BF9B38"/>
  </w:style>
  <w:style w:type="paragraph" w:customStyle="1" w:styleId="CD0EFED0F28847A6BEC354B4649D9FED">
    <w:name w:val="CD0EFED0F28847A6BEC354B4649D9FED"/>
  </w:style>
  <w:style w:type="paragraph" w:customStyle="1" w:styleId="0EB04A141D6447BDA2B04EE7C81ECF86">
    <w:name w:val="0EB04A141D6447BDA2B04EE7C81ECF86"/>
  </w:style>
  <w:style w:type="paragraph" w:customStyle="1" w:styleId="641EB35BDCC64F79B3B4C80C8142F6A7">
    <w:name w:val="641EB35BDCC64F79B3B4C80C8142F6A7"/>
  </w:style>
  <w:style w:type="paragraph" w:customStyle="1" w:styleId="A35A7D9182DB4D9784EF4E27180958F1">
    <w:name w:val="A35A7D9182DB4D9784EF4E27180958F1"/>
  </w:style>
  <w:style w:type="paragraph" w:customStyle="1" w:styleId="ACD4C454D0694DD5A094ECF7B939CC15">
    <w:name w:val="ACD4C454D0694DD5A094ECF7B939CC15"/>
  </w:style>
  <w:style w:type="paragraph" w:customStyle="1" w:styleId="21216F2587DC483FAFC1BEDE98E93E8F">
    <w:name w:val="21216F2587DC483FAFC1BEDE98E93E8F"/>
  </w:style>
  <w:style w:type="paragraph" w:customStyle="1" w:styleId="EE2351F3458443DABBCA4FA515EB49A9">
    <w:name w:val="EE2351F3458443DABBCA4FA515EB49A9"/>
  </w:style>
  <w:style w:type="paragraph" w:customStyle="1" w:styleId="61DD3FA18A1F4052AB174F9C91BCEDBE">
    <w:name w:val="61DD3FA18A1F4052AB174F9C91BCEDBE"/>
  </w:style>
  <w:style w:type="paragraph" w:customStyle="1" w:styleId="56101A6739104202ABA93A3C708DBE0B">
    <w:name w:val="56101A6739104202ABA93A3C708DBE0B"/>
  </w:style>
  <w:style w:type="paragraph" w:customStyle="1" w:styleId="C10875413C5A43B9B70FF3BD6ED875E3">
    <w:name w:val="C10875413C5A43B9B70FF3BD6ED875E3"/>
  </w:style>
  <w:style w:type="paragraph" w:customStyle="1" w:styleId="B48C6BF9CC514325A06DDA3E5201C037">
    <w:name w:val="B48C6BF9CC514325A06DDA3E5201C037"/>
  </w:style>
  <w:style w:type="paragraph" w:customStyle="1" w:styleId="D3BA9AF98E884F11A97C51270361B74A">
    <w:name w:val="D3BA9AF98E884F11A97C51270361B74A"/>
  </w:style>
  <w:style w:type="paragraph" w:customStyle="1" w:styleId="84FE517F8E2749F4B8A33534608804A6">
    <w:name w:val="84FE517F8E2749F4B8A33534608804A6"/>
  </w:style>
  <w:style w:type="paragraph" w:customStyle="1" w:styleId="30CCB4BCE2CF41378DECA6A0B366D699">
    <w:name w:val="30CCB4BCE2CF41378DECA6A0B366D699"/>
  </w:style>
  <w:style w:type="paragraph" w:customStyle="1" w:styleId="8E6162CBF9CD4C05A748964B5F0233E4">
    <w:name w:val="8E6162CBF9CD4C05A748964B5F0233E4"/>
  </w:style>
  <w:style w:type="paragraph" w:customStyle="1" w:styleId="B42C4B9ED4D44E459A1016D560906278">
    <w:name w:val="B42C4B9ED4D44E459A1016D5609062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Gift">
  <a:themeElements>
    <a:clrScheme name="Gift">
      <a:dk1>
        <a:srgbClr val="000000"/>
      </a:dk1>
      <a:lt1>
        <a:srgbClr val="FFFFFF"/>
      </a:lt1>
      <a:dk2>
        <a:srgbClr val="434244"/>
      </a:dk2>
      <a:lt2>
        <a:srgbClr val="D6D5D5"/>
      </a:lt2>
      <a:accent1>
        <a:srgbClr val="25364E"/>
      </a:accent1>
      <a:accent2>
        <a:srgbClr val="2B3990"/>
      </a:accent2>
      <a:accent3>
        <a:srgbClr val="3F96D2"/>
      </a:accent3>
      <a:accent4>
        <a:srgbClr val="22BAC6"/>
      </a:accent4>
      <a:accent5>
        <a:srgbClr val="8DC63F"/>
      </a:accent5>
      <a:accent6>
        <a:srgbClr val="D7DF23"/>
      </a:accent6>
      <a:hlink>
        <a:srgbClr val="0000FF"/>
      </a:hlink>
      <a:folHlink>
        <a:srgbClr val="FF00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Gift" id="{F944B3B2-93FE-D246-9E58-219C9AF53118}" vid="{96DCDE5E-4AFC-D447-A6C7-11890F4C1C2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2DBC4E-6961-4D9A-BC74-5A06579BB5F6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CACD9920-74F1-41F8-B949-DF5B557ACE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5950F5-6432-4B95-9CA3-A49204A65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Gift certificates (three per page)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2019-12-01T06:28:00Z</dcterms:created>
  <dcterms:modified xsi:type="dcterms:W3CDTF">2019-12-01T06:30:00Z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