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010B" w:rsidRDefault="0042010B">
      <w:pPr>
        <w:rPr>
          <w:lang w:val="en-GB"/>
        </w:rPr>
      </w:pPr>
    </w:p>
    <w:tbl>
      <w:tblPr>
        <w:tblW w:w="10080" w:type="dxa"/>
        <w:tblBorders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  <w:insideH w:val="single" w:sz="2" w:space="0" w:color="FFFFFF"/>
          <w:insideV w:val="single" w:sz="2" w:space="0" w:color="FFFFFF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040"/>
        <w:gridCol w:w="5040"/>
      </w:tblGrid>
      <w:tr w:rsidR="0042010B" w:rsidTr="00425CDC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425CDC" w:rsidRDefault="00425CDC">
            <w:pPr>
              <w:rPr>
                <w:lang w:val="en-GB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ragraph">
                        <wp:posOffset>222885</wp:posOffset>
                      </wp:positionV>
                      <wp:extent cx="2974975" cy="1355090"/>
                      <wp:effectExtent l="4445" t="635" r="1905" b="0"/>
                      <wp:wrapNone/>
                      <wp:docPr id="30" name="Group 12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74975" cy="1355090"/>
                                <a:chOff x="6376" y="1274"/>
                                <a:chExt cx="4685" cy="2134"/>
                              </a:xfrm>
                            </wpg:grpSpPr>
                            <wps:wsp>
                              <wps:cNvPr id="31" name="Text Box 121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176" y="1682"/>
                                  <a:ext cx="1743" cy="78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42010B" w:rsidRDefault="00173234">
                                    <w:pPr>
                                      <w:pStyle w:val="Address1"/>
                                    </w:pPr>
                                    <w:r>
                                      <w:t>Club Street Address</w:t>
                                    </w:r>
                                  </w:p>
                                  <w:p w:rsidR="0042010B" w:rsidRDefault="00173234">
                                    <w:pPr>
                                      <w:pStyle w:val="Address1"/>
                                    </w:pPr>
                                    <w:r>
                                      <w:t xml:space="preserve">Town, County  </w:t>
                                    </w:r>
                                  </w:p>
                                  <w:p w:rsidR="0042010B" w:rsidRDefault="00173234">
                                    <w:pPr>
                                      <w:pStyle w:val="Address1"/>
                                    </w:pPr>
                                    <w:r>
                                      <w:t>Postal Code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" name="Text Box 121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899" y="2709"/>
                                  <a:ext cx="2162" cy="69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42010B" w:rsidRDefault="00173234">
                                    <w:pPr>
                                      <w:pStyle w:val="Address2"/>
                                    </w:pPr>
                                    <w:r>
                                      <w:t>Phone 020 555 0125</w:t>
                                    </w:r>
                                  </w:p>
                                  <w:p w:rsidR="0042010B" w:rsidRDefault="00173234">
                                    <w:pPr>
                                      <w:pStyle w:val="Address2"/>
                                    </w:pPr>
                                    <w:r>
                                      <w:t>Fax 020 555 0145</w:t>
                                    </w:r>
                                  </w:p>
                                  <w:p w:rsidR="0042010B" w:rsidRDefault="00173234">
                                    <w:pPr>
                                      <w:pStyle w:val="Address2"/>
                                    </w:pPr>
                                    <w:r>
                                      <w:rPr>
                                        <w:sz w:val="14"/>
                                      </w:rPr>
                                      <w:t>E-mail address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Text Box 121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176" y="1274"/>
                                  <a:ext cx="2462" cy="60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42010B" w:rsidRPr="00425CDC" w:rsidRDefault="00173234">
                                    <w:pPr>
                                      <w:pStyle w:val="Heading1"/>
                                      <w:jc w:val="center"/>
                                      <w:rPr>
                                        <w:color w:val="auto"/>
                                      </w:rPr>
                                    </w:pPr>
                                    <w:r w:rsidRPr="00425CDC">
                                      <w:rPr>
                                        <w:color w:val="auto"/>
                                      </w:rPr>
                                      <w:t>Club Name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Text Box 122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376" y="1954"/>
                                  <a:ext cx="2700" cy="14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42010B" w:rsidRPr="00425CDC" w:rsidRDefault="00425CDC">
                                    <w:pPr>
                                      <w:pStyle w:val="Heading2"/>
                                      <w:rPr>
                                        <w:color w:val="auto"/>
                                      </w:rPr>
                                    </w:pPr>
                                    <w:r w:rsidRPr="00425CDC">
                                      <w:rPr>
                                        <w:color w:val="auto"/>
                                      </w:rPr>
                                      <w:t>Member Name</w:t>
                                    </w:r>
                                  </w:p>
                                  <w:p w:rsidR="0042010B" w:rsidRPr="00425CDC" w:rsidRDefault="0042010B">
                                    <w:pPr>
                                      <w:pStyle w:val="BodyText1"/>
                                    </w:pPr>
                                  </w:p>
                                  <w:p w:rsidR="0042010B" w:rsidRPr="00425CDC" w:rsidRDefault="0042010B">
                                    <w:pPr>
                                      <w:pStyle w:val="BodyText1"/>
                                    </w:pPr>
                                  </w:p>
                                  <w:p w:rsidR="0042010B" w:rsidRDefault="00173234">
                                    <w:pPr>
                                      <w:pStyle w:val="BodyText1"/>
                                      <w:rPr>
                                        <w:i/>
                                      </w:rPr>
                                    </w:pPr>
                                    <w:r>
                                      <w:rPr>
                                        <w:i/>
                                      </w:rPr>
                                      <w:t xml:space="preserve">A member in good standing since </w:t>
                                    </w:r>
                                    <w:r>
                                      <w:rPr>
                                        <w:i/>
                                      </w:rPr>
                                      <w:fldChar w:fldCharType="begin"/>
                                    </w:r>
                                    <w:r>
                                      <w:rPr>
                                        <w:i/>
                                      </w:rPr>
                                      <w:instrText xml:space="preserve"> CREATEDATE  \@ "MMMM yyyy"  \* MERGEFORMAT </w:instrText>
                                    </w:r>
                                    <w:r>
                                      <w:rPr>
                                        <w:i/>
                                      </w:rPr>
                                      <w:fldChar w:fldCharType="separate"/>
                                    </w:r>
                                    <w:r>
                                      <w:rPr>
                                        <w:i/>
                                        <w:noProof/>
                                      </w:rPr>
                                      <w:t>February 2014</w:t>
                                    </w:r>
                                    <w:r>
                                      <w:rPr>
                                        <w:i/>
                                      </w:rPr>
                                      <w:fldChar w:fldCharType="end"/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216" o:spid="_x0000_s1026" style="position:absolute;margin-left:5pt;margin-top:17.55pt;width:234.25pt;height:106.7pt;z-index:251656704" coordorigin="6376,1274" coordsize="4685,2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1217" o:spid="_x0000_s1027" type="#_x0000_t202" style="position:absolute;left:9176;top:1682;width:1743;height:7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SwC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" filled="f" stroked="f">
                        <v:textbox>
                          <w:txbxContent>
                            <w:p w:rsidR="0042010B" w:rsidRDefault="00173234">
                              <w:pPr>
                                <w:pStyle w:val="Address1"/>
                              </w:pPr>
                              <w:r>
                                <w:t>Club Street Address</w:t>
                              </w:r>
                            </w:p>
                            <w:p w:rsidR="0042010B" w:rsidRDefault="00173234">
                              <w:pPr>
                                <w:pStyle w:val="Address1"/>
                              </w:pPr>
                              <w:r>
                                <w:t xml:space="preserve">Town, County  </w:t>
                              </w:r>
                            </w:p>
                            <w:p w:rsidR="0042010B" w:rsidRDefault="00173234">
                              <w:pPr>
                                <w:pStyle w:val="Address1"/>
                              </w:pPr>
                              <w:r>
                                <w:t>Postal Code</w:t>
                              </w:r>
                            </w:p>
                          </w:txbxContent>
                        </v:textbox>
                      </v:shape>
                      <v:shape id="Text Box 1218" o:spid="_x0000_s1028" type="#_x0000_t202" style="position:absolute;left:8899;top:2709;width:2162;height: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7J1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F/X+IPkNkvAAAA//8DAFBLAQItABQABgAIAAAAIQDb4fbL7gAAAIUBAAATAAAAAAAAAAAA&#10;AAAAAAAAAABbQ29udGVudF9UeXBlc10ueG1sUEsBAi0AFAAGAAgAAAAhAFr0LFu/AAAAFQEAAAsA&#10;AAAAAAAAAAAAAAAAHwEAAF9yZWxzLy5yZWxzUEsBAi0AFAAGAAgAAAAhAIirsnXEAAAA2wAAAA8A&#10;AAAAAAAAAAAAAAAABwIAAGRycy9kb3ducmV2LnhtbFBLBQYAAAAAAwADALcAAAD4AgAAAAA=&#10;" filled="f" stroked="f">
                        <v:textbox>
                          <w:txbxContent>
                            <w:p w:rsidR="0042010B" w:rsidRDefault="00173234">
                              <w:pPr>
                                <w:pStyle w:val="Address2"/>
                              </w:pPr>
                              <w:r>
                                <w:t>Phone 020 555 0125</w:t>
                              </w:r>
                            </w:p>
                            <w:p w:rsidR="0042010B" w:rsidRDefault="00173234">
                              <w:pPr>
                                <w:pStyle w:val="Address2"/>
                              </w:pPr>
                              <w:r>
                                <w:t>Fax 020 555 0145</w:t>
                              </w:r>
                            </w:p>
                            <w:p w:rsidR="0042010B" w:rsidRDefault="00173234">
                              <w:pPr>
                                <w:pStyle w:val="Address2"/>
                              </w:pPr>
                              <w:r>
                                <w:rPr>
                                  <w:sz w:val="14"/>
                                </w:rPr>
                                <w:t>E-mail address</w:t>
                              </w:r>
                            </w:p>
                          </w:txbxContent>
                        </v:textbox>
                      </v:shape>
                      <v:shape id="Text Box 1219" o:spid="_x0000_s1029" type="#_x0000_t202" style="position:absolute;left:7176;top:1274;width:2462;height:6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xfu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l/X+IPkNkvAAAA//8DAFBLAQItABQABgAIAAAAIQDb4fbL7gAAAIUBAAATAAAAAAAAAAAA&#10;AAAAAAAAAABbQ29udGVudF9UeXBlc10ueG1sUEsBAi0AFAAGAAgAAAAhAFr0LFu/AAAAFQEAAAsA&#10;AAAAAAAAAAAAAAAAHwEAAF9yZWxzLy5yZWxzUEsBAi0AFAAGAAgAAAAhAOfnF+7EAAAA2wAAAA8A&#10;AAAAAAAAAAAAAAAABwIAAGRycy9kb3ducmV2LnhtbFBLBQYAAAAAAwADALcAAAD4AgAAAAA=&#10;" filled="f" stroked="f">
                        <v:textbox>
                          <w:txbxContent>
                            <w:p w:rsidR="0042010B" w:rsidRPr="00425CDC" w:rsidRDefault="00173234">
                              <w:pPr>
                                <w:pStyle w:val="Heading1"/>
                                <w:jc w:val="center"/>
                                <w:rPr>
                                  <w:color w:val="auto"/>
                                </w:rPr>
                              </w:pPr>
                              <w:r w:rsidRPr="00425CDC">
                                <w:rPr>
                                  <w:color w:val="auto"/>
                                </w:rPr>
                                <w:t>Club Name</w:t>
                              </w:r>
                            </w:p>
                          </w:txbxContent>
                        </v:textbox>
                      </v:shape>
                      <v:shape id="Text Box 1220" o:spid="_x0000_s1030" type="#_x0000_t202" style="position:absolute;left:6376;top:1954;width:2700;height:1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o+a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dAaPL/EHyOwXAAD//wMAUEsBAi0AFAAGAAgAAAAhANvh9svuAAAAhQEAABMAAAAAAAAAAAAA&#10;AAAAAAAAAFtDb250ZW50X1R5cGVzXS54bWxQSwECLQAUAAYACAAAACEAWvQsW78AAAAVAQAACwAA&#10;AAAAAAAAAAAAAAAfAQAAX3JlbHMvLnJlbHNQSwECLQAUAAYACAAAACEAaA6PmsMAAADbAAAADwAA&#10;AAAAAAAAAAAAAAAHAgAAZHJzL2Rvd25yZXYueG1sUEsFBgAAAAADAAMAtwAAAPcCAAAAAA==&#10;" filled="f" stroked="f">
                        <v:textbox>
                          <w:txbxContent>
                            <w:p w:rsidR="0042010B" w:rsidRPr="00425CDC" w:rsidRDefault="00425CDC">
                              <w:pPr>
                                <w:pStyle w:val="Heading2"/>
                                <w:rPr>
                                  <w:color w:val="auto"/>
                                </w:rPr>
                              </w:pPr>
                              <w:r w:rsidRPr="00425CDC">
                                <w:rPr>
                                  <w:color w:val="auto"/>
                                </w:rPr>
                                <w:t>Member Name</w:t>
                              </w:r>
                            </w:p>
                            <w:p w:rsidR="0042010B" w:rsidRPr="00425CDC" w:rsidRDefault="0042010B">
                              <w:pPr>
                                <w:pStyle w:val="BodyText1"/>
                              </w:pPr>
                            </w:p>
                            <w:p w:rsidR="0042010B" w:rsidRPr="00425CDC" w:rsidRDefault="0042010B">
                              <w:pPr>
                                <w:pStyle w:val="BodyText1"/>
                              </w:pPr>
                            </w:p>
                            <w:p w:rsidR="0042010B" w:rsidRDefault="00173234">
                              <w:pPr>
                                <w:pStyle w:val="BodyText1"/>
                                <w:rPr>
                                  <w:i/>
                                </w:rPr>
                              </w:pPr>
                              <w:r>
                                <w:rPr>
                                  <w:i/>
                                </w:rPr>
                                <w:t xml:space="preserve">A member in good standing since </w:t>
                              </w:r>
                              <w:r>
                                <w:rPr>
                                  <w:i/>
                                </w:rPr>
                                <w:fldChar w:fldCharType="begin"/>
                              </w:r>
                              <w:r>
                                <w:rPr>
                                  <w:i/>
                                </w:rPr>
                                <w:instrText xml:space="preserve"> CREATEDATE  \@ "MMMM yyyy"  \* MERGEFORMAT </w:instrText>
                              </w:r>
                              <w:r>
                                <w:rPr>
                                  <w:i/>
                                </w:rPr>
                                <w:fldChar w:fldCharType="separate"/>
                              </w:r>
                              <w:r>
                                <w:rPr>
                                  <w:i/>
                                  <w:noProof/>
                                </w:rPr>
                                <w:t>February 2014</w:t>
                              </w:r>
                              <w:r>
                                <w:rPr>
                                  <w:i/>
                                </w:rPr>
                                <w:fldChar w:fldCharType="end"/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425CDC" w:rsidRDefault="00425CDC" w:rsidP="00425CDC">
            <w:pPr>
              <w:rPr>
                <w:lang w:val="en-GB"/>
              </w:rPr>
            </w:pPr>
          </w:p>
          <w:p w:rsidR="0042010B" w:rsidRPr="00425CDC" w:rsidRDefault="0042010B" w:rsidP="00425CDC">
            <w:pPr>
              <w:rPr>
                <w:lang w:val="en-GB"/>
              </w:rPr>
            </w:pPr>
          </w:p>
        </w:tc>
        <w:tc>
          <w:tcPr>
            <w:tcW w:w="5040" w:type="dxa"/>
            <w:vAlign w:val="center"/>
          </w:tcPr>
          <w:p w:rsidR="0042010B" w:rsidRDefault="00425CDC">
            <w:pPr>
              <w:rPr>
                <w:lang w:val="en-GB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164465</wp:posOffset>
                      </wp:positionH>
                      <wp:positionV relativeFrom="paragraph">
                        <wp:posOffset>202565</wp:posOffset>
                      </wp:positionV>
                      <wp:extent cx="2974975" cy="1355090"/>
                      <wp:effectExtent l="635" t="0" r="0" b="0"/>
                      <wp:wrapNone/>
                      <wp:docPr id="25" name="Group 12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74975" cy="1355090"/>
                                <a:chOff x="6376" y="1274"/>
                                <a:chExt cx="4685" cy="2134"/>
                              </a:xfrm>
                            </wpg:grpSpPr>
                            <wps:wsp>
                              <wps:cNvPr id="26" name="Text Box 116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176" y="1682"/>
                                  <a:ext cx="1743" cy="78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42010B" w:rsidRDefault="00173234">
                                    <w:pPr>
                                      <w:pStyle w:val="Address1"/>
                                    </w:pPr>
                                    <w:r>
                                      <w:t>Club Street Address</w:t>
                                    </w:r>
                                  </w:p>
                                  <w:p w:rsidR="0042010B" w:rsidRDefault="00173234">
                                    <w:pPr>
                                      <w:pStyle w:val="Address1"/>
                                    </w:pPr>
                                    <w:r>
                                      <w:t xml:space="preserve">Town, County  </w:t>
                                    </w:r>
                                  </w:p>
                                  <w:p w:rsidR="0042010B" w:rsidRDefault="00173234">
                                    <w:pPr>
                                      <w:pStyle w:val="Address1"/>
                                    </w:pPr>
                                    <w:r>
                                      <w:t>Postal Code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Text Box 116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899" y="2709"/>
                                  <a:ext cx="2162" cy="69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42010B" w:rsidRDefault="00173234">
                                    <w:pPr>
                                      <w:pStyle w:val="Address2"/>
                                    </w:pPr>
                                    <w:r>
                                      <w:t>Phone 020 555 0125</w:t>
                                    </w:r>
                                  </w:p>
                                  <w:p w:rsidR="0042010B" w:rsidRDefault="00173234">
                                    <w:pPr>
                                      <w:pStyle w:val="Address2"/>
                                    </w:pPr>
                                    <w:r>
                                      <w:t>Fax 020 555 0145</w:t>
                                    </w:r>
                                  </w:p>
                                  <w:p w:rsidR="0042010B" w:rsidRDefault="00173234">
                                    <w:pPr>
                                      <w:pStyle w:val="Address2"/>
                                    </w:pPr>
                                    <w:r>
                                      <w:rPr>
                                        <w:sz w:val="14"/>
                                      </w:rPr>
                                      <w:t>E-mail address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Text Box 119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176" y="1274"/>
                                  <a:ext cx="2462" cy="60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42010B" w:rsidRPr="00425CDC" w:rsidRDefault="00173234">
                                    <w:pPr>
                                      <w:pStyle w:val="Heading1"/>
                                      <w:jc w:val="center"/>
                                      <w:rPr>
                                        <w:color w:val="auto"/>
                                      </w:rPr>
                                    </w:pPr>
                                    <w:r w:rsidRPr="00425CDC">
                                      <w:rPr>
                                        <w:color w:val="auto"/>
                                      </w:rPr>
                                      <w:t>Club Name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Text Box 120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376" y="1954"/>
                                  <a:ext cx="2700" cy="14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42010B" w:rsidRPr="00425CDC" w:rsidRDefault="00425CDC">
                                    <w:pPr>
                                      <w:pStyle w:val="Heading2"/>
                                      <w:rPr>
                                        <w:color w:val="auto"/>
                                      </w:rPr>
                                    </w:pPr>
                                    <w:r w:rsidRPr="00425CDC">
                                      <w:rPr>
                                        <w:color w:val="auto"/>
                                      </w:rPr>
                                      <w:t>Member Name</w:t>
                                    </w:r>
                                  </w:p>
                                  <w:p w:rsidR="0042010B" w:rsidRDefault="0042010B">
                                    <w:pPr>
                                      <w:pStyle w:val="BodyText1"/>
                                    </w:pPr>
                                  </w:p>
                                  <w:p w:rsidR="0042010B" w:rsidRDefault="0042010B">
                                    <w:pPr>
                                      <w:pStyle w:val="BodyText1"/>
                                    </w:pPr>
                                  </w:p>
                                  <w:p w:rsidR="0042010B" w:rsidRDefault="00173234">
                                    <w:pPr>
                                      <w:pStyle w:val="BodyText1"/>
                                      <w:rPr>
                                        <w:i/>
                                      </w:rPr>
                                    </w:pPr>
                                    <w:r>
                                      <w:rPr>
                                        <w:i/>
                                      </w:rPr>
                                      <w:t xml:space="preserve">A member in good standing since </w:t>
                                    </w:r>
                                    <w:r>
                                      <w:rPr>
                                        <w:i/>
                                      </w:rPr>
                                      <w:fldChar w:fldCharType="begin"/>
                                    </w:r>
                                    <w:r>
                                      <w:rPr>
                                        <w:i/>
                                      </w:rPr>
                                      <w:instrText xml:space="preserve"> CREATEDATE  \@ "MMMM yyyy"  \* MERGEFORMAT </w:instrText>
                                    </w:r>
                                    <w:r>
                                      <w:rPr>
                                        <w:i/>
                                      </w:rPr>
                                      <w:fldChar w:fldCharType="separate"/>
                                    </w:r>
                                    <w:r>
                                      <w:rPr>
                                        <w:i/>
                                        <w:noProof/>
                                      </w:rPr>
                                      <w:t>February 2014</w:t>
                                    </w:r>
                                    <w:r>
                                      <w:rPr>
                                        <w:i/>
                                      </w:rPr>
                                      <w:fldChar w:fldCharType="end"/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215" o:spid="_x0000_s1031" style="position:absolute;margin-left:12.95pt;margin-top:15.95pt;width:234.25pt;height:106.7pt;z-index:251655680" coordorigin="6376,1274" coordsize="4685,2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">
                      <v:shape id="Text Box 1167" o:spid="_x0000_s1032" type="#_x0000_t202" style="position:absolute;left:9176;top:1682;width:1743;height:7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SKr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NhnsLfl/gD5PoXAAD//wMAUEsBAi0AFAAGAAgAAAAhANvh9svuAAAAhQEAABMAAAAAAAAAAAAA&#10;AAAAAAAAAFtDb250ZW50X1R5cGVzXS54bWxQSwECLQAUAAYACAAAACEAWvQsW78AAAAVAQAACwAA&#10;AAAAAAAAAAAAAAAfAQAAX3JlbHMvLnJlbHNQSwECLQAUAAYACAAAACEAckkiq8MAAADbAAAADwAA&#10;AAAAAAAAAAAAAAAHAgAAZHJzL2Rvd25yZXYueG1sUEsFBgAAAAADAAMAtwAAAPcCAAAAAA==&#10;" filled="f" stroked="f">
                        <v:textbox>
                          <w:txbxContent>
                            <w:p w:rsidR="0042010B" w:rsidRDefault="00173234">
                              <w:pPr>
                                <w:pStyle w:val="Address1"/>
                              </w:pPr>
                              <w:r>
                                <w:t>Club Street Address</w:t>
                              </w:r>
                            </w:p>
                            <w:p w:rsidR="0042010B" w:rsidRDefault="00173234">
                              <w:pPr>
                                <w:pStyle w:val="Address1"/>
                              </w:pPr>
                              <w:r>
                                <w:t xml:space="preserve">Town, County  </w:t>
                              </w:r>
                            </w:p>
                            <w:p w:rsidR="0042010B" w:rsidRDefault="00173234">
                              <w:pPr>
                                <w:pStyle w:val="Address1"/>
                              </w:pPr>
                              <w:r>
                                <w:t>Postal Code</w:t>
                              </w:r>
                            </w:p>
                          </w:txbxContent>
                        </v:textbox>
                      </v:shape>
                      <v:shape id="Text Box 1169" o:spid="_x0000_s1033" type="#_x0000_t202" style="position:absolute;left:8899;top:2709;width:2162;height: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      <v:textbox>
                          <w:txbxContent>
                            <w:p w:rsidR="0042010B" w:rsidRDefault="00173234">
                              <w:pPr>
                                <w:pStyle w:val="Address2"/>
                              </w:pPr>
                              <w:r>
                                <w:t>Phone 020 555 0125</w:t>
                              </w:r>
                            </w:p>
                            <w:p w:rsidR="0042010B" w:rsidRDefault="00173234">
                              <w:pPr>
                                <w:pStyle w:val="Address2"/>
                              </w:pPr>
                              <w:r>
                                <w:t>Fax 020 555 0145</w:t>
                              </w:r>
                            </w:p>
                            <w:p w:rsidR="0042010B" w:rsidRDefault="00173234">
                              <w:pPr>
                                <w:pStyle w:val="Address2"/>
                              </w:pPr>
                              <w:r>
                                <w:rPr>
                                  <w:sz w:val="14"/>
                                </w:rPr>
                                <w:t>E-mail address</w:t>
                              </w:r>
                            </w:p>
                          </w:txbxContent>
                        </v:textbox>
                      </v:shape>
                      <v:shape id="Text Box 1194" o:spid="_x0000_s1034" type="#_x0000_t202" style="position:absolute;left:7176;top:1274;width:2462;height:6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hNC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samL+kHyPUdAAD//wMAUEsBAi0AFAAGAAgAAAAhANvh9svuAAAAhQEAABMAAAAAAAAAAAAAAAAA&#10;AAAAAFtDb250ZW50X1R5cGVzXS54bWxQSwECLQAUAAYACAAAACEAWvQsW78AAAAVAQAACwAAAAAA&#10;AAAAAAAAAAAfAQAAX3JlbHMvLnJlbHNQSwECLQAUAAYACAAAACEAbJoTQsAAAADbAAAADwAAAAAA&#10;AAAAAAAAAAAHAgAAZHJzL2Rvd25yZXYueG1sUEsFBgAAAAADAAMAtwAAAPQCAAAAAA==&#10;" filled="f" stroked="f">
                        <v:textbox>
                          <w:txbxContent>
                            <w:p w:rsidR="0042010B" w:rsidRPr="00425CDC" w:rsidRDefault="00173234">
                              <w:pPr>
                                <w:pStyle w:val="Heading1"/>
                                <w:jc w:val="center"/>
                                <w:rPr>
                                  <w:color w:val="auto"/>
                                </w:rPr>
                              </w:pPr>
                              <w:r w:rsidRPr="00425CDC">
                                <w:rPr>
                                  <w:color w:val="auto"/>
                                </w:rPr>
                                <w:t>Club Name</w:t>
                              </w:r>
                            </w:p>
                          </w:txbxContent>
                        </v:textbox>
                      </v:shape>
                      <v:shape id="Text Box 1200" o:spid="_x0000_s1035" type="#_x0000_t202" style="position:absolute;left:6376;top:1954;width:2700;height:1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rbZ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PIW/L/EHyPwXAAD//wMAUEsBAi0AFAAGAAgAAAAhANvh9svuAAAAhQEAABMAAAAAAAAAAAAA&#10;AAAAAAAAAFtDb250ZW50X1R5cGVzXS54bWxQSwECLQAUAAYACAAAACEAWvQsW78AAAAVAQAACwAA&#10;AAAAAAAAAAAAAAAfAQAAX3JlbHMvLnJlbHNQSwECLQAUAAYACAAAACEAA9a22cMAAADbAAAADwAA&#10;AAAAAAAAAAAAAAAHAgAAZHJzL2Rvd25yZXYueG1sUEsFBgAAAAADAAMAtwAAAPcCAAAAAA==&#10;" filled="f" stroked="f">
                        <v:textbox>
                          <w:txbxContent>
                            <w:p w:rsidR="0042010B" w:rsidRPr="00425CDC" w:rsidRDefault="00425CDC">
                              <w:pPr>
                                <w:pStyle w:val="Heading2"/>
                                <w:rPr>
                                  <w:color w:val="auto"/>
                                </w:rPr>
                              </w:pPr>
                              <w:r w:rsidRPr="00425CDC">
                                <w:rPr>
                                  <w:color w:val="auto"/>
                                </w:rPr>
                                <w:t>Member Name</w:t>
                              </w:r>
                            </w:p>
                            <w:p w:rsidR="0042010B" w:rsidRDefault="0042010B">
                              <w:pPr>
                                <w:pStyle w:val="BodyText1"/>
                              </w:pPr>
                            </w:p>
                            <w:p w:rsidR="0042010B" w:rsidRDefault="0042010B">
                              <w:pPr>
                                <w:pStyle w:val="BodyText1"/>
                              </w:pPr>
                            </w:p>
                            <w:p w:rsidR="0042010B" w:rsidRDefault="00173234">
                              <w:pPr>
                                <w:pStyle w:val="BodyText1"/>
                                <w:rPr>
                                  <w:i/>
                                </w:rPr>
                              </w:pPr>
                              <w:r>
                                <w:rPr>
                                  <w:i/>
                                </w:rPr>
                                <w:t xml:space="preserve">A member in good standing since </w:t>
                              </w:r>
                              <w:r>
                                <w:rPr>
                                  <w:i/>
                                </w:rPr>
                                <w:fldChar w:fldCharType="begin"/>
                              </w:r>
                              <w:r>
                                <w:rPr>
                                  <w:i/>
                                </w:rPr>
                                <w:instrText xml:space="preserve"> CREATEDATE  \@ "MMMM yyyy"  \* MERGEFORMAT </w:instrText>
                              </w:r>
                              <w:r>
                                <w:rPr>
                                  <w:i/>
                                </w:rPr>
                                <w:fldChar w:fldCharType="separate"/>
                              </w:r>
                              <w:r>
                                <w:rPr>
                                  <w:i/>
                                  <w:noProof/>
                                </w:rPr>
                                <w:t>February 2014</w:t>
                              </w:r>
                              <w:r>
                                <w:rPr>
                                  <w:i/>
                                </w:rPr>
                                <w:fldChar w:fldCharType="end"/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42010B" w:rsidTr="00425CDC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42010B" w:rsidRDefault="00425CDC">
            <w:pPr>
              <w:rPr>
                <w:lang w:val="en-GB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73025</wp:posOffset>
                      </wp:positionH>
                      <wp:positionV relativeFrom="paragraph">
                        <wp:posOffset>290830</wp:posOffset>
                      </wp:positionV>
                      <wp:extent cx="2974975" cy="1355090"/>
                      <wp:effectExtent l="4445" t="0" r="1905" b="1905"/>
                      <wp:wrapNone/>
                      <wp:docPr id="20" name="Group 12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74975" cy="1355090"/>
                                <a:chOff x="6376" y="1274"/>
                                <a:chExt cx="4685" cy="2134"/>
                              </a:xfrm>
                            </wpg:grpSpPr>
                            <wps:wsp>
                              <wps:cNvPr id="21" name="Text Box 122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176" y="1682"/>
                                  <a:ext cx="1743" cy="78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42010B" w:rsidRDefault="00173234">
                                    <w:pPr>
                                      <w:pStyle w:val="Address1"/>
                                    </w:pPr>
                                    <w:r>
                                      <w:t>Club Street Address</w:t>
                                    </w:r>
                                  </w:p>
                                  <w:p w:rsidR="0042010B" w:rsidRDefault="00173234">
                                    <w:pPr>
                                      <w:pStyle w:val="Address1"/>
                                    </w:pPr>
                                    <w:r>
                                      <w:t xml:space="preserve">Town, County  </w:t>
                                    </w:r>
                                  </w:p>
                                  <w:p w:rsidR="0042010B" w:rsidRDefault="00173234">
                                    <w:pPr>
                                      <w:pStyle w:val="Address1"/>
                                    </w:pPr>
                                    <w:r>
                                      <w:t>Postal Code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Text Box 122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899" y="2709"/>
                                  <a:ext cx="2162" cy="69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42010B" w:rsidRDefault="00173234">
                                    <w:pPr>
                                      <w:pStyle w:val="Address2"/>
                                    </w:pPr>
                                    <w:r>
                                      <w:t>Phone 020 555 0125</w:t>
                                    </w:r>
                                  </w:p>
                                  <w:p w:rsidR="0042010B" w:rsidRDefault="00173234">
                                    <w:pPr>
                                      <w:pStyle w:val="Address2"/>
                                    </w:pPr>
                                    <w:r>
                                      <w:t>Fax 020 555 0145</w:t>
                                    </w:r>
                                  </w:p>
                                  <w:p w:rsidR="0042010B" w:rsidRDefault="00173234">
                                    <w:pPr>
                                      <w:pStyle w:val="Address2"/>
                                    </w:pPr>
                                    <w:r>
                                      <w:rPr>
                                        <w:sz w:val="14"/>
                                      </w:rPr>
                                      <w:t>E-mail address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Text Box 122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176" y="1274"/>
                                  <a:ext cx="2462" cy="60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42010B" w:rsidRPr="00425CDC" w:rsidRDefault="00173234">
                                    <w:pPr>
                                      <w:pStyle w:val="Heading1"/>
                                      <w:jc w:val="center"/>
                                      <w:rPr>
                                        <w:color w:val="auto"/>
                                      </w:rPr>
                                    </w:pPr>
                                    <w:r w:rsidRPr="00425CDC">
                                      <w:rPr>
                                        <w:color w:val="auto"/>
                                      </w:rPr>
                                      <w:t>Club Name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Text Box 122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376" y="1954"/>
                                  <a:ext cx="2700" cy="14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42010B" w:rsidRPr="00425CDC" w:rsidRDefault="00425CDC">
                                    <w:pPr>
                                      <w:pStyle w:val="Heading2"/>
                                      <w:rPr>
                                        <w:color w:val="auto"/>
                                      </w:rPr>
                                    </w:pPr>
                                    <w:r w:rsidRPr="00425CDC">
                                      <w:rPr>
                                        <w:color w:val="auto"/>
                                      </w:rPr>
                                      <w:t>Member Name</w:t>
                                    </w:r>
                                  </w:p>
                                  <w:p w:rsidR="0042010B" w:rsidRDefault="0042010B">
                                    <w:pPr>
                                      <w:pStyle w:val="BodyText1"/>
                                    </w:pPr>
                                  </w:p>
                                  <w:p w:rsidR="0042010B" w:rsidRDefault="0042010B">
                                    <w:pPr>
                                      <w:pStyle w:val="BodyText1"/>
                                    </w:pPr>
                                  </w:p>
                                  <w:p w:rsidR="0042010B" w:rsidRDefault="00173234">
                                    <w:pPr>
                                      <w:pStyle w:val="BodyText1"/>
                                      <w:rPr>
                                        <w:i/>
                                      </w:rPr>
                                    </w:pPr>
                                    <w:r>
                                      <w:rPr>
                                        <w:i/>
                                      </w:rPr>
                                      <w:t xml:space="preserve">A member in good standing since </w:t>
                                    </w:r>
                                    <w:r>
                                      <w:rPr>
                                        <w:i/>
                                      </w:rPr>
                                      <w:fldChar w:fldCharType="begin"/>
                                    </w:r>
                                    <w:r>
                                      <w:rPr>
                                        <w:i/>
                                      </w:rPr>
                                      <w:instrText xml:space="preserve"> CREATEDATE  \@ "MMMM yyyy"  \* MERGEFORMAT </w:instrText>
                                    </w:r>
                                    <w:r>
                                      <w:rPr>
                                        <w:i/>
                                      </w:rPr>
                                      <w:fldChar w:fldCharType="separate"/>
                                    </w:r>
                                    <w:r>
                                      <w:rPr>
                                        <w:i/>
                                        <w:noProof/>
                                      </w:rPr>
                                      <w:t>February 2014</w:t>
                                    </w:r>
                                    <w:r>
                                      <w:rPr>
                                        <w:i/>
                                      </w:rPr>
                                      <w:fldChar w:fldCharType="end"/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221" o:spid="_x0000_s1036" style="position:absolute;margin-left:5.75pt;margin-top:22.9pt;width:234.25pt;height:106.7pt;z-index:251657728" coordorigin="6376,1274" coordsize="4685,2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">
                      <v:shape id="Text Box 1222" o:spid="_x0000_s1037" type="#_x0000_t202" style="position:absolute;left:9176;top:1682;width:1743;height:7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      <v:textbox>
                          <w:txbxContent>
                            <w:p w:rsidR="0042010B" w:rsidRDefault="00173234">
                              <w:pPr>
                                <w:pStyle w:val="Address1"/>
                              </w:pPr>
                              <w:r>
                                <w:t>Club Street Address</w:t>
                              </w:r>
                            </w:p>
                            <w:p w:rsidR="0042010B" w:rsidRDefault="00173234">
                              <w:pPr>
                                <w:pStyle w:val="Address1"/>
                              </w:pPr>
                              <w:r>
                                <w:t xml:space="preserve">Town, County  </w:t>
                              </w:r>
                            </w:p>
                            <w:p w:rsidR="0042010B" w:rsidRDefault="00173234">
                              <w:pPr>
                                <w:pStyle w:val="Address1"/>
                              </w:pPr>
                              <w:r>
                                <w:t>Postal Code</w:t>
                              </w:r>
                            </w:p>
                          </w:txbxContent>
                        </v:textbox>
                      </v:shape>
                      <v:shape id="Text Box 1223" o:spid="_x0000_s1038" type="#_x0000_t202" style="position:absolute;left:8899;top:2709;width:2162;height: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" filled="f" stroked="f">
                        <v:textbox>
                          <w:txbxContent>
                            <w:p w:rsidR="0042010B" w:rsidRDefault="00173234">
                              <w:pPr>
                                <w:pStyle w:val="Address2"/>
                              </w:pPr>
                              <w:r>
                                <w:t>Phone 020 555 0125</w:t>
                              </w:r>
                            </w:p>
                            <w:p w:rsidR="0042010B" w:rsidRDefault="00173234">
                              <w:pPr>
                                <w:pStyle w:val="Address2"/>
                              </w:pPr>
                              <w:r>
                                <w:t>Fax 020 555 0145</w:t>
                              </w:r>
                            </w:p>
                            <w:p w:rsidR="0042010B" w:rsidRDefault="00173234">
                              <w:pPr>
                                <w:pStyle w:val="Address2"/>
                              </w:pPr>
                              <w:r>
                                <w:rPr>
                                  <w:sz w:val="14"/>
                                </w:rPr>
                                <w:t>E-mail address</w:t>
                              </w:r>
                            </w:p>
                          </w:txbxContent>
                        </v:textbox>
                      </v:shape>
                      <v:shape id="Text Box 1224" o:spid="_x0000_s1039" type="#_x0000_t202" style="position:absolute;left:7176;top:1274;width:2462;height:6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oEz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Ygl/X+IPkNkvAAAA//8DAFBLAQItABQABgAIAAAAIQDb4fbL7gAAAIUBAAATAAAAAAAAAAAA&#10;AAAAAAAAAABbQ29udGVudF9UeXBlc10ueG1sUEsBAi0AFAAGAAgAAAAhAFr0LFu/AAAAFQEAAAsA&#10;AAAAAAAAAAAAAAAAHwEAAF9yZWxzLy5yZWxzUEsBAi0AFAAGAAgAAAAhAGI+gTPEAAAA2wAAAA8A&#10;AAAAAAAAAAAAAAAABwIAAGRycy9kb3ducmV2LnhtbFBLBQYAAAAAAwADALcAAAD4AgAAAAA=&#10;" filled="f" stroked="f">
                        <v:textbox>
                          <w:txbxContent>
                            <w:p w:rsidR="0042010B" w:rsidRPr="00425CDC" w:rsidRDefault="00173234">
                              <w:pPr>
                                <w:pStyle w:val="Heading1"/>
                                <w:jc w:val="center"/>
                                <w:rPr>
                                  <w:color w:val="auto"/>
                                </w:rPr>
                              </w:pPr>
                              <w:r w:rsidRPr="00425CDC">
                                <w:rPr>
                                  <w:color w:val="auto"/>
                                </w:rPr>
                                <w:t>Club Name</w:t>
                              </w:r>
                            </w:p>
                          </w:txbxContent>
                        </v:textbox>
                      </v:shape>
                      <v:shape id="Text Box 1225" o:spid="_x0000_s1040" type="#_x0000_t202" style="position:absolute;left:6376;top:1954;width:2700;height:1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lH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" filled="f" stroked="f">
                        <v:textbox>
                          <w:txbxContent>
                            <w:p w:rsidR="0042010B" w:rsidRPr="00425CDC" w:rsidRDefault="00425CDC">
                              <w:pPr>
                                <w:pStyle w:val="Heading2"/>
                                <w:rPr>
                                  <w:color w:val="auto"/>
                                </w:rPr>
                              </w:pPr>
                              <w:r w:rsidRPr="00425CDC">
                                <w:rPr>
                                  <w:color w:val="auto"/>
                                </w:rPr>
                                <w:t>Member Name</w:t>
                              </w:r>
                            </w:p>
                            <w:p w:rsidR="0042010B" w:rsidRDefault="0042010B">
                              <w:pPr>
                                <w:pStyle w:val="BodyText1"/>
                              </w:pPr>
                            </w:p>
                            <w:p w:rsidR="0042010B" w:rsidRDefault="0042010B">
                              <w:pPr>
                                <w:pStyle w:val="BodyText1"/>
                              </w:pPr>
                            </w:p>
                            <w:p w:rsidR="0042010B" w:rsidRDefault="00173234">
                              <w:pPr>
                                <w:pStyle w:val="BodyText1"/>
                                <w:rPr>
                                  <w:i/>
                                </w:rPr>
                              </w:pPr>
                              <w:r>
                                <w:rPr>
                                  <w:i/>
                                </w:rPr>
                                <w:t xml:space="preserve">A member in good standing since </w:t>
                              </w:r>
                              <w:r>
                                <w:rPr>
                                  <w:i/>
                                </w:rPr>
                                <w:fldChar w:fldCharType="begin"/>
                              </w:r>
                              <w:r>
                                <w:rPr>
                                  <w:i/>
                                </w:rPr>
                                <w:instrText xml:space="preserve"> CREATEDATE  \@ "MMMM yyyy"  \* MERGEFORMAT </w:instrText>
                              </w:r>
                              <w:r>
                                <w:rPr>
                                  <w:i/>
                                </w:rPr>
                                <w:fldChar w:fldCharType="separate"/>
                              </w:r>
                              <w:r>
                                <w:rPr>
                                  <w:i/>
                                  <w:noProof/>
                                </w:rPr>
                                <w:t>February 2014</w:t>
                              </w:r>
                              <w:r>
                                <w:rPr>
                                  <w:i/>
                                </w:rPr>
                                <w:fldChar w:fldCharType="end"/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5040" w:type="dxa"/>
            <w:vAlign w:val="center"/>
          </w:tcPr>
          <w:p w:rsidR="0042010B" w:rsidRDefault="00425CDC">
            <w:pPr>
              <w:rPr>
                <w:lang w:val="en-GB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174625</wp:posOffset>
                      </wp:positionH>
                      <wp:positionV relativeFrom="paragraph">
                        <wp:posOffset>290830</wp:posOffset>
                      </wp:positionV>
                      <wp:extent cx="2974975" cy="1355090"/>
                      <wp:effectExtent l="1270" t="0" r="0" b="1905"/>
                      <wp:wrapNone/>
                      <wp:docPr id="15" name="Group 12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74975" cy="1355090"/>
                                <a:chOff x="6376" y="1274"/>
                                <a:chExt cx="4685" cy="2134"/>
                              </a:xfrm>
                            </wpg:grpSpPr>
                            <wps:wsp>
                              <wps:cNvPr id="16" name="Text Box 12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176" y="1682"/>
                                  <a:ext cx="1743" cy="78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42010B" w:rsidRDefault="00173234">
                                    <w:pPr>
                                      <w:pStyle w:val="Address1"/>
                                    </w:pPr>
                                    <w:r>
                                      <w:t>Club Street Address</w:t>
                                    </w:r>
                                  </w:p>
                                  <w:p w:rsidR="0042010B" w:rsidRDefault="00173234">
                                    <w:pPr>
                                      <w:pStyle w:val="Address1"/>
                                    </w:pPr>
                                    <w:r>
                                      <w:t xml:space="preserve">Town, County  </w:t>
                                    </w:r>
                                  </w:p>
                                  <w:p w:rsidR="0042010B" w:rsidRDefault="00173234">
                                    <w:pPr>
                                      <w:pStyle w:val="Address1"/>
                                    </w:pPr>
                                    <w:r>
                                      <w:t>Postal Code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Text Box 122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899" y="2709"/>
                                  <a:ext cx="2162" cy="69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42010B" w:rsidRDefault="00173234">
                                    <w:pPr>
                                      <w:pStyle w:val="Address2"/>
                                    </w:pPr>
                                    <w:r>
                                      <w:t>Phone 020 555 0125</w:t>
                                    </w:r>
                                  </w:p>
                                  <w:p w:rsidR="0042010B" w:rsidRDefault="00173234">
                                    <w:pPr>
                                      <w:pStyle w:val="Address2"/>
                                    </w:pPr>
                                    <w:r>
                                      <w:t>Fax 020 555 0145</w:t>
                                    </w:r>
                                  </w:p>
                                  <w:p w:rsidR="0042010B" w:rsidRDefault="00173234">
                                    <w:pPr>
                                      <w:pStyle w:val="Address2"/>
                                    </w:pPr>
                                    <w:r>
                                      <w:rPr>
                                        <w:sz w:val="14"/>
                                      </w:rPr>
                                      <w:t>E-mail address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Text Box 122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176" y="1274"/>
                                  <a:ext cx="2462" cy="60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42010B" w:rsidRPr="00425CDC" w:rsidRDefault="00173234">
                                    <w:pPr>
                                      <w:pStyle w:val="Heading1"/>
                                      <w:jc w:val="center"/>
                                      <w:rPr>
                                        <w:color w:val="auto"/>
                                      </w:rPr>
                                    </w:pPr>
                                    <w:r w:rsidRPr="00425CDC">
                                      <w:rPr>
                                        <w:color w:val="auto"/>
                                      </w:rPr>
                                      <w:t>Club Name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Text Box 123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376" y="1954"/>
                                  <a:ext cx="2700" cy="14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42010B" w:rsidRPr="00425CDC" w:rsidRDefault="00425CDC">
                                    <w:pPr>
                                      <w:pStyle w:val="Heading2"/>
                                      <w:rPr>
                                        <w:color w:val="auto"/>
                                      </w:rPr>
                                    </w:pPr>
                                    <w:r w:rsidRPr="00425CDC">
                                      <w:rPr>
                                        <w:color w:val="auto"/>
                                      </w:rPr>
                                      <w:t>Member Name</w:t>
                                    </w:r>
                                  </w:p>
                                  <w:p w:rsidR="0042010B" w:rsidRDefault="0042010B">
                                    <w:pPr>
                                      <w:pStyle w:val="BodyText1"/>
                                    </w:pPr>
                                  </w:p>
                                  <w:p w:rsidR="0042010B" w:rsidRDefault="0042010B">
                                    <w:pPr>
                                      <w:pStyle w:val="BodyText1"/>
                                    </w:pPr>
                                  </w:p>
                                  <w:p w:rsidR="0042010B" w:rsidRDefault="00173234">
                                    <w:pPr>
                                      <w:pStyle w:val="BodyText1"/>
                                      <w:rPr>
                                        <w:i/>
                                      </w:rPr>
                                    </w:pPr>
                                    <w:r>
                                      <w:rPr>
                                        <w:i/>
                                      </w:rPr>
                                      <w:t xml:space="preserve">A member in good standing since </w:t>
                                    </w:r>
                                    <w:r>
                                      <w:rPr>
                                        <w:i/>
                                      </w:rPr>
                                      <w:fldChar w:fldCharType="begin"/>
                                    </w:r>
                                    <w:r>
                                      <w:rPr>
                                        <w:i/>
                                      </w:rPr>
                                      <w:instrText xml:space="preserve"> CREATEDATE  \@ "MMMM yyyy"  \* MERGEFORMAT </w:instrText>
                                    </w:r>
                                    <w:r>
                                      <w:rPr>
                                        <w:i/>
                                      </w:rPr>
                                      <w:fldChar w:fldCharType="separate"/>
                                    </w:r>
                                    <w:r>
                                      <w:rPr>
                                        <w:i/>
                                        <w:noProof/>
                                      </w:rPr>
                                      <w:t>February 2014</w:t>
                                    </w:r>
                                    <w:r>
                                      <w:rPr>
                                        <w:i/>
                                      </w:rPr>
                                      <w:fldChar w:fldCharType="end"/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226" o:spid="_x0000_s1041" style="position:absolute;margin-left:13.75pt;margin-top:22.9pt;width:234.25pt;height:106.7pt;z-index:251658752" coordorigin="6376,1274" coordsize="4685,2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">
                      <v:shape id="Text Box 1227" o:spid="_x0000_s1042" type="#_x0000_t202" style="position:absolute;left:9176;top:1682;width:1743;height:7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      <v:textbox>
                          <w:txbxContent>
                            <w:p w:rsidR="0042010B" w:rsidRDefault="00173234">
                              <w:pPr>
                                <w:pStyle w:val="Address1"/>
                              </w:pPr>
                              <w:r>
                                <w:t>Club Street Address</w:t>
                              </w:r>
                            </w:p>
                            <w:p w:rsidR="0042010B" w:rsidRDefault="00173234">
                              <w:pPr>
                                <w:pStyle w:val="Address1"/>
                              </w:pPr>
                              <w:r>
                                <w:t xml:space="preserve">Town, County  </w:t>
                              </w:r>
                            </w:p>
                            <w:p w:rsidR="0042010B" w:rsidRDefault="00173234">
                              <w:pPr>
                                <w:pStyle w:val="Address1"/>
                              </w:pPr>
                              <w:r>
                                <w:t>Postal Code</w:t>
                              </w:r>
                            </w:p>
                          </w:txbxContent>
                        </v:textbox>
                      </v:shape>
                      <v:shape id="Text Box 1228" o:spid="_x0000_s1043" type="#_x0000_t202" style="position:absolute;left:8899;top:2709;width:2162;height: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2NwQAAANs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f4K/n6JB8jsBgAA//8DAFBLAQItABQABgAIAAAAIQDb4fbL7gAAAIUBAAATAAAAAAAAAAAAAAAA&#10;AAAAAABbQ29udGVudF9UeXBlc10ueG1sUEsBAi0AFAAGAAgAAAAhAFr0LFu/AAAAFQEAAAsAAAAA&#10;AAAAAAAAAAAAHwEAAF9yZWxzLy5yZWxzUEsBAi0AFAAGAAgAAAAhANNpTY3BAAAA2wAAAA8AAAAA&#10;AAAAAAAAAAAABwIAAGRycy9kb3ducmV2LnhtbFBLBQYAAAAAAwADALcAAAD1AgAAAAA=&#10;" filled="f" stroked="f">
                        <v:textbox>
                          <w:txbxContent>
                            <w:p w:rsidR="0042010B" w:rsidRDefault="00173234">
                              <w:pPr>
                                <w:pStyle w:val="Address2"/>
                              </w:pPr>
                              <w:r>
                                <w:t>Phone 020 555 0125</w:t>
                              </w:r>
                            </w:p>
                            <w:p w:rsidR="0042010B" w:rsidRDefault="00173234">
                              <w:pPr>
                                <w:pStyle w:val="Address2"/>
                              </w:pPr>
                              <w:r>
                                <w:t>Fax 020 555 0145</w:t>
                              </w:r>
                            </w:p>
                            <w:p w:rsidR="0042010B" w:rsidRDefault="00173234">
                              <w:pPr>
                                <w:pStyle w:val="Address2"/>
                              </w:pPr>
                              <w:r>
                                <w:rPr>
                                  <w:sz w:val="14"/>
                                </w:rPr>
                                <w:t>E-mail address</w:t>
                              </w:r>
                            </w:p>
                          </w:txbxContent>
                        </v:textbox>
                      </v:shape>
                      <v:shape id="Text Box 1229" o:spid="_x0000_s1044" type="#_x0000_t202" style="position:absolute;left:7176;top:1274;width:2462;height:6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        <v:textbox>
                          <w:txbxContent>
                            <w:p w:rsidR="0042010B" w:rsidRPr="00425CDC" w:rsidRDefault="00173234">
                              <w:pPr>
                                <w:pStyle w:val="Heading1"/>
                                <w:jc w:val="center"/>
                                <w:rPr>
                                  <w:color w:val="auto"/>
                                </w:rPr>
                              </w:pPr>
                              <w:r w:rsidRPr="00425CDC">
                                <w:rPr>
                                  <w:color w:val="auto"/>
                                </w:rPr>
                                <w:t>Club Name</w:t>
                              </w:r>
                            </w:p>
                          </w:txbxContent>
                        </v:textbox>
                      </v:shape>
                      <v:shape id="Text Box 1230" o:spid="_x0000_s1045" type="#_x0000_t202" style="position:absolute;left:6376;top:1954;width:2700;height:1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      <v:textbox>
                          <w:txbxContent>
                            <w:p w:rsidR="0042010B" w:rsidRPr="00425CDC" w:rsidRDefault="00425CDC">
                              <w:pPr>
                                <w:pStyle w:val="Heading2"/>
                                <w:rPr>
                                  <w:color w:val="auto"/>
                                </w:rPr>
                              </w:pPr>
                              <w:r w:rsidRPr="00425CDC">
                                <w:rPr>
                                  <w:color w:val="auto"/>
                                </w:rPr>
                                <w:t>Member Name</w:t>
                              </w:r>
                            </w:p>
                            <w:p w:rsidR="0042010B" w:rsidRDefault="0042010B">
                              <w:pPr>
                                <w:pStyle w:val="BodyText1"/>
                              </w:pPr>
                            </w:p>
                            <w:p w:rsidR="0042010B" w:rsidRDefault="0042010B">
                              <w:pPr>
                                <w:pStyle w:val="BodyText1"/>
                              </w:pPr>
                            </w:p>
                            <w:p w:rsidR="0042010B" w:rsidRDefault="00173234">
                              <w:pPr>
                                <w:pStyle w:val="BodyText1"/>
                                <w:rPr>
                                  <w:i/>
                                </w:rPr>
                              </w:pPr>
                              <w:r>
                                <w:rPr>
                                  <w:i/>
                                </w:rPr>
                                <w:t xml:space="preserve">A member in good standing since </w:t>
                              </w:r>
                              <w:r>
                                <w:rPr>
                                  <w:i/>
                                </w:rPr>
                                <w:fldChar w:fldCharType="begin"/>
                              </w:r>
                              <w:r>
                                <w:rPr>
                                  <w:i/>
                                </w:rPr>
                                <w:instrText xml:space="preserve"> CREATEDATE  \@ "MMMM yyyy"  \* MERGEFORMAT </w:instrText>
                              </w:r>
                              <w:r>
                                <w:rPr>
                                  <w:i/>
                                </w:rPr>
                                <w:fldChar w:fldCharType="separate"/>
                              </w:r>
                              <w:r>
                                <w:rPr>
                                  <w:i/>
                                  <w:noProof/>
                                </w:rPr>
                                <w:t>February 2014</w:t>
                              </w:r>
                              <w:r>
                                <w:rPr>
                                  <w:i/>
                                </w:rPr>
                                <w:fldChar w:fldCharType="end"/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42010B" w:rsidTr="00425CDC">
        <w:trPr>
          <w:cantSplit/>
          <w:trHeight w:hRule="exact" w:val="2880"/>
        </w:trPr>
        <w:tc>
          <w:tcPr>
            <w:tcW w:w="5040" w:type="dxa"/>
            <w:vAlign w:val="center"/>
          </w:tcPr>
          <w:p w:rsidR="0042010B" w:rsidRDefault="00425CDC">
            <w:pPr>
              <w:rPr>
                <w:lang w:val="en-GB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ragraph">
                        <wp:posOffset>272415</wp:posOffset>
                      </wp:positionV>
                      <wp:extent cx="2974975" cy="1355090"/>
                      <wp:effectExtent l="4445" t="0" r="1905" b="1270"/>
                      <wp:wrapNone/>
                      <wp:docPr id="10" name="Group 12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74975" cy="1355090"/>
                                <a:chOff x="6376" y="1274"/>
                                <a:chExt cx="4685" cy="2134"/>
                              </a:xfrm>
                            </wpg:grpSpPr>
                            <wps:wsp>
                              <wps:cNvPr id="11" name="Text Box 123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176" y="1682"/>
                                  <a:ext cx="1743" cy="78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42010B" w:rsidRDefault="00173234">
                                    <w:pPr>
                                      <w:pStyle w:val="Address1"/>
                                    </w:pPr>
                                    <w:r>
                                      <w:t>Club Street Address</w:t>
                                    </w:r>
                                  </w:p>
                                  <w:p w:rsidR="0042010B" w:rsidRDefault="00173234">
                                    <w:pPr>
                                      <w:pStyle w:val="Address1"/>
                                    </w:pPr>
                                    <w:r>
                                      <w:t xml:space="preserve">Town, County  </w:t>
                                    </w:r>
                                  </w:p>
                                  <w:p w:rsidR="0042010B" w:rsidRDefault="00173234">
                                    <w:pPr>
                                      <w:pStyle w:val="Address1"/>
                                    </w:pPr>
                                    <w:r>
                                      <w:t>Postal Code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Text Box 123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899" y="2709"/>
                                  <a:ext cx="2162" cy="69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42010B" w:rsidRDefault="00173234">
                                    <w:pPr>
                                      <w:pStyle w:val="Address2"/>
                                    </w:pPr>
                                    <w:r>
                                      <w:t>Phone 020 555 0125</w:t>
                                    </w:r>
                                  </w:p>
                                  <w:p w:rsidR="0042010B" w:rsidRDefault="00173234">
                                    <w:pPr>
                                      <w:pStyle w:val="Address2"/>
                                    </w:pPr>
                                    <w:r>
                                      <w:t>Fax 020 555 0145</w:t>
                                    </w:r>
                                  </w:p>
                                  <w:p w:rsidR="0042010B" w:rsidRDefault="00173234">
                                    <w:pPr>
                                      <w:pStyle w:val="Address2"/>
                                    </w:pPr>
                                    <w:r>
                                      <w:rPr>
                                        <w:sz w:val="14"/>
                                      </w:rPr>
                                      <w:t>E-mail address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Text Box 123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176" y="1274"/>
                                  <a:ext cx="2462" cy="60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42010B" w:rsidRDefault="00173234">
                                    <w:pPr>
                                      <w:pStyle w:val="Heading1"/>
                                      <w:jc w:val="center"/>
                                    </w:pPr>
                                    <w:r w:rsidRPr="00425CDC">
                                      <w:rPr>
                                        <w:color w:val="auto"/>
                                      </w:rPr>
                                      <w:t>Club</w:t>
                                    </w:r>
                                    <w:r>
                                      <w:t xml:space="preserve"> </w:t>
                                    </w:r>
                                    <w:r w:rsidRPr="00425CDC">
                                      <w:rPr>
                                        <w:color w:val="auto"/>
                                      </w:rPr>
                                      <w:t>Name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Text Box 123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376" y="1954"/>
                                  <a:ext cx="2700" cy="14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42010B" w:rsidRPr="00425CDC" w:rsidRDefault="00425CDC">
                                    <w:pPr>
                                      <w:pStyle w:val="Heading2"/>
                                      <w:rPr>
                                        <w:color w:val="auto"/>
                                      </w:rPr>
                                    </w:pPr>
                                    <w:r w:rsidRPr="00425CDC">
                                      <w:rPr>
                                        <w:color w:val="auto"/>
                                      </w:rPr>
                                      <w:t>Member Name</w:t>
                                    </w:r>
                                  </w:p>
                                  <w:p w:rsidR="0042010B" w:rsidRDefault="0042010B">
                                    <w:pPr>
                                      <w:pStyle w:val="BodyText1"/>
                                    </w:pPr>
                                  </w:p>
                                  <w:p w:rsidR="0042010B" w:rsidRDefault="0042010B">
                                    <w:pPr>
                                      <w:pStyle w:val="BodyText1"/>
                                    </w:pPr>
                                  </w:p>
                                  <w:p w:rsidR="0042010B" w:rsidRDefault="00173234">
                                    <w:pPr>
                                      <w:pStyle w:val="BodyText1"/>
                                      <w:rPr>
                                        <w:i/>
                                      </w:rPr>
                                    </w:pPr>
                                    <w:r>
                                      <w:rPr>
                                        <w:i/>
                                      </w:rPr>
                                      <w:t xml:space="preserve">A member in good standing since </w:t>
                                    </w:r>
                                    <w:r>
                                      <w:rPr>
                                        <w:i/>
                                      </w:rPr>
                                      <w:fldChar w:fldCharType="begin"/>
                                    </w:r>
                                    <w:r>
                                      <w:rPr>
                                        <w:i/>
                                      </w:rPr>
                                      <w:instrText xml:space="preserve"> CREATEDATE  \@ "MMMM yyyy"  \* MERGEFORMAT </w:instrText>
                                    </w:r>
                                    <w:r>
                                      <w:rPr>
                                        <w:i/>
                                      </w:rPr>
                                      <w:fldChar w:fldCharType="separate"/>
                                    </w:r>
                                    <w:r>
                                      <w:rPr>
                                        <w:i/>
                                        <w:noProof/>
                                      </w:rPr>
                                      <w:t>February 2014</w:t>
                                    </w:r>
                                    <w:r>
                                      <w:rPr>
                                        <w:i/>
                                      </w:rPr>
                                      <w:fldChar w:fldCharType="end"/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231" o:spid="_x0000_s1046" style="position:absolute;margin-left:5pt;margin-top:21.45pt;width:234.25pt;height:106.7pt;z-index:251659776" coordorigin="6376,1274" coordsize="4685,2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">
                      <v:shape id="Text Box 1232" o:spid="_x0000_s1047" type="#_x0000_t202" style="position:absolute;left:9176;top:1682;width:1743;height:7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      <v:textbox>
                          <w:txbxContent>
                            <w:p w:rsidR="0042010B" w:rsidRDefault="00173234">
                              <w:pPr>
                                <w:pStyle w:val="Address1"/>
                              </w:pPr>
                              <w:r>
                                <w:t>Club Street Address</w:t>
                              </w:r>
                            </w:p>
                            <w:p w:rsidR="0042010B" w:rsidRDefault="00173234">
                              <w:pPr>
                                <w:pStyle w:val="Address1"/>
                              </w:pPr>
                              <w:r>
                                <w:t xml:space="preserve">Town, County  </w:t>
                              </w:r>
                            </w:p>
                            <w:p w:rsidR="0042010B" w:rsidRDefault="00173234">
                              <w:pPr>
                                <w:pStyle w:val="Address1"/>
                              </w:pPr>
                              <w:r>
                                <w:t>Postal Code</w:t>
                              </w:r>
                            </w:p>
                          </w:txbxContent>
                        </v:textbox>
                      </v:shape>
                      <v:shape id="Text Box 1233" o:spid="_x0000_s1048" type="#_x0000_t202" style="position:absolute;left:8899;top:2709;width:2162;height: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      <v:textbox>
                          <w:txbxContent>
                            <w:p w:rsidR="0042010B" w:rsidRDefault="00173234">
                              <w:pPr>
                                <w:pStyle w:val="Address2"/>
                              </w:pPr>
                              <w:r>
                                <w:t>Phone 020 555 0125</w:t>
                              </w:r>
                            </w:p>
                            <w:p w:rsidR="0042010B" w:rsidRDefault="00173234">
                              <w:pPr>
                                <w:pStyle w:val="Address2"/>
                              </w:pPr>
                              <w:r>
                                <w:t>Fax 020 555 0145</w:t>
                              </w:r>
                            </w:p>
                            <w:p w:rsidR="0042010B" w:rsidRDefault="00173234">
                              <w:pPr>
                                <w:pStyle w:val="Address2"/>
                              </w:pPr>
                              <w:r>
                                <w:rPr>
                                  <w:sz w:val="14"/>
                                </w:rPr>
                                <w:t>E-mail address</w:t>
                              </w:r>
                            </w:p>
                          </w:txbxContent>
                        </v:textbox>
                      </v:shape>
                      <v:shape id="Text Box 1234" o:spid="_x0000_s1049" type="#_x0000_t202" style="position:absolute;left:7176;top:1274;width:2462;height:6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      <v:textbox>
                          <w:txbxContent>
                            <w:p w:rsidR="0042010B" w:rsidRDefault="00173234">
                              <w:pPr>
                                <w:pStyle w:val="Heading1"/>
                                <w:jc w:val="center"/>
                              </w:pPr>
                              <w:r w:rsidRPr="00425CDC">
                                <w:rPr>
                                  <w:color w:val="auto"/>
                                </w:rPr>
                                <w:t>Club</w:t>
                              </w:r>
                              <w:r>
                                <w:t xml:space="preserve"> </w:t>
                              </w:r>
                              <w:r w:rsidRPr="00425CDC">
                                <w:rPr>
                                  <w:color w:val="auto"/>
                                </w:rPr>
                                <w:t>Name</w:t>
                              </w:r>
                            </w:p>
                          </w:txbxContent>
                        </v:textbox>
                      </v:shape>
                      <v:shape id="Text Box 1235" o:spid="_x0000_s1050" type="#_x0000_t202" style="position:absolute;left:6376;top:1954;width:2700;height:1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      <v:textbox>
                          <w:txbxContent>
                            <w:p w:rsidR="0042010B" w:rsidRPr="00425CDC" w:rsidRDefault="00425CDC">
                              <w:pPr>
                                <w:pStyle w:val="Heading2"/>
                                <w:rPr>
                                  <w:color w:val="auto"/>
                                </w:rPr>
                              </w:pPr>
                              <w:r w:rsidRPr="00425CDC">
                                <w:rPr>
                                  <w:color w:val="auto"/>
                                </w:rPr>
                                <w:t>Member Name</w:t>
                              </w:r>
                            </w:p>
                            <w:p w:rsidR="0042010B" w:rsidRDefault="0042010B">
                              <w:pPr>
                                <w:pStyle w:val="BodyText1"/>
                              </w:pPr>
                            </w:p>
                            <w:p w:rsidR="0042010B" w:rsidRDefault="0042010B">
                              <w:pPr>
                                <w:pStyle w:val="BodyText1"/>
                              </w:pPr>
                            </w:p>
                            <w:p w:rsidR="0042010B" w:rsidRDefault="00173234">
                              <w:pPr>
                                <w:pStyle w:val="BodyText1"/>
                                <w:rPr>
                                  <w:i/>
                                </w:rPr>
                              </w:pPr>
                              <w:r>
                                <w:rPr>
                                  <w:i/>
                                </w:rPr>
                                <w:t xml:space="preserve">A member in good standing since </w:t>
                              </w:r>
                              <w:r>
                                <w:rPr>
                                  <w:i/>
                                </w:rPr>
                                <w:fldChar w:fldCharType="begin"/>
                              </w:r>
                              <w:r>
                                <w:rPr>
                                  <w:i/>
                                </w:rPr>
                                <w:instrText xml:space="preserve"> CREATEDATE  \@ "MMMM yyyy"  \* MERGEFORMAT </w:instrText>
                              </w:r>
                              <w:r>
                                <w:rPr>
                                  <w:i/>
                                </w:rPr>
                                <w:fldChar w:fldCharType="separate"/>
                              </w:r>
                              <w:r>
                                <w:rPr>
                                  <w:i/>
                                  <w:noProof/>
                                </w:rPr>
                                <w:t>February 2014</w:t>
                              </w:r>
                              <w:r>
                                <w:rPr>
                                  <w:i/>
                                </w:rPr>
                                <w:fldChar w:fldCharType="end"/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5040" w:type="dxa"/>
            <w:vAlign w:val="center"/>
          </w:tcPr>
          <w:p w:rsidR="0042010B" w:rsidRDefault="00425CDC">
            <w:pPr>
              <w:rPr>
                <w:lang w:val="en-GB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165100</wp:posOffset>
                      </wp:positionH>
                      <wp:positionV relativeFrom="paragraph">
                        <wp:posOffset>272415</wp:posOffset>
                      </wp:positionV>
                      <wp:extent cx="2974975" cy="1355090"/>
                      <wp:effectExtent l="1270" t="0" r="0" b="1270"/>
                      <wp:wrapNone/>
                      <wp:docPr id="5" name="Group 12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74975" cy="1355090"/>
                                <a:chOff x="6376" y="1274"/>
                                <a:chExt cx="4685" cy="2134"/>
                              </a:xfrm>
                            </wpg:grpSpPr>
                            <wps:wsp>
                              <wps:cNvPr id="6" name="Text Box 123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176" y="1682"/>
                                  <a:ext cx="1743" cy="78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42010B" w:rsidRDefault="00173234">
                                    <w:pPr>
                                      <w:pStyle w:val="Address1"/>
                                    </w:pPr>
                                    <w:r>
                                      <w:t>Club Street Address</w:t>
                                    </w:r>
                                  </w:p>
                                  <w:p w:rsidR="0042010B" w:rsidRDefault="00173234">
                                    <w:pPr>
                                      <w:pStyle w:val="Address1"/>
                                    </w:pPr>
                                    <w:r>
                                      <w:t xml:space="preserve">Town, County  </w:t>
                                    </w:r>
                                  </w:p>
                                  <w:p w:rsidR="0042010B" w:rsidRDefault="00173234">
                                    <w:pPr>
                                      <w:pStyle w:val="Address1"/>
                                    </w:pPr>
                                    <w:r>
                                      <w:t>Postal Code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Text Box 123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899" y="2709"/>
                                  <a:ext cx="2162" cy="69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42010B" w:rsidRDefault="00173234">
                                    <w:pPr>
                                      <w:pStyle w:val="Address2"/>
                                    </w:pPr>
                                    <w:r>
                                      <w:t>Phone 020 555 0125</w:t>
                                    </w:r>
                                  </w:p>
                                  <w:p w:rsidR="0042010B" w:rsidRDefault="00173234">
                                    <w:pPr>
                                      <w:pStyle w:val="Address2"/>
                                    </w:pPr>
                                    <w:r>
                                      <w:t>Fax 020 555 0145</w:t>
                                    </w:r>
                                  </w:p>
                                  <w:p w:rsidR="0042010B" w:rsidRDefault="00173234">
                                    <w:pPr>
                                      <w:pStyle w:val="Address2"/>
                                    </w:pPr>
                                    <w:r>
                                      <w:rPr>
                                        <w:sz w:val="14"/>
                                      </w:rPr>
                                      <w:t>E-mail address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Text Box 123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176" y="1274"/>
                                  <a:ext cx="2462" cy="60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42010B" w:rsidRPr="00425CDC" w:rsidRDefault="00173234">
                                    <w:pPr>
                                      <w:pStyle w:val="Heading1"/>
                                      <w:jc w:val="center"/>
                                      <w:rPr>
                                        <w:color w:val="auto"/>
                                      </w:rPr>
                                    </w:pPr>
                                    <w:r w:rsidRPr="00425CDC">
                                      <w:rPr>
                                        <w:color w:val="auto"/>
                                      </w:rPr>
                                      <w:t>Club Name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Text Box 124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376" y="1954"/>
                                  <a:ext cx="2700" cy="14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42010B" w:rsidRPr="00425CDC" w:rsidRDefault="00425CDC">
                                    <w:pPr>
                                      <w:pStyle w:val="Heading2"/>
                                      <w:rPr>
                                        <w:color w:val="auto"/>
                                      </w:rPr>
                                    </w:pPr>
                                    <w:r w:rsidRPr="00425CDC">
                                      <w:rPr>
                                        <w:color w:val="auto"/>
                                      </w:rPr>
                                      <w:t>Member Name</w:t>
                                    </w:r>
                                  </w:p>
                                  <w:p w:rsidR="0042010B" w:rsidRDefault="0042010B">
                                    <w:pPr>
                                      <w:pStyle w:val="BodyText1"/>
                                    </w:pPr>
                                  </w:p>
                                  <w:p w:rsidR="0042010B" w:rsidRDefault="0042010B">
                                    <w:pPr>
                                      <w:pStyle w:val="BodyText1"/>
                                    </w:pPr>
                                  </w:p>
                                  <w:p w:rsidR="0042010B" w:rsidRDefault="00173234">
                                    <w:pPr>
                                      <w:pStyle w:val="BodyText1"/>
                                      <w:rPr>
                                        <w:i/>
                                      </w:rPr>
                                    </w:pPr>
                                    <w:r>
                                      <w:rPr>
                                        <w:i/>
                                      </w:rPr>
                                      <w:t xml:space="preserve">A member in good standing since </w:t>
                                    </w:r>
                                    <w:r>
                                      <w:rPr>
                                        <w:i/>
                                      </w:rPr>
                                      <w:fldChar w:fldCharType="begin"/>
                                    </w:r>
                                    <w:r>
                                      <w:rPr>
                                        <w:i/>
                                      </w:rPr>
                                      <w:instrText xml:space="preserve"> CREATEDATE  \@ "MMMM yyyy"  \* MERGEFORMAT </w:instrText>
                                    </w:r>
                                    <w:r>
                                      <w:rPr>
                                        <w:i/>
                                      </w:rPr>
                                      <w:fldChar w:fldCharType="separate"/>
                                    </w:r>
                                    <w:r>
                                      <w:rPr>
                                        <w:i/>
                                        <w:noProof/>
                                      </w:rPr>
                                      <w:t>February 2014</w:t>
                                    </w:r>
                                    <w:r>
                                      <w:rPr>
                                        <w:i/>
                                      </w:rPr>
                                      <w:fldChar w:fldCharType="end"/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236" o:spid="_x0000_s1051" style="position:absolute;margin-left:13pt;margin-top:21.45pt;width:234.25pt;height:106.7pt;z-index:251660800" coordorigin="6376,1274" coordsize="4685,2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">
                      <v:shape id="Text Box 1237" o:spid="_x0000_s1052" type="#_x0000_t202" style="position:absolute;left:9176;top:1682;width:1743;height:7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      <v:textbox>
                          <w:txbxContent>
                            <w:p w:rsidR="0042010B" w:rsidRDefault="00173234">
                              <w:pPr>
                                <w:pStyle w:val="Address1"/>
                              </w:pPr>
                              <w:r>
                                <w:t>Club Street Address</w:t>
                              </w:r>
                            </w:p>
                            <w:p w:rsidR="0042010B" w:rsidRDefault="00173234">
                              <w:pPr>
                                <w:pStyle w:val="Address1"/>
                              </w:pPr>
                              <w:r>
                                <w:t xml:space="preserve">Town, County  </w:t>
                              </w:r>
                            </w:p>
                            <w:p w:rsidR="0042010B" w:rsidRDefault="00173234">
                              <w:pPr>
                                <w:pStyle w:val="Address1"/>
                              </w:pPr>
                              <w:r>
                                <w:t>Postal Code</w:t>
                              </w:r>
                            </w:p>
                          </w:txbxContent>
                        </v:textbox>
                      </v:shape>
                      <v:shape id="Text Box 1238" o:spid="_x0000_s1053" type="#_x0000_t202" style="position:absolute;left:8899;top:2709;width:2162;height: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      <v:textbox>
                          <w:txbxContent>
                            <w:p w:rsidR="0042010B" w:rsidRDefault="00173234">
                              <w:pPr>
                                <w:pStyle w:val="Address2"/>
                              </w:pPr>
                              <w:r>
                                <w:t>Phone 020 555 0125</w:t>
                              </w:r>
                            </w:p>
                            <w:p w:rsidR="0042010B" w:rsidRDefault="00173234">
                              <w:pPr>
                                <w:pStyle w:val="Address2"/>
                              </w:pPr>
                              <w:r>
                                <w:t>Fax 020 555 0145</w:t>
                              </w:r>
                            </w:p>
                            <w:p w:rsidR="0042010B" w:rsidRDefault="00173234">
                              <w:pPr>
                                <w:pStyle w:val="Address2"/>
                              </w:pPr>
                              <w:r>
                                <w:rPr>
                                  <w:sz w:val="14"/>
                                </w:rPr>
                                <w:t>E-mail address</w:t>
                              </w:r>
                            </w:p>
                          </w:txbxContent>
                        </v:textbox>
                      </v:shape>
                      <v:shape id="Text Box 1239" o:spid="_x0000_s1054" type="#_x0000_t202" style="position:absolute;left:7176;top:1274;width:2462;height:6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      <v:textbox>
                          <w:txbxContent>
                            <w:p w:rsidR="0042010B" w:rsidRPr="00425CDC" w:rsidRDefault="00173234">
                              <w:pPr>
                                <w:pStyle w:val="Heading1"/>
                                <w:jc w:val="center"/>
                                <w:rPr>
                                  <w:color w:val="auto"/>
                                </w:rPr>
                              </w:pPr>
                              <w:r w:rsidRPr="00425CDC">
                                <w:rPr>
                                  <w:color w:val="auto"/>
                                </w:rPr>
                                <w:t>Club Name</w:t>
                              </w:r>
                            </w:p>
                          </w:txbxContent>
                        </v:textbox>
                      </v:shape>
                      <v:shape id="Text Box 1240" o:spid="_x0000_s1055" type="#_x0000_t202" style="position:absolute;left:6376;top:1954;width:2700;height:1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      <v:textbox>
                          <w:txbxContent>
                            <w:p w:rsidR="0042010B" w:rsidRPr="00425CDC" w:rsidRDefault="00425CDC">
                              <w:pPr>
                                <w:pStyle w:val="Heading2"/>
                                <w:rPr>
                                  <w:color w:val="auto"/>
                                </w:rPr>
                              </w:pPr>
                              <w:r w:rsidRPr="00425CDC">
                                <w:rPr>
                                  <w:color w:val="auto"/>
                                </w:rPr>
                                <w:t>Member Name</w:t>
                              </w:r>
                            </w:p>
                            <w:p w:rsidR="0042010B" w:rsidRDefault="0042010B">
                              <w:pPr>
                                <w:pStyle w:val="BodyText1"/>
                              </w:pPr>
                            </w:p>
                            <w:p w:rsidR="0042010B" w:rsidRDefault="0042010B">
                              <w:pPr>
                                <w:pStyle w:val="BodyText1"/>
                              </w:pPr>
                            </w:p>
                            <w:p w:rsidR="0042010B" w:rsidRDefault="00173234">
                              <w:pPr>
                                <w:pStyle w:val="BodyText1"/>
                                <w:rPr>
                                  <w:i/>
                                </w:rPr>
                              </w:pPr>
                              <w:r>
                                <w:rPr>
                                  <w:i/>
                                </w:rPr>
                                <w:t xml:space="preserve">A member in good standing since </w:t>
                              </w:r>
                              <w:r>
                                <w:rPr>
                                  <w:i/>
                                </w:rPr>
                                <w:fldChar w:fldCharType="begin"/>
                              </w:r>
                              <w:r>
                                <w:rPr>
                                  <w:i/>
                                </w:rPr>
                                <w:instrText xml:space="preserve"> CREATEDATE  \@ "MMMM yyyy"  \* MERGEFORMAT </w:instrText>
                              </w:r>
                              <w:r>
                                <w:rPr>
                                  <w:i/>
                                </w:rPr>
                                <w:fldChar w:fldCharType="separate"/>
                              </w:r>
                              <w:r>
                                <w:rPr>
                                  <w:i/>
                                  <w:noProof/>
                                </w:rPr>
                                <w:t>February 2014</w:t>
                              </w:r>
                              <w:r>
                                <w:rPr>
                                  <w:i/>
                                </w:rPr>
                                <w:fldChar w:fldCharType="end"/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</w:tbl>
    <w:p w:rsidR="00173234" w:rsidRDefault="00425CDC">
      <w:pPr>
        <w:rPr>
          <w:lang w:val="en-GB"/>
        </w:rPr>
      </w:pPr>
      <w:bookmarkStart w:id="0" w:name="_GoBack"/>
      <w:bookmarkEnd w:id="0"/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4656" behindDoc="1" locked="0" layoutInCell="0" allowOverlap="1">
                <wp:simplePos x="0" y="0"/>
                <wp:positionH relativeFrom="page">
                  <wp:posOffset>669290</wp:posOffset>
                </wp:positionH>
                <wp:positionV relativeFrom="page">
                  <wp:posOffset>474980</wp:posOffset>
                </wp:positionV>
                <wp:extent cx="6419850" cy="238125"/>
                <wp:effectExtent l="21590" t="27305" r="35560" b="48895"/>
                <wp:wrapNone/>
                <wp:docPr id="4" name="Rectangle 1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19850" cy="238125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100000"/>
                            <a:lumOff val="0"/>
                          </a:schemeClr>
                        </a:solidFill>
                        <a:ln w="38100" cmpd="sng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C32665" id="Rectangle 1131" o:spid="_x0000_s1026" style="position:absolute;margin-left:52.7pt;margin-top:37.4pt;width:505.5pt;height:18.75pt;z-index:-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" o:allowincell="f" fillcolor="black [3200]" strokecolor="#f2f2f2 [3041]" strokeweight="3pt">
                <v:shadow on="t" color="#7f7f7f [1601]" opacity=".5" offset="1pt"/>
                <w10:wrap anchorx="page" anchory="page"/>
              </v:rect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2608" behindDoc="1" locked="0" layoutInCell="0" allowOverlap="1">
                <wp:simplePos x="0" y="0"/>
                <wp:positionH relativeFrom="page">
                  <wp:posOffset>659765</wp:posOffset>
                </wp:positionH>
                <wp:positionV relativeFrom="page">
                  <wp:posOffset>5957570</wp:posOffset>
                </wp:positionV>
                <wp:extent cx="6419850" cy="238125"/>
                <wp:effectExtent l="21590" t="23495" r="35560" b="52705"/>
                <wp:wrapNone/>
                <wp:docPr id="3" name="Rectangle 1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19850" cy="238125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100000"/>
                            <a:lumOff val="0"/>
                          </a:schemeClr>
                        </a:solidFill>
                        <a:ln w="38100" cmpd="sng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AB3BAE" id="Rectangle 1129" o:spid="_x0000_s1026" style="position:absolute;margin-left:51.95pt;margin-top:469.1pt;width:505.5pt;height:18.75pt;z-index:-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" o:allowincell="f" fillcolor="black [3200]" strokecolor="#f2f2f2 [3041]" strokeweight="3pt">
                <v:shadow on="t" color="#7f7f7f [1601]" opacity=".5" offset="1pt"/>
                <w10:wrap anchorx="page" anchory="page"/>
              </v:rect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1584" behindDoc="1" locked="0" layoutInCell="0" allowOverlap="1">
                <wp:simplePos x="0" y="0"/>
                <wp:positionH relativeFrom="page">
                  <wp:posOffset>671830</wp:posOffset>
                </wp:positionH>
                <wp:positionV relativeFrom="page">
                  <wp:posOffset>4130675</wp:posOffset>
                </wp:positionV>
                <wp:extent cx="6419850" cy="238125"/>
                <wp:effectExtent l="24130" t="25400" r="33020" b="50800"/>
                <wp:wrapNone/>
                <wp:docPr id="2" name="Rectangle 1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19850" cy="238125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100000"/>
                            <a:lumOff val="0"/>
                          </a:schemeClr>
                        </a:solidFill>
                        <a:ln w="38100" cmpd="sng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311BEC" id="Rectangle 1128" o:spid="_x0000_s1026" style="position:absolute;margin-left:52.9pt;margin-top:325.25pt;width:505.5pt;height:18.75pt;z-index:-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" o:allowincell="f" fillcolor="black [3200]" strokecolor="#f2f2f2 [3041]" strokeweight="3pt">
                <v:shadow on="t" color="#7f7f7f [1601]" opacity=".5" offset="1pt"/>
                <w10:wrap anchorx="page" anchory="page"/>
              </v:rect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0560" behindDoc="1" locked="0" layoutInCell="0" allowOverlap="1">
                <wp:simplePos x="0" y="0"/>
                <wp:positionH relativeFrom="page">
                  <wp:posOffset>670560</wp:posOffset>
                </wp:positionH>
                <wp:positionV relativeFrom="page">
                  <wp:posOffset>2308225</wp:posOffset>
                </wp:positionV>
                <wp:extent cx="6419850" cy="238125"/>
                <wp:effectExtent l="22860" t="22225" r="34290" b="44450"/>
                <wp:wrapNone/>
                <wp:docPr id="1" name="Rectangle 1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19850" cy="238125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100000"/>
                            <a:lumOff val="0"/>
                          </a:schemeClr>
                        </a:solidFill>
                        <a:ln w="38100" cmpd="sng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8BA0E3" id="Rectangle 1127" o:spid="_x0000_s1026" style="position:absolute;margin-left:52.8pt;margin-top:181.75pt;width:505.5pt;height:18.75pt;z-index:-25166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" o:allowincell="f" fillcolor="black [3200]" strokecolor="#f2f2f2 [3041]" strokeweight="3pt">
                <v:shadow on="t" color="#7f7f7f [1601]" opacity=".5" offset="1pt"/>
                <w10:wrap anchorx="page" anchory="page"/>
              </v:rect>
            </w:pict>
          </mc:Fallback>
        </mc:AlternateContent>
      </w:r>
    </w:p>
    <w:sectPr w:rsidR="00173234">
      <w:type w:val="continuous"/>
      <w:pgSz w:w="11906" w:h="16838"/>
      <w:pgMar w:top="720" w:right="1077" w:bottom="261" w:left="1077" w:header="720" w:footer="720" w:gutter="0"/>
      <w:paperSrc w:first="15" w:other="15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65C360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32CC1D9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DAC2DDF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5D48FD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5220B2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206E72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158E0F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03E9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D229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4FEE7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drawingGridHorizontalSpacing w:val="100"/>
  <w:drawingGridVerticalSpacing w:val="136"/>
  <w:displayHorizontalDrawingGridEvery w:val="0"/>
  <w:displayVerticalDrawingGridEvery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234"/>
    <w:rsid w:val="00173234"/>
    <w:rsid w:val="0042010B"/>
    <w:rsid w:val="00425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99c38f,#a50021,#33c"/>
    </o:shapedefaults>
    <o:shapelayout v:ext="edit">
      <o:idmap v:ext="edit" data="1"/>
    </o:shapelayout>
  </w:shapeDefaults>
  <w:decimalSymbol w:val="."/>
  <w:listSeparator w:val=","/>
  <w14:docId w14:val="481827B4"/>
  <w15:docId w15:val="{E9BFCCE5-7A03-41A5-A693-4EB05EDAA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n-US" w:eastAsia="en-US"/>
    </w:rPr>
  </w:style>
  <w:style w:type="paragraph" w:styleId="Heading1">
    <w:name w:val="heading 1"/>
    <w:basedOn w:val="Normal"/>
    <w:next w:val="Normal"/>
    <w:qFormat/>
    <w:pPr>
      <w:ind w:right="-15"/>
      <w:jc w:val="right"/>
      <w:outlineLvl w:val="0"/>
    </w:pPr>
    <w:rPr>
      <w:rFonts w:ascii="Tahoma" w:hAnsi="Tahoma" w:cs="Tahoma"/>
      <w:b/>
      <w:color w:val="3366CC"/>
      <w:sz w:val="28"/>
      <w:szCs w:val="28"/>
    </w:rPr>
  </w:style>
  <w:style w:type="paragraph" w:styleId="Heading2">
    <w:name w:val="heading 2"/>
    <w:basedOn w:val="Normal"/>
    <w:next w:val="Normal"/>
    <w:qFormat/>
    <w:pPr>
      <w:ind w:right="150"/>
      <w:outlineLvl w:val="1"/>
    </w:pPr>
    <w:rPr>
      <w:rFonts w:ascii="Tahoma" w:hAnsi="Tahoma" w:cs="Tahoma"/>
      <w:b/>
      <w:color w:val="3366CC"/>
      <w:sz w:val="22"/>
      <w:szCs w:val="22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 1"/>
    <w:basedOn w:val="Normal"/>
    <w:pPr>
      <w:ind w:right="150"/>
    </w:pPr>
    <w:rPr>
      <w:rFonts w:ascii="Tahoma" w:hAnsi="Tahoma" w:cs="Tahoma"/>
      <w:sz w:val="18"/>
      <w:szCs w:val="18"/>
    </w:rPr>
  </w:style>
  <w:style w:type="paragraph" w:customStyle="1" w:styleId="Address1">
    <w:name w:val="Address1"/>
    <w:basedOn w:val="Normal"/>
    <w:next w:val="Normal"/>
    <w:pPr>
      <w:tabs>
        <w:tab w:val="left" w:pos="3150"/>
      </w:tabs>
      <w:ind w:right="-15"/>
      <w:jc w:val="right"/>
    </w:pPr>
    <w:rPr>
      <w:rFonts w:ascii="Tahoma" w:hAnsi="Tahoma" w:cs="Tahoma"/>
      <w:sz w:val="16"/>
      <w:szCs w:val="16"/>
    </w:rPr>
  </w:style>
  <w:style w:type="paragraph" w:customStyle="1" w:styleId="Address2">
    <w:name w:val="Address 2"/>
    <w:basedOn w:val="Normal"/>
    <w:next w:val="Normal"/>
    <w:pPr>
      <w:tabs>
        <w:tab w:val="left" w:pos="3150"/>
      </w:tabs>
      <w:ind w:right="-15"/>
      <w:jc w:val="right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shif\AppData\Roaming\Microsoft\Templates\Club%20membership%20car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Club membership card</Template>
  <TotalTime>1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Kashif</dc:creator>
  <cp:lastModifiedBy>ikra iqbal</cp:lastModifiedBy>
  <cp:revision>2</cp:revision>
  <cp:lastPrinted>2002-07-16T09:12:00Z</cp:lastPrinted>
  <dcterms:created xsi:type="dcterms:W3CDTF">2017-11-26T12:25:00Z</dcterms:created>
  <dcterms:modified xsi:type="dcterms:W3CDTF">2017-11-26T12:25:00Z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TC010707401033</vt:lpwstr>
  </property>
</Properties>
</file>