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3 per page gift certificates"/>
      </w:tblPr>
      <w:tblGrid>
        <w:gridCol w:w="2250"/>
        <w:gridCol w:w="270"/>
        <w:gridCol w:w="6840"/>
      </w:tblGrid>
      <w:tr w:rsidR="00996C50" w14:paraId="7659F7DC" w14:textId="77777777">
        <w:trPr>
          <w:trHeight w:hRule="exact" w:val="1944"/>
        </w:trPr>
        <w:sdt>
          <w:sdtPr>
            <w:alias w:val="Company Name"/>
            <w:tag w:val=""/>
            <w:id w:val="-1180117098"/>
            <w:placeholder>
              <w:docPart w:val="0B2DD0F299E14E36A959E06F9CA2BAFC"/>
            </w:placeholder>
            <w:showingPlcHdr/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/>
          <w:sdtContent>
            <w:tc>
              <w:tcPr>
                <w:tcW w:w="1202" w:type="pct"/>
                <w:shd w:val="clear" w:color="auto" w:fill="5B9BD5" w:themeFill="accent1"/>
                <w:vAlign w:val="center"/>
              </w:tcPr>
              <w:p w14:paraId="259FED80" w14:textId="77777777" w:rsidR="00996C50" w:rsidRDefault="007C4320">
                <w:pPr>
                  <w:pStyle w:val="Heading1"/>
                </w:pPr>
                <w:r>
                  <w:t>[Company name]</w:t>
                </w:r>
              </w:p>
            </w:tc>
          </w:sdtContent>
        </w:sdt>
        <w:tc>
          <w:tcPr>
            <w:tcW w:w="144" w:type="pct"/>
            <w:vAlign w:val="center"/>
          </w:tcPr>
          <w:p w14:paraId="0367071E" w14:textId="77777777" w:rsidR="00996C50" w:rsidRDefault="00996C50"/>
        </w:tc>
        <w:tc>
          <w:tcPr>
            <w:tcW w:w="3654" w:type="pct"/>
            <w:vAlign w:val="center"/>
          </w:tcPr>
          <w:p w14:paraId="2288C58B" w14:textId="1C9D25D3" w:rsidR="00996C50" w:rsidRDefault="007C4320">
            <w:pPr>
              <w:pStyle w:val="Title"/>
            </w:pPr>
            <w:r>
              <w:t xml:space="preserve">gift </w:t>
            </w:r>
            <w:r w:rsidR="00C7368C">
              <w:t>Voucher</w:t>
            </w:r>
          </w:p>
          <w:tbl>
            <w:tblPr>
              <w:tblW w:w="5000" w:type="pct"/>
              <w:tblBorders>
                <w:bottom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ipient name and service provided"/>
            </w:tblPr>
            <w:tblGrid>
              <w:gridCol w:w="6840"/>
            </w:tblGrid>
            <w:tr w:rsidR="00996C50" w14:paraId="059C3356" w14:textId="77777777">
              <w:trPr>
                <w:trHeight w:val="270"/>
              </w:trPr>
              <w:tc>
                <w:tcPr>
                  <w:tcW w:w="6840" w:type="dxa"/>
                  <w:tcBorders>
                    <w:bottom w:val="single" w:sz="4" w:space="0" w:color="auto"/>
                  </w:tcBorders>
                  <w:vAlign w:val="bottom"/>
                </w:tcPr>
                <w:p w14:paraId="740F2F73" w14:textId="77777777" w:rsidR="00996C50" w:rsidRDefault="007C4320">
                  <w:r>
                    <w:t xml:space="preserve">This certificate entitles </w:t>
                  </w:r>
                  <w:sdt>
                    <w:sdtPr>
                      <w:rPr>
                        <w:rStyle w:val="Heading3Char"/>
                      </w:rPr>
                      <w:id w:val="669990133"/>
                      <w:placeholder>
                        <w:docPart w:val="F7070E86A987447C9B3C30A599E242F4"/>
                      </w:placeholder>
                      <w:temporary/>
                      <w:showingPlcHdr/>
                      <w15:appearance w15:val="hidden"/>
                    </w:sdtPr>
                    <w:sdtEndPr>
                      <w:rPr>
                        <w:rStyle w:val="Heading3Char"/>
                      </w:rPr>
                    </w:sdtEndPr>
                    <w:sdtContent>
                      <w:r>
                        <w:rPr>
                          <w:rStyle w:val="Heading3Char"/>
                        </w:rPr>
                        <w:t>[Name]</w:t>
                      </w:r>
                    </w:sdtContent>
                  </w:sdt>
                </w:p>
              </w:tc>
            </w:tr>
            <w:tr w:rsidR="00996C50" w14:paraId="04A9FD0A" w14:textId="77777777">
              <w:trPr>
                <w:trHeight w:hRule="exact" w:val="547"/>
              </w:trPr>
              <w:tc>
                <w:tcPr>
                  <w:tcW w:w="6840" w:type="dxa"/>
                  <w:vAlign w:val="bottom"/>
                </w:tcPr>
                <w:p w14:paraId="546A14BA" w14:textId="77777777" w:rsidR="00996C50" w:rsidRDefault="007C4320">
                  <w:r>
                    <w:t xml:space="preserve">To </w:t>
                  </w:r>
                  <w:sdt>
                    <w:sdtPr>
                      <w:rPr>
                        <w:rStyle w:val="Heading3Char"/>
                      </w:rPr>
                      <w:id w:val="-1159069645"/>
                      <w:placeholder>
                        <w:docPart w:val="3D94F316F1B041ECA7676E0047024B3A"/>
                      </w:placeholder>
                      <w:temporary/>
                      <w:showingPlcHdr/>
                      <w15:appearance w15:val="hidden"/>
                    </w:sdtPr>
                    <w:sdtEndPr>
                      <w:rPr>
                        <w:rStyle w:val="Heading3Char"/>
                      </w:rPr>
                    </w:sdtEndPr>
                    <w:sdtContent>
                      <w:r>
                        <w:rPr>
                          <w:rStyle w:val="Heading3Char"/>
                        </w:rPr>
                        <w:t>[Product or service]</w:t>
                      </w:r>
                    </w:sdtContent>
                  </w:sdt>
                </w:p>
              </w:tc>
            </w:tr>
          </w:tbl>
          <w:p w14:paraId="085D1777" w14:textId="77777777" w:rsidR="00996C50" w:rsidRDefault="00996C50"/>
        </w:tc>
      </w:tr>
      <w:tr w:rsidR="00996C50" w14:paraId="0B6A5AEB" w14:textId="77777777">
        <w:trPr>
          <w:trHeight w:hRule="exact" w:val="1944"/>
        </w:trPr>
        <w:tc>
          <w:tcPr>
            <w:tcW w:w="1202" w:type="pct"/>
            <w:shd w:val="clear" w:color="auto" w:fill="ED7D31" w:themeFill="accent2"/>
            <w:vAlign w:val="center"/>
          </w:tcPr>
          <w:p w14:paraId="7486A5A2" w14:textId="77777777" w:rsidR="00996C50" w:rsidRDefault="007C4320">
            <w:pPr>
              <w:pStyle w:val="Heading2"/>
            </w:pPr>
            <w:sdt>
              <w:sdtPr>
                <w:alias w:val="Company Address"/>
                <w:tag w:val=""/>
                <w:id w:val="-78913901"/>
                <w:placeholder>
                  <w:docPart w:val="932633C5C85B4230A15830070E779C01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r>
                  <w:rPr>
                    <w:rStyle w:val="PlaceholderText"/>
                    <w:color w:val="FFFFFF" w:themeColor="background1"/>
                  </w:rPr>
                  <w:t>[Company Address]</w:t>
                </w:r>
                <w:r>
                  <w:rPr>
                    <w:rStyle w:val="PlaceholderText"/>
                    <w:color w:val="FFFFFF" w:themeColor="background1"/>
                  </w:rPr>
                  <w:br/>
                  <w:t>[Address 2]</w:t>
                </w:r>
                <w:r>
                  <w:rPr>
                    <w:rStyle w:val="PlaceholderText"/>
                    <w:color w:val="FFFFFF" w:themeColor="background1"/>
                  </w:rPr>
                  <w:br/>
                  <w:t>[City, ST  ZIP Code]</w:t>
                </w:r>
              </w:sdtContent>
            </w:sdt>
          </w:p>
          <w:sdt>
            <w:sdtPr>
              <w:alias w:val="Company Phone"/>
              <w:tag w:val=""/>
              <w:id w:val="259490379"/>
              <w:placeholder>
                <w:docPart w:val="5CD719596E6B4B47A595FC13B0393B95"/>
              </w:placeholder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14:paraId="6C8D3BA6" w14:textId="77777777" w:rsidR="00996C50" w:rsidRDefault="007C4320">
                <w:pPr>
                  <w:pStyle w:val="Heading2"/>
                </w:pPr>
                <w:r>
                  <w:rPr>
                    <w:rStyle w:val="PlaceholderText"/>
                    <w:color w:val="FFFFFF" w:themeColor="background1"/>
                  </w:rPr>
                  <w:t>[Phone Number]</w:t>
                </w:r>
              </w:p>
            </w:sdtContent>
          </w:sdt>
          <w:sdt>
            <w:sdtPr>
              <w:alias w:val="Website"/>
              <w:tag w:val=""/>
              <w:id w:val="-1485244011"/>
              <w:placeholder>
                <w:docPart w:val="0F861A3BB598492E9FE8A22A781059C5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EndPr/>
            <w:sdtContent>
              <w:p w14:paraId="01363CA1" w14:textId="77777777" w:rsidR="00996C50" w:rsidRDefault="007C4320">
                <w:pPr>
                  <w:pStyle w:val="Heading2"/>
                </w:pPr>
                <w:r>
                  <w:rPr>
                    <w:rStyle w:val="PlaceholderText"/>
                    <w:color w:val="FFFFFF" w:themeColor="background1"/>
                  </w:rPr>
                  <w:t>[Website]</w:t>
                </w:r>
              </w:p>
            </w:sdtContent>
          </w:sdt>
        </w:tc>
        <w:tc>
          <w:tcPr>
            <w:tcW w:w="144" w:type="pct"/>
            <w:vAlign w:val="center"/>
          </w:tcPr>
          <w:p w14:paraId="18C0A091" w14:textId="77777777" w:rsidR="00996C50" w:rsidRDefault="00996C50"/>
        </w:tc>
        <w:tc>
          <w:tcPr>
            <w:tcW w:w="3654" w:type="pct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uthorized by, date and redemption statement"/>
            </w:tblPr>
            <w:tblGrid>
              <w:gridCol w:w="6840"/>
            </w:tblGrid>
            <w:tr w:rsidR="00996C50" w14:paraId="19A7DB70" w14:textId="77777777">
              <w:trPr>
                <w:trHeight w:val="288"/>
              </w:trPr>
              <w:sdt>
                <w:sdtPr>
                  <w:id w:val="-1581135841"/>
                  <w:placeholder>
                    <w:docPart w:val="6EFD019F2F804AF5A85D604B91AC72B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6840" w:type="dxa"/>
                      <w:tcBorders>
                        <w:bottom w:val="single" w:sz="4" w:space="0" w:color="auto"/>
                      </w:tcBorders>
                      <w:vAlign w:val="bottom"/>
                    </w:tcPr>
                    <w:p w14:paraId="30DC975F" w14:textId="77777777" w:rsidR="00996C50" w:rsidRDefault="007C4320">
                      <w:pPr>
                        <w:pStyle w:val="Heading3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996C50" w14:paraId="4C928185" w14:textId="77777777">
              <w:trPr>
                <w:trHeight w:val="547"/>
              </w:trPr>
              <w:tc>
                <w:tcPr>
                  <w:tcW w:w="6840" w:type="dxa"/>
                  <w:tcBorders>
                    <w:top w:val="single" w:sz="4" w:space="0" w:color="auto"/>
                  </w:tcBorders>
                </w:tcPr>
                <w:p w14:paraId="579A1132" w14:textId="77777777" w:rsidR="00996C50" w:rsidRDefault="007C4320">
                  <w:r>
                    <w:t>Authorized by</w:t>
                  </w:r>
                </w:p>
              </w:tc>
            </w:tr>
            <w:tr w:rsidR="00996C50" w14:paraId="5A06EBAD" w14:textId="77777777">
              <w:trPr>
                <w:trHeight w:val="288"/>
              </w:trPr>
              <w:sdt>
                <w:sdtPr>
                  <w:alias w:val="Date"/>
                  <w:tag w:val="Date"/>
                  <w:id w:val="1542482310"/>
                  <w:placeholder>
                    <w:docPart w:val="F9616819000F4AE9B9F281F0DD11F789"/>
                  </w:placeholder>
                  <w:showingPlcHdr/>
                  <w:date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6840" w:type="dxa"/>
                      <w:tcBorders>
                        <w:bottom w:val="single" w:sz="4" w:space="0" w:color="auto"/>
                      </w:tcBorders>
                      <w:vAlign w:val="bottom"/>
                    </w:tcPr>
                    <w:p w14:paraId="2B7F9F16" w14:textId="77777777" w:rsidR="00996C50" w:rsidRDefault="007C4320">
                      <w:pPr>
                        <w:pStyle w:val="Heading3"/>
                      </w:pPr>
                      <w:r>
                        <w:t>[Date]</w:t>
                      </w:r>
                    </w:p>
                  </w:tc>
                </w:sdtContent>
              </w:sdt>
            </w:tr>
            <w:tr w:rsidR="00996C50" w14:paraId="5D8554F5" w14:textId="77777777">
              <w:trPr>
                <w:trHeight w:val="288"/>
              </w:trPr>
              <w:tc>
                <w:tcPr>
                  <w:tcW w:w="6840" w:type="dxa"/>
                  <w:tcBorders>
                    <w:top w:val="single" w:sz="4" w:space="0" w:color="auto"/>
                  </w:tcBorders>
                </w:tcPr>
                <w:p w14:paraId="568C4023" w14:textId="77777777" w:rsidR="00996C50" w:rsidRDefault="007C4320">
                  <w:r>
                    <w:t>Expires</w:t>
                  </w:r>
                </w:p>
              </w:tc>
            </w:tr>
            <w:tr w:rsidR="00996C50" w14:paraId="60A60F9D" w14:textId="77777777">
              <w:trPr>
                <w:trHeight w:val="288"/>
              </w:trPr>
              <w:tc>
                <w:tcPr>
                  <w:tcW w:w="6840" w:type="dxa"/>
                  <w:vAlign w:val="center"/>
                </w:tcPr>
                <w:p w14:paraId="5F191777" w14:textId="77777777" w:rsidR="00996C50" w:rsidRDefault="007C4320">
                  <w:pPr>
                    <w:pStyle w:val="Heading4"/>
                  </w:pPr>
                  <w:r>
                    <w:t>Not redeemable for cash. Redemption value not to exceed $</w:t>
                  </w:r>
                  <w:sdt>
                    <w:sdtPr>
                      <w:alias w:val="Maximum value"/>
                      <w:tag w:val=""/>
                      <w:id w:val="-140972203"/>
                      <w:placeholder>
                        <w:docPart w:val="1ABE830A28294BC688F518946F8B25FC"/>
                      </w:placeholder>
                      <w:showingPlcHdr/>
                      <w:dataBinding w:prefixMappings="xmlns:ns0='http://schemas.microsoft.com/office/2006/coverPageProps' " w:xpath="/ns0:CoverPageProperties[1]/ns0:Abstract[1]" w:storeItemID="{55AF091B-3C7A-41E3-B477-F2FDAA23CFDA}"/>
                      <w:text/>
                    </w:sdtPr>
                    <w:sdtEndPr/>
                    <w:sdtContent>
                      <w:r>
                        <w:t>[Maximum value]</w:t>
                      </w:r>
                    </w:sdtContent>
                  </w:sdt>
                </w:p>
              </w:tc>
            </w:tr>
          </w:tbl>
          <w:p w14:paraId="5DB1DCA4" w14:textId="77777777" w:rsidR="00996C50" w:rsidRDefault="00996C50"/>
        </w:tc>
        <w:bookmarkStart w:id="0" w:name="_GoBack"/>
        <w:bookmarkEnd w:id="0"/>
      </w:tr>
      <w:tr w:rsidR="00996C50" w14:paraId="2B922F6F" w14:textId="77777777">
        <w:trPr>
          <w:trHeight w:hRule="exact" w:val="662"/>
        </w:trPr>
        <w:tc>
          <w:tcPr>
            <w:tcW w:w="1202" w:type="pct"/>
            <w:tcBorders>
              <w:bottom w:val="dashed" w:sz="4" w:space="0" w:color="7F7F7F" w:themeColor="text1" w:themeTint="80"/>
            </w:tcBorders>
            <w:vAlign w:val="center"/>
          </w:tcPr>
          <w:p w14:paraId="0A2EACF6" w14:textId="77777777" w:rsidR="00996C50" w:rsidRDefault="00996C50"/>
        </w:tc>
        <w:tc>
          <w:tcPr>
            <w:tcW w:w="144" w:type="pct"/>
            <w:tcBorders>
              <w:bottom w:val="dashed" w:sz="4" w:space="0" w:color="7F7F7F" w:themeColor="text1" w:themeTint="80"/>
            </w:tcBorders>
            <w:vAlign w:val="center"/>
          </w:tcPr>
          <w:p w14:paraId="3BAE06B3" w14:textId="77777777" w:rsidR="00996C50" w:rsidRDefault="00996C50"/>
        </w:tc>
        <w:tc>
          <w:tcPr>
            <w:tcW w:w="3654" w:type="pct"/>
            <w:tcBorders>
              <w:bottom w:val="dashed" w:sz="4" w:space="0" w:color="7F7F7F" w:themeColor="text1" w:themeTint="80"/>
            </w:tcBorders>
            <w:vAlign w:val="center"/>
          </w:tcPr>
          <w:p w14:paraId="1E43D6BF" w14:textId="77777777" w:rsidR="00996C50" w:rsidRDefault="00996C50"/>
        </w:tc>
      </w:tr>
      <w:tr w:rsidR="00996C50" w14:paraId="49D43CAC" w14:textId="77777777">
        <w:trPr>
          <w:trHeight w:hRule="exact" w:val="662"/>
        </w:trPr>
        <w:tc>
          <w:tcPr>
            <w:tcW w:w="1202" w:type="pct"/>
            <w:tcBorders>
              <w:top w:val="dashed" w:sz="4" w:space="0" w:color="7F7F7F" w:themeColor="text1" w:themeTint="80"/>
            </w:tcBorders>
            <w:vAlign w:val="center"/>
          </w:tcPr>
          <w:p w14:paraId="22328B32" w14:textId="77777777" w:rsidR="00996C50" w:rsidRDefault="00996C50"/>
        </w:tc>
        <w:tc>
          <w:tcPr>
            <w:tcW w:w="144" w:type="pct"/>
            <w:tcBorders>
              <w:top w:val="dashed" w:sz="4" w:space="0" w:color="7F7F7F" w:themeColor="text1" w:themeTint="80"/>
            </w:tcBorders>
            <w:vAlign w:val="center"/>
          </w:tcPr>
          <w:p w14:paraId="0812B6CA" w14:textId="77777777" w:rsidR="00996C50" w:rsidRDefault="00996C50"/>
        </w:tc>
        <w:tc>
          <w:tcPr>
            <w:tcW w:w="3654" w:type="pct"/>
            <w:tcBorders>
              <w:top w:val="dashed" w:sz="4" w:space="0" w:color="7F7F7F" w:themeColor="text1" w:themeTint="80"/>
            </w:tcBorders>
            <w:vAlign w:val="center"/>
          </w:tcPr>
          <w:p w14:paraId="50FB0AA5" w14:textId="77777777" w:rsidR="00996C50" w:rsidRDefault="00996C50"/>
        </w:tc>
      </w:tr>
      <w:tr w:rsidR="00996C50" w14:paraId="46559339" w14:textId="77777777">
        <w:trPr>
          <w:trHeight w:hRule="exact" w:val="1944"/>
        </w:trPr>
        <w:sdt>
          <w:sdtPr>
            <w:alias w:val="Company Name"/>
            <w:tag w:val=""/>
            <w:id w:val="874586002"/>
            <w:placeholder>
              <w:docPart w:val="0B2DD0F299E14E36A959E06F9CA2BAFC"/>
            </w:placeholder>
            <w:showingPlcHdr/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/>
          <w:sdtContent>
            <w:tc>
              <w:tcPr>
                <w:tcW w:w="1202" w:type="pct"/>
                <w:shd w:val="clear" w:color="auto" w:fill="5B9BD5" w:themeFill="accent1"/>
                <w:vAlign w:val="center"/>
              </w:tcPr>
              <w:p w14:paraId="6E287F6D" w14:textId="77777777" w:rsidR="00996C50" w:rsidRDefault="007C4320">
                <w:pPr>
                  <w:pStyle w:val="Heading1"/>
                </w:pPr>
                <w:r>
                  <w:t>[Company name]</w:t>
                </w:r>
              </w:p>
            </w:tc>
          </w:sdtContent>
        </w:sdt>
        <w:tc>
          <w:tcPr>
            <w:tcW w:w="144" w:type="pct"/>
            <w:vAlign w:val="center"/>
          </w:tcPr>
          <w:p w14:paraId="22AD7CD9" w14:textId="77777777" w:rsidR="00996C50" w:rsidRDefault="00996C50"/>
        </w:tc>
        <w:tc>
          <w:tcPr>
            <w:tcW w:w="3654" w:type="pct"/>
            <w:vAlign w:val="center"/>
          </w:tcPr>
          <w:p w14:paraId="749B5B3C" w14:textId="7FD82314" w:rsidR="00996C50" w:rsidRDefault="007C4320">
            <w:pPr>
              <w:pStyle w:val="Title"/>
            </w:pPr>
            <w:r>
              <w:t xml:space="preserve">gift </w:t>
            </w:r>
            <w:r w:rsidR="00C7368C">
              <w:t>voucher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ipient name and service provided"/>
            </w:tblPr>
            <w:tblGrid>
              <w:gridCol w:w="6840"/>
            </w:tblGrid>
            <w:tr w:rsidR="00996C50" w14:paraId="57471471" w14:textId="77777777">
              <w:trPr>
                <w:trHeight w:val="270"/>
              </w:trPr>
              <w:tc>
                <w:tcPr>
                  <w:tcW w:w="6840" w:type="dxa"/>
                  <w:tcBorders>
                    <w:bottom w:val="single" w:sz="4" w:space="0" w:color="auto"/>
                  </w:tcBorders>
                  <w:vAlign w:val="bottom"/>
                </w:tcPr>
                <w:p w14:paraId="0707F4CD" w14:textId="77777777" w:rsidR="00996C50" w:rsidRDefault="007C4320">
                  <w:r>
                    <w:t xml:space="preserve">This certificate entitles </w:t>
                  </w:r>
                  <w:sdt>
                    <w:sdtPr>
                      <w:rPr>
                        <w:rStyle w:val="Heading3Char"/>
                      </w:rPr>
                      <w:id w:val="235605433"/>
                      <w:placeholder>
                        <w:docPart w:val="F7070E86A987447C9B3C30A599E242F4"/>
                      </w:placeholder>
                      <w:temporary/>
                      <w:showingPlcHdr/>
                      <w15:appearance w15:val="hidden"/>
                    </w:sdtPr>
                    <w:sdtEndPr>
                      <w:rPr>
                        <w:rStyle w:val="Heading3Char"/>
                      </w:rPr>
                    </w:sdtEndPr>
                    <w:sdtContent>
                      <w:r>
                        <w:rPr>
                          <w:rStyle w:val="Heading3Char"/>
                        </w:rPr>
                        <w:t>[Name]</w:t>
                      </w:r>
                    </w:sdtContent>
                  </w:sdt>
                </w:p>
              </w:tc>
            </w:tr>
            <w:tr w:rsidR="00996C50" w14:paraId="51344B1B" w14:textId="77777777">
              <w:trPr>
                <w:trHeight w:hRule="exact" w:val="547"/>
              </w:trPr>
              <w:tc>
                <w:tcPr>
                  <w:tcW w:w="6840" w:type="dxa"/>
                  <w:tcBorders>
                    <w:bottom w:val="single" w:sz="4" w:space="0" w:color="auto"/>
                  </w:tcBorders>
                  <w:vAlign w:val="bottom"/>
                </w:tcPr>
                <w:p w14:paraId="5CE82730" w14:textId="77777777" w:rsidR="00996C50" w:rsidRDefault="007C4320">
                  <w:r>
                    <w:t xml:space="preserve">To </w:t>
                  </w:r>
                  <w:sdt>
                    <w:sdtPr>
                      <w:rPr>
                        <w:rStyle w:val="Heading3Char"/>
                      </w:rPr>
                      <w:id w:val="-320431782"/>
                      <w:placeholder>
                        <w:docPart w:val="3D94F316F1B041ECA7676E0047024B3A"/>
                      </w:placeholder>
                      <w:temporary/>
                      <w:showingPlcHdr/>
                      <w15:appearance w15:val="hidden"/>
                    </w:sdtPr>
                    <w:sdtEndPr>
                      <w:rPr>
                        <w:rStyle w:val="Heading3Char"/>
                      </w:rPr>
                    </w:sdtEndPr>
                    <w:sdtContent>
                      <w:r>
                        <w:rPr>
                          <w:rStyle w:val="Heading3Char"/>
                        </w:rPr>
                        <w:t>[Product or service]</w:t>
                      </w:r>
                    </w:sdtContent>
                  </w:sdt>
                </w:p>
              </w:tc>
            </w:tr>
          </w:tbl>
          <w:p w14:paraId="5E322F83" w14:textId="77777777" w:rsidR="00996C50" w:rsidRDefault="00996C50"/>
        </w:tc>
      </w:tr>
      <w:tr w:rsidR="00996C50" w14:paraId="512EB933" w14:textId="77777777">
        <w:trPr>
          <w:trHeight w:hRule="exact" w:val="1944"/>
        </w:trPr>
        <w:tc>
          <w:tcPr>
            <w:tcW w:w="1202" w:type="pct"/>
            <w:shd w:val="clear" w:color="auto" w:fill="ED7D31" w:themeFill="accent2"/>
            <w:vAlign w:val="center"/>
          </w:tcPr>
          <w:p w14:paraId="5BFDDB5B" w14:textId="77777777" w:rsidR="00996C50" w:rsidRDefault="007C4320">
            <w:pPr>
              <w:pStyle w:val="Heading2"/>
            </w:pPr>
            <w:sdt>
              <w:sdtPr>
                <w:alias w:val="Company Address"/>
                <w:tag w:val=""/>
                <w:id w:val="1517266074"/>
                <w:placeholder>
                  <w:docPart w:val="932633C5C85B4230A15830070E779C01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r>
                  <w:rPr>
                    <w:rStyle w:val="PlaceholderText"/>
                    <w:color w:val="FFFFFF" w:themeColor="background1"/>
                  </w:rPr>
                  <w:t>[Company Address]</w:t>
                </w:r>
                <w:r>
                  <w:rPr>
                    <w:rStyle w:val="PlaceholderText"/>
                    <w:color w:val="FFFFFF" w:themeColor="background1"/>
                  </w:rPr>
                  <w:br/>
                  <w:t>[Address</w:t>
                </w:r>
                <w:r>
                  <w:rPr>
                    <w:rStyle w:val="PlaceholderText"/>
                    <w:color w:val="FFFFFF" w:themeColor="background1"/>
                  </w:rPr>
                  <w:t xml:space="preserve"> 2]</w:t>
                </w:r>
                <w:r>
                  <w:rPr>
                    <w:rStyle w:val="PlaceholderText"/>
                    <w:color w:val="FFFFFF" w:themeColor="background1"/>
                  </w:rPr>
                  <w:br/>
                  <w:t>[City, ST  ZIP Code]</w:t>
                </w:r>
              </w:sdtContent>
            </w:sdt>
          </w:p>
          <w:sdt>
            <w:sdtPr>
              <w:alias w:val="Company Phone"/>
              <w:tag w:val=""/>
              <w:id w:val="102614865"/>
              <w:placeholder>
                <w:docPart w:val="5CD719596E6B4B47A595FC13B0393B95"/>
              </w:placeholder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14:paraId="34D5103F" w14:textId="77777777" w:rsidR="00996C50" w:rsidRDefault="007C4320">
                <w:pPr>
                  <w:pStyle w:val="Heading2"/>
                </w:pPr>
                <w:r>
                  <w:rPr>
                    <w:rStyle w:val="PlaceholderText"/>
                    <w:color w:val="FFFFFF" w:themeColor="background1"/>
                  </w:rPr>
                  <w:t>[Phone Number]</w:t>
                </w:r>
              </w:p>
            </w:sdtContent>
          </w:sdt>
          <w:sdt>
            <w:sdtPr>
              <w:alias w:val="Website"/>
              <w:tag w:val=""/>
              <w:id w:val="-755204676"/>
              <w:placeholder>
                <w:docPart w:val="0F861A3BB598492E9FE8A22A781059C5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EndPr/>
            <w:sdtContent>
              <w:p w14:paraId="6CDD00B9" w14:textId="77777777" w:rsidR="00996C50" w:rsidRDefault="007C4320">
                <w:pPr>
                  <w:pStyle w:val="Heading2"/>
                </w:pPr>
                <w:r>
                  <w:rPr>
                    <w:rStyle w:val="PlaceholderText"/>
                    <w:color w:val="FFFFFF" w:themeColor="background1"/>
                  </w:rPr>
                  <w:t>[Website]</w:t>
                </w:r>
              </w:p>
            </w:sdtContent>
          </w:sdt>
        </w:tc>
        <w:tc>
          <w:tcPr>
            <w:tcW w:w="144" w:type="pct"/>
            <w:vAlign w:val="center"/>
          </w:tcPr>
          <w:p w14:paraId="7571B01E" w14:textId="77777777" w:rsidR="00996C50" w:rsidRDefault="00996C50"/>
        </w:tc>
        <w:tc>
          <w:tcPr>
            <w:tcW w:w="3654" w:type="pct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uthorized by, date and redemption statement"/>
            </w:tblPr>
            <w:tblGrid>
              <w:gridCol w:w="6840"/>
            </w:tblGrid>
            <w:tr w:rsidR="00996C50" w14:paraId="7A403AD1" w14:textId="77777777">
              <w:trPr>
                <w:trHeight w:val="288"/>
              </w:trPr>
              <w:sdt>
                <w:sdtPr>
                  <w:id w:val="-534886857"/>
                  <w:placeholder>
                    <w:docPart w:val="6EFD019F2F804AF5A85D604B91AC72B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6840" w:type="dxa"/>
                      <w:tcBorders>
                        <w:bottom w:val="single" w:sz="4" w:space="0" w:color="auto"/>
                      </w:tcBorders>
                      <w:vAlign w:val="bottom"/>
                    </w:tcPr>
                    <w:p w14:paraId="257E52EE" w14:textId="77777777" w:rsidR="00996C50" w:rsidRDefault="007C4320">
                      <w:pPr>
                        <w:pStyle w:val="Heading3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996C50" w14:paraId="391054E9" w14:textId="77777777">
              <w:trPr>
                <w:trHeight w:val="547"/>
              </w:trPr>
              <w:tc>
                <w:tcPr>
                  <w:tcW w:w="6840" w:type="dxa"/>
                  <w:tcBorders>
                    <w:top w:val="single" w:sz="4" w:space="0" w:color="auto"/>
                  </w:tcBorders>
                </w:tcPr>
                <w:p w14:paraId="0D1D5346" w14:textId="77777777" w:rsidR="00996C50" w:rsidRDefault="007C4320">
                  <w:r>
                    <w:t>Authorized by</w:t>
                  </w:r>
                </w:p>
              </w:tc>
            </w:tr>
            <w:tr w:rsidR="00996C50" w14:paraId="17A74E68" w14:textId="77777777">
              <w:trPr>
                <w:trHeight w:val="288"/>
              </w:trPr>
              <w:sdt>
                <w:sdtPr>
                  <w:alias w:val="Date"/>
                  <w:tag w:val="Date"/>
                  <w:id w:val="-904991405"/>
                  <w:placeholder>
                    <w:docPart w:val="F9616819000F4AE9B9F281F0DD11F789"/>
                  </w:placeholder>
                  <w:showingPlcHdr/>
                  <w:date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6840" w:type="dxa"/>
                      <w:tcBorders>
                        <w:bottom w:val="single" w:sz="4" w:space="0" w:color="auto"/>
                      </w:tcBorders>
                      <w:vAlign w:val="bottom"/>
                    </w:tcPr>
                    <w:p w14:paraId="42963620" w14:textId="77777777" w:rsidR="00996C50" w:rsidRDefault="007C4320">
                      <w:pPr>
                        <w:pStyle w:val="Heading3"/>
                      </w:pPr>
                      <w:r>
                        <w:t>[Date]</w:t>
                      </w:r>
                    </w:p>
                  </w:tc>
                </w:sdtContent>
              </w:sdt>
            </w:tr>
            <w:tr w:rsidR="00996C50" w14:paraId="71E8C457" w14:textId="77777777">
              <w:trPr>
                <w:trHeight w:val="288"/>
              </w:trPr>
              <w:tc>
                <w:tcPr>
                  <w:tcW w:w="6840" w:type="dxa"/>
                  <w:tcBorders>
                    <w:top w:val="single" w:sz="4" w:space="0" w:color="auto"/>
                  </w:tcBorders>
                </w:tcPr>
                <w:p w14:paraId="0877AB06" w14:textId="77777777" w:rsidR="00996C50" w:rsidRDefault="007C4320">
                  <w:r>
                    <w:t>Expires</w:t>
                  </w:r>
                </w:p>
              </w:tc>
            </w:tr>
            <w:tr w:rsidR="00996C50" w14:paraId="562217DF" w14:textId="77777777">
              <w:trPr>
                <w:trHeight w:val="288"/>
              </w:trPr>
              <w:tc>
                <w:tcPr>
                  <w:tcW w:w="6840" w:type="dxa"/>
                  <w:vAlign w:val="center"/>
                </w:tcPr>
                <w:p w14:paraId="09C14288" w14:textId="77777777" w:rsidR="00996C50" w:rsidRDefault="007C4320">
                  <w:pPr>
                    <w:pStyle w:val="Heading4"/>
                  </w:pPr>
                  <w:r>
                    <w:t>Not redeemable for cash. Redemption value not to exceed $</w:t>
                  </w:r>
                  <w:sdt>
                    <w:sdtPr>
                      <w:alias w:val="Maximum value"/>
                      <w:tag w:val=""/>
                      <w:id w:val="-1153598190"/>
                      <w:placeholder>
                        <w:docPart w:val="1ABE830A28294BC688F518946F8B25FC"/>
                      </w:placeholder>
                      <w:showingPlcHdr/>
                      <w:dataBinding w:prefixMappings="xmlns:ns0='http://schemas.microsoft.com/office/2006/coverPageProps' " w:xpath="/ns0:CoverPageProperties[1]/ns0:Abstract[1]" w:storeItemID="{55AF091B-3C7A-41E3-B477-F2FDAA23CFDA}"/>
                      <w:text/>
                    </w:sdtPr>
                    <w:sdtEndPr/>
                    <w:sdtContent>
                      <w:r>
                        <w:t>[Maximum value]</w:t>
                      </w:r>
                    </w:sdtContent>
                  </w:sdt>
                </w:p>
              </w:tc>
            </w:tr>
          </w:tbl>
          <w:p w14:paraId="74FAB640" w14:textId="77777777" w:rsidR="00996C50" w:rsidRDefault="00996C50"/>
        </w:tc>
      </w:tr>
      <w:tr w:rsidR="00996C50" w14:paraId="49AE7F0E" w14:textId="77777777">
        <w:trPr>
          <w:trHeight w:hRule="exact" w:val="662"/>
        </w:trPr>
        <w:tc>
          <w:tcPr>
            <w:tcW w:w="1202" w:type="pct"/>
            <w:tcBorders>
              <w:bottom w:val="dashed" w:sz="4" w:space="0" w:color="7F7F7F" w:themeColor="text1" w:themeTint="80"/>
            </w:tcBorders>
            <w:vAlign w:val="center"/>
          </w:tcPr>
          <w:p w14:paraId="0883AE6D" w14:textId="77777777" w:rsidR="00996C50" w:rsidRDefault="00996C50"/>
        </w:tc>
        <w:tc>
          <w:tcPr>
            <w:tcW w:w="144" w:type="pct"/>
            <w:tcBorders>
              <w:bottom w:val="dashed" w:sz="4" w:space="0" w:color="7F7F7F" w:themeColor="text1" w:themeTint="80"/>
            </w:tcBorders>
            <w:vAlign w:val="center"/>
          </w:tcPr>
          <w:p w14:paraId="3EC7375B" w14:textId="77777777" w:rsidR="00996C50" w:rsidRDefault="00996C50"/>
        </w:tc>
        <w:tc>
          <w:tcPr>
            <w:tcW w:w="3654" w:type="pct"/>
            <w:tcBorders>
              <w:bottom w:val="dashed" w:sz="4" w:space="0" w:color="7F7F7F" w:themeColor="text1" w:themeTint="80"/>
            </w:tcBorders>
            <w:vAlign w:val="center"/>
          </w:tcPr>
          <w:p w14:paraId="7BA37AE4" w14:textId="77777777" w:rsidR="00996C50" w:rsidRDefault="00996C50"/>
        </w:tc>
      </w:tr>
      <w:tr w:rsidR="00996C50" w14:paraId="1AA5F19A" w14:textId="77777777">
        <w:trPr>
          <w:trHeight w:hRule="exact" w:val="662"/>
        </w:trPr>
        <w:tc>
          <w:tcPr>
            <w:tcW w:w="1202" w:type="pct"/>
            <w:tcBorders>
              <w:top w:val="dashed" w:sz="4" w:space="0" w:color="7F7F7F" w:themeColor="text1" w:themeTint="80"/>
            </w:tcBorders>
            <w:vAlign w:val="center"/>
          </w:tcPr>
          <w:p w14:paraId="464D0A3C" w14:textId="77777777" w:rsidR="00996C50" w:rsidRDefault="00996C50"/>
        </w:tc>
        <w:tc>
          <w:tcPr>
            <w:tcW w:w="144" w:type="pct"/>
            <w:tcBorders>
              <w:top w:val="dashed" w:sz="4" w:space="0" w:color="7F7F7F" w:themeColor="text1" w:themeTint="80"/>
            </w:tcBorders>
            <w:vAlign w:val="center"/>
          </w:tcPr>
          <w:p w14:paraId="148E8AF3" w14:textId="77777777" w:rsidR="00996C50" w:rsidRDefault="00996C50"/>
        </w:tc>
        <w:tc>
          <w:tcPr>
            <w:tcW w:w="3654" w:type="pct"/>
            <w:tcBorders>
              <w:top w:val="dashed" w:sz="4" w:space="0" w:color="7F7F7F" w:themeColor="text1" w:themeTint="80"/>
            </w:tcBorders>
            <w:vAlign w:val="center"/>
          </w:tcPr>
          <w:p w14:paraId="3B753603" w14:textId="77777777" w:rsidR="00996C50" w:rsidRDefault="00996C50"/>
        </w:tc>
      </w:tr>
      <w:tr w:rsidR="00996C50" w14:paraId="6AECF1A8" w14:textId="77777777">
        <w:trPr>
          <w:trHeight w:hRule="exact" w:val="1944"/>
        </w:trPr>
        <w:sdt>
          <w:sdtPr>
            <w:alias w:val="Company Name"/>
            <w:tag w:val=""/>
            <w:id w:val="2110544873"/>
            <w:placeholder>
              <w:docPart w:val="0B2DD0F299E14E36A959E06F9CA2BAFC"/>
            </w:placeholder>
            <w:showingPlcHdr/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/>
          <w:sdtContent>
            <w:tc>
              <w:tcPr>
                <w:tcW w:w="1202" w:type="pct"/>
                <w:shd w:val="clear" w:color="auto" w:fill="5B9BD5" w:themeFill="accent1"/>
                <w:vAlign w:val="center"/>
              </w:tcPr>
              <w:p w14:paraId="6B32529F" w14:textId="77777777" w:rsidR="00996C50" w:rsidRDefault="007C4320">
                <w:pPr>
                  <w:pStyle w:val="Heading1"/>
                </w:pPr>
                <w:r>
                  <w:t>[Company name]</w:t>
                </w:r>
              </w:p>
            </w:tc>
          </w:sdtContent>
        </w:sdt>
        <w:tc>
          <w:tcPr>
            <w:tcW w:w="144" w:type="pct"/>
            <w:vAlign w:val="center"/>
          </w:tcPr>
          <w:p w14:paraId="04988804" w14:textId="77777777" w:rsidR="00996C50" w:rsidRDefault="00996C50"/>
        </w:tc>
        <w:tc>
          <w:tcPr>
            <w:tcW w:w="3654" w:type="pct"/>
            <w:vAlign w:val="center"/>
          </w:tcPr>
          <w:p w14:paraId="6AA6A471" w14:textId="7C606B47" w:rsidR="00996C50" w:rsidRDefault="007C4320">
            <w:pPr>
              <w:pStyle w:val="Title"/>
            </w:pPr>
            <w:r>
              <w:t xml:space="preserve">gift </w:t>
            </w:r>
            <w:r w:rsidR="00C7368C">
              <w:t>Voucher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ipient name and service provided"/>
            </w:tblPr>
            <w:tblGrid>
              <w:gridCol w:w="6840"/>
            </w:tblGrid>
            <w:tr w:rsidR="00996C50" w14:paraId="055B51CD" w14:textId="77777777">
              <w:trPr>
                <w:trHeight w:val="270"/>
              </w:trPr>
              <w:tc>
                <w:tcPr>
                  <w:tcW w:w="6840" w:type="dxa"/>
                  <w:tcBorders>
                    <w:bottom w:val="single" w:sz="4" w:space="0" w:color="auto"/>
                  </w:tcBorders>
                  <w:vAlign w:val="bottom"/>
                </w:tcPr>
                <w:p w14:paraId="15FF7C96" w14:textId="77777777" w:rsidR="00996C50" w:rsidRDefault="007C4320">
                  <w:r>
                    <w:t xml:space="preserve">This certificate entitles </w:t>
                  </w:r>
                  <w:sdt>
                    <w:sdtPr>
                      <w:rPr>
                        <w:rStyle w:val="Heading3Char"/>
                      </w:rPr>
                      <w:id w:val="637843000"/>
                      <w:placeholder>
                        <w:docPart w:val="F7070E86A987447C9B3C30A599E242F4"/>
                      </w:placeholder>
                      <w:temporary/>
                      <w:showingPlcHdr/>
                      <w15:appearance w15:val="hidden"/>
                    </w:sdtPr>
                    <w:sdtEndPr>
                      <w:rPr>
                        <w:rStyle w:val="Heading3Char"/>
                      </w:rPr>
                    </w:sdtEndPr>
                    <w:sdtContent>
                      <w:r>
                        <w:rPr>
                          <w:rStyle w:val="Heading3Char"/>
                        </w:rPr>
                        <w:t>[Name]</w:t>
                      </w:r>
                    </w:sdtContent>
                  </w:sdt>
                </w:p>
              </w:tc>
            </w:tr>
            <w:tr w:rsidR="00996C50" w14:paraId="77C0B1D2" w14:textId="77777777">
              <w:trPr>
                <w:trHeight w:hRule="exact" w:val="547"/>
              </w:trPr>
              <w:tc>
                <w:tcPr>
                  <w:tcW w:w="6840" w:type="dxa"/>
                  <w:tcBorders>
                    <w:bottom w:val="single" w:sz="4" w:space="0" w:color="auto"/>
                  </w:tcBorders>
                  <w:vAlign w:val="bottom"/>
                </w:tcPr>
                <w:p w14:paraId="1B5DC7A4" w14:textId="77777777" w:rsidR="00996C50" w:rsidRDefault="007C4320">
                  <w:r>
                    <w:t xml:space="preserve">To </w:t>
                  </w:r>
                  <w:sdt>
                    <w:sdtPr>
                      <w:rPr>
                        <w:rStyle w:val="Heading3Char"/>
                      </w:rPr>
                      <w:id w:val="1539859567"/>
                      <w:placeholder>
                        <w:docPart w:val="3D94F316F1B041ECA7676E0047024B3A"/>
                      </w:placeholder>
                      <w:temporary/>
                      <w:showingPlcHdr/>
                      <w15:appearance w15:val="hidden"/>
                    </w:sdtPr>
                    <w:sdtEndPr>
                      <w:rPr>
                        <w:rStyle w:val="Heading3Char"/>
                      </w:rPr>
                    </w:sdtEndPr>
                    <w:sdtContent>
                      <w:r>
                        <w:rPr>
                          <w:rStyle w:val="Heading3Char"/>
                        </w:rPr>
                        <w:t>[Product or service]</w:t>
                      </w:r>
                    </w:sdtContent>
                  </w:sdt>
                </w:p>
              </w:tc>
            </w:tr>
          </w:tbl>
          <w:p w14:paraId="3672BDED" w14:textId="77777777" w:rsidR="00996C50" w:rsidRDefault="00996C50"/>
        </w:tc>
      </w:tr>
      <w:tr w:rsidR="00996C50" w14:paraId="211CB994" w14:textId="77777777">
        <w:trPr>
          <w:trHeight w:hRule="exact" w:val="1944"/>
        </w:trPr>
        <w:tc>
          <w:tcPr>
            <w:tcW w:w="1202" w:type="pct"/>
            <w:shd w:val="clear" w:color="auto" w:fill="ED7D31" w:themeFill="accent2"/>
            <w:vAlign w:val="center"/>
          </w:tcPr>
          <w:p w14:paraId="1EFF9B97" w14:textId="77777777" w:rsidR="00996C50" w:rsidRDefault="007C4320">
            <w:pPr>
              <w:pStyle w:val="Heading2"/>
            </w:pPr>
            <w:sdt>
              <w:sdtPr>
                <w:alias w:val="Company Address"/>
                <w:tag w:val=""/>
                <w:id w:val="-1109505448"/>
                <w:placeholder>
                  <w:docPart w:val="932633C5C85B4230A15830070E779C01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r>
                  <w:rPr>
                    <w:rStyle w:val="PlaceholderText"/>
                    <w:color w:val="FFFFFF" w:themeColor="background1"/>
                  </w:rPr>
                  <w:t>[Company Address]</w:t>
                </w:r>
                <w:r>
                  <w:rPr>
                    <w:rStyle w:val="PlaceholderText"/>
                    <w:color w:val="FFFFFF" w:themeColor="background1"/>
                  </w:rPr>
                  <w:br/>
                  <w:t>[Address 2]</w:t>
                </w:r>
                <w:r>
                  <w:rPr>
                    <w:rStyle w:val="PlaceholderText"/>
                    <w:color w:val="FFFFFF" w:themeColor="background1"/>
                  </w:rPr>
                  <w:br/>
                  <w:t>[City, ST  ZIP Code]</w:t>
                </w:r>
              </w:sdtContent>
            </w:sdt>
          </w:p>
          <w:sdt>
            <w:sdtPr>
              <w:alias w:val="Company Phone"/>
              <w:tag w:val=""/>
              <w:id w:val="1775362487"/>
              <w:placeholder>
                <w:docPart w:val="5CD719596E6B4B47A595FC13B0393B95"/>
              </w:placeholder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14:paraId="4F00B683" w14:textId="77777777" w:rsidR="00996C50" w:rsidRDefault="007C4320">
                <w:pPr>
                  <w:pStyle w:val="Heading2"/>
                </w:pPr>
                <w:r>
                  <w:rPr>
                    <w:rStyle w:val="PlaceholderText"/>
                    <w:color w:val="FFFFFF" w:themeColor="background1"/>
                  </w:rPr>
                  <w:t>[Phone Number]</w:t>
                </w:r>
              </w:p>
            </w:sdtContent>
          </w:sdt>
          <w:sdt>
            <w:sdtPr>
              <w:alias w:val="Website"/>
              <w:tag w:val=""/>
              <w:id w:val="-1576968883"/>
              <w:placeholder>
                <w:docPart w:val="0F861A3BB598492E9FE8A22A781059C5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EndPr/>
            <w:sdtContent>
              <w:p w14:paraId="6966A471" w14:textId="77777777" w:rsidR="00996C50" w:rsidRDefault="007C4320">
                <w:pPr>
                  <w:pStyle w:val="Heading2"/>
                </w:pPr>
                <w:r>
                  <w:rPr>
                    <w:rStyle w:val="PlaceholderText"/>
                    <w:color w:val="FFFFFF" w:themeColor="background1"/>
                  </w:rPr>
                  <w:t>[Website]</w:t>
                </w:r>
              </w:p>
            </w:sdtContent>
          </w:sdt>
        </w:tc>
        <w:tc>
          <w:tcPr>
            <w:tcW w:w="144" w:type="pct"/>
            <w:vAlign w:val="center"/>
          </w:tcPr>
          <w:p w14:paraId="21BF6FA0" w14:textId="77777777" w:rsidR="00996C50" w:rsidRDefault="00996C50"/>
        </w:tc>
        <w:tc>
          <w:tcPr>
            <w:tcW w:w="3654" w:type="pct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uthorized by, date and redemption statement"/>
            </w:tblPr>
            <w:tblGrid>
              <w:gridCol w:w="6840"/>
            </w:tblGrid>
            <w:tr w:rsidR="00996C50" w14:paraId="0F88388F" w14:textId="77777777">
              <w:trPr>
                <w:trHeight w:val="288"/>
              </w:trPr>
              <w:sdt>
                <w:sdtPr>
                  <w:id w:val="554054617"/>
                  <w:placeholder>
                    <w:docPart w:val="6EFD019F2F804AF5A85D604B91AC72B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6840" w:type="dxa"/>
                      <w:tcBorders>
                        <w:bottom w:val="single" w:sz="4" w:space="0" w:color="auto"/>
                      </w:tcBorders>
                      <w:vAlign w:val="bottom"/>
                    </w:tcPr>
                    <w:p w14:paraId="482A082B" w14:textId="77777777" w:rsidR="00996C50" w:rsidRDefault="007C4320">
                      <w:pPr>
                        <w:pStyle w:val="Heading3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996C50" w14:paraId="13813317" w14:textId="77777777">
              <w:trPr>
                <w:trHeight w:val="547"/>
              </w:trPr>
              <w:tc>
                <w:tcPr>
                  <w:tcW w:w="6840" w:type="dxa"/>
                  <w:tcBorders>
                    <w:top w:val="single" w:sz="4" w:space="0" w:color="auto"/>
                  </w:tcBorders>
                </w:tcPr>
                <w:p w14:paraId="77EE7EBE" w14:textId="77777777" w:rsidR="00996C50" w:rsidRDefault="007C4320">
                  <w:r>
                    <w:t>Authorized by</w:t>
                  </w:r>
                </w:p>
              </w:tc>
            </w:tr>
            <w:tr w:rsidR="00996C50" w14:paraId="17B6E100" w14:textId="77777777">
              <w:trPr>
                <w:trHeight w:val="288"/>
              </w:trPr>
              <w:sdt>
                <w:sdtPr>
                  <w:alias w:val="Date"/>
                  <w:tag w:val="Date"/>
                  <w:id w:val="1660887523"/>
                  <w:placeholder>
                    <w:docPart w:val="F9616819000F4AE9B9F281F0DD11F789"/>
                  </w:placeholder>
                  <w:showingPlcHdr/>
                  <w:date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6840" w:type="dxa"/>
                      <w:tcBorders>
                        <w:bottom w:val="single" w:sz="4" w:space="0" w:color="auto"/>
                      </w:tcBorders>
                      <w:vAlign w:val="bottom"/>
                    </w:tcPr>
                    <w:p w14:paraId="5E91BAC4" w14:textId="77777777" w:rsidR="00996C50" w:rsidRDefault="007C4320">
                      <w:pPr>
                        <w:pStyle w:val="Heading3"/>
                      </w:pPr>
                      <w:r>
                        <w:t>[Date]</w:t>
                      </w:r>
                    </w:p>
                  </w:tc>
                </w:sdtContent>
              </w:sdt>
            </w:tr>
            <w:tr w:rsidR="00996C50" w14:paraId="530D4979" w14:textId="77777777">
              <w:trPr>
                <w:trHeight w:val="288"/>
              </w:trPr>
              <w:tc>
                <w:tcPr>
                  <w:tcW w:w="6840" w:type="dxa"/>
                  <w:tcBorders>
                    <w:top w:val="single" w:sz="4" w:space="0" w:color="auto"/>
                  </w:tcBorders>
                </w:tcPr>
                <w:p w14:paraId="5DE270C6" w14:textId="77777777" w:rsidR="00996C50" w:rsidRDefault="007C4320">
                  <w:r>
                    <w:t>Expires</w:t>
                  </w:r>
                </w:p>
              </w:tc>
            </w:tr>
            <w:tr w:rsidR="00996C50" w14:paraId="0D37FECC" w14:textId="77777777">
              <w:trPr>
                <w:trHeight w:val="288"/>
              </w:trPr>
              <w:tc>
                <w:tcPr>
                  <w:tcW w:w="6840" w:type="dxa"/>
                  <w:vAlign w:val="center"/>
                </w:tcPr>
                <w:p w14:paraId="3FC8963A" w14:textId="77777777" w:rsidR="00996C50" w:rsidRDefault="007C4320">
                  <w:pPr>
                    <w:pStyle w:val="Heading4"/>
                  </w:pPr>
                  <w:r>
                    <w:t>Not redeemable for cash. Redemption value not to exceed $</w:t>
                  </w:r>
                  <w:sdt>
                    <w:sdtPr>
                      <w:alias w:val="Maximum value"/>
                      <w:tag w:val=""/>
                      <w:id w:val="-81611381"/>
                      <w:placeholder>
                        <w:docPart w:val="1ABE830A28294BC688F518946F8B25FC"/>
                      </w:placeholder>
                      <w:showingPlcHdr/>
                      <w:dataBinding w:prefixMappings="xmlns:ns0='http://schemas.microsoft.com/office/2006/coverPageProps' " w:xpath="/ns0:CoverPageProperties[1]/ns0:Abstract[1]" w:storeItemID="{55AF091B-3C7A-41E3-B477-F2FDAA23CFDA}"/>
                      <w:text/>
                    </w:sdtPr>
                    <w:sdtEndPr/>
                    <w:sdtContent>
                      <w:r>
                        <w:t>[Maximum value]</w:t>
                      </w:r>
                    </w:sdtContent>
                  </w:sdt>
                </w:p>
              </w:tc>
            </w:tr>
          </w:tbl>
          <w:p w14:paraId="383695C7" w14:textId="77777777" w:rsidR="00996C50" w:rsidRDefault="00996C50"/>
        </w:tc>
      </w:tr>
    </w:tbl>
    <w:p w14:paraId="660824C7" w14:textId="77777777" w:rsidR="00996C50" w:rsidRDefault="00996C50">
      <w:pPr>
        <w:spacing w:line="80" w:lineRule="exact"/>
        <w:rPr>
          <w:sz w:val="8"/>
          <w:szCs w:val="8"/>
        </w:rPr>
      </w:pPr>
    </w:p>
    <w:sectPr w:rsidR="00996C50">
      <w:pgSz w:w="12240" w:h="15840" w:code="1"/>
      <w:pgMar w:top="691" w:right="1440" w:bottom="69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CFF3E" w14:textId="77777777" w:rsidR="007C4320" w:rsidRDefault="007C4320">
      <w:r>
        <w:separator/>
      </w:r>
    </w:p>
  </w:endnote>
  <w:endnote w:type="continuationSeparator" w:id="0">
    <w:p w14:paraId="2A2EF5B3" w14:textId="77777777" w:rsidR="007C4320" w:rsidRDefault="007C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D9C59" w14:textId="77777777" w:rsidR="007C4320" w:rsidRDefault="007C4320">
      <w:r>
        <w:separator/>
      </w:r>
    </w:p>
  </w:footnote>
  <w:footnote w:type="continuationSeparator" w:id="0">
    <w:p w14:paraId="3BA09E4E" w14:textId="77777777" w:rsidR="007C4320" w:rsidRDefault="007C4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8C"/>
    <w:rsid w:val="007C4320"/>
    <w:rsid w:val="00996C50"/>
    <w:rsid w:val="00C7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F579AB"/>
  <w15:chartTrackingRefBased/>
  <w15:docId w15:val="{E51BDD21-ECAC-4F65-9CEE-4A66BF21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1"/>
    <w:qFormat/>
    <w:pPr>
      <w:jc w:val="center"/>
      <w:outlineLvl w:val="0"/>
    </w:pPr>
    <w:rPr>
      <w:rFonts w:asciiTheme="majorHAnsi" w:eastAsiaTheme="majorEastAsia" w:hAnsiTheme="majorHAnsi" w:cstheme="majorBidi"/>
      <w:caps/>
      <w:color w:val="FFFFFF" w:themeColor="background1"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1"/>
    <w:qFormat/>
    <w:pPr>
      <w:jc w:val="center"/>
      <w:outlineLvl w:val="1"/>
    </w:pPr>
    <w:rPr>
      <w:rFonts w:asciiTheme="majorHAnsi" w:eastAsiaTheme="majorEastAsia" w:hAnsiTheme="majorHAnsi" w:cstheme="majorBidi"/>
      <w:color w:val="FFFFFF" w:themeColor="background1"/>
    </w:rPr>
  </w:style>
  <w:style w:type="paragraph" w:styleId="Heading3">
    <w:name w:val="heading 3"/>
    <w:basedOn w:val="Normal"/>
    <w:next w:val="Normal"/>
    <w:link w:val="Heading3Char"/>
    <w:uiPriority w:val="1"/>
    <w:qFormat/>
    <w:pPr>
      <w:outlineLvl w:val="2"/>
    </w:pPr>
    <w:rPr>
      <w:rFonts w:asciiTheme="majorHAnsi" w:eastAsiaTheme="majorEastAsia" w:hAnsiTheme="majorHAnsi" w:cstheme="majorBidi"/>
      <w:i/>
      <w:iCs/>
    </w:rPr>
  </w:style>
  <w:style w:type="paragraph" w:styleId="Heading4">
    <w:name w:val="heading 4"/>
    <w:basedOn w:val="Normal"/>
    <w:next w:val="Normal"/>
    <w:link w:val="Heading4Char"/>
    <w:uiPriority w:val="1"/>
    <w:qFormat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1"/>
    <w:unhideWhenUsed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after="240"/>
    </w:pPr>
    <w:rPr>
      <w:rFonts w:asciiTheme="majorHAnsi" w:eastAsiaTheme="majorEastAsia" w:hAnsiTheme="majorHAnsi" w:cstheme="majorBidi"/>
      <w:b/>
      <w:bCs/>
      <w:caps/>
      <w:color w:val="5B9BD5" w:themeColor="accent1"/>
      <w:spacing w:val="30"/>
      <w:sz w:val="60"/>
      <w:szCs w:val="60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5B9BD5" w:themeColor="accent1"/>
      <w:spacing w:val="30"/>
      <w:sz w:val="60"/>
      <w:szCs w:val="60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i/>
      <w:iCs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1"/>
    <w:rPr>
      <w:sz w:val="20"/>
      <w:szCs w:val="2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FFFFFF" w:themeColor="background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FFFFFF" w:themeColor="background1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ebsite%20Projects\OfficeTemplates.org\Gift%20Voucher%20Template%200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2DD0F299E14E36A959E06F9CA2B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D6A17-FE05-45F2-B98D-BC97AC83229E}"/>
      </w:docPartPr>
      <w:docPartBody>
        <w:p w:rsidR="00000000" w:rsidRDefault="00936B97">
          <w:pPr>
            <w:pStyle w:val="0B2DD0F299E14E36A959E06F9CA2BAFC"/>
          </w:pPr>
          <w:r>
            <w:t>[Company name]</w:t>
          </w:r>
        </w:p>
      </w:docPartBody>
    </w:docPart>
    <w:docPart>
      <w:docPartPr>
        <w:name w:val="F7070E86A987447C9B3C30A599E24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EC412-82AF-4F41-B3A7-DE8A77B439C3}"/>
      </w:docPartPr>
      <w:docPartBody>
        <w:p w:rsidR="00000000" w:rsidRDefault="00936B97">
          <w:pPr>
            <w:pStyle w:val="F7070E86A987447C9B3C30A599E242F4"/>
          </w:pPr>
          <w:r>
            <w:rPr>
              <w:rStyle w:val="Heading3Char"/>
            </w:rPr>
            <w:t>[Name]</w:t>
          </w:r>
        </w:p>
      </w:docPartBody>
    </w:docPart>
    <w:docPart>
      <w:docPartPr>
        <w:name w:val="3D94F316F1B041ECA7676E0047024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7CB97-7129-462C-A697-062A65B47773}"/>
      </w:docPartPr>
      <w:docPartBody>
        <w:p w:rsidR="00000000" w:rsidRDefault="00936B97">
          <w:pPr>
            <w:pStyle w:val="3D94F316F1B041ECA7676E0047024B3A"/>
          </w:pPr>
          <w:r>
            <w:rPr>
              <w:rStyle w:val="Heading3Char"/>
            </w:rPr>
            <w:t>[Product or service]</w:t>
          </w:r>
        </w:p>
      </w:docPartBody>
    </w:docPart>
    <w:docPart>
      <w:docPartPr>
        <w:name w:val="932633C5C85B4230A15830070E779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37DB0-624B-45DD-8B78-F8A412D534FA}"/>
      </w:docPartPr>
      <w:docPartBody>
        <w:p w:rsidR="00000000" w:rsidRDefault="00936B97">
          <w:pPr>
            <w:pStyle w:val="932633C5C85B4230A15830070E779C01"/>
          </w:pPr>
          <w:r>
            <w:rPr>
              <w:rStyle w:val="PlaceholderText"/>
            </w:rPr>
            <w:t>[Company Address]</w:t>
          </w:r>
          <w:r>
            <w:rPr>
              <w:rStyle w:val="PlaceholderText"/>
            </w:rPr>
            <w:br/>
            <w:t>[Address 2]</w:t>
          </w:r>
          <w:r>
            <w:rPr>
              <w:rStyle w:val="PlaceholderText"/>
            </w:rPr>
            <w:br/>
            <w:t>[City, ST  ZIP Code]</w:t>
          </w:r>
        </w:p>
      </w:docPartBody>
    </w:docPart>
    <w:docPart>
      <w:docPartPr>
        <w:name w:val="5CD719596E6B4B47A595FC13B0393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B1614-BAE3-44F2-840E-2FBC340CD9E7}"/>
      </w:docPartPr>
      <w:docPartBody>
        <w:p w:rsidR="00000000" w:rsidRDefault="00936B97">
          <w:pPr>
            <w:pStyle w:val="5CD719596E6B4B47A595FC13B0393B95"/>
          </w:pPr>
          <w:r>
            <w:rPr>
              <w:rStyle w:val="PlaceholderText"/>
            </w:rPr>
            <w:t>[Phone Number]</w:t>
          </w:r>
        </w:p>
      </w:docPartBody>
    </w:docPart>
    <w:docPart>
      <w:docPartPr>
        <w:name w:val="0F861A3BB598492E9FE8A22A78105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306D8-0856-4147-9E41-BE253D0B01D3}"/>
      </w:docPartPr>
      <w:docPartBody>
        <w:p w:rsidR="00000000" w:rsidRDefault="00936B97">
          <w:pPr>
            <w:pStyle w:val="0F861A3BB598492E9FE8A22A781059C5"/>
          </w:pPr>
          <w:r>
            <w:rPr>
              <w:rStyle w:val="PlaceholderText"/>
            </w:rPr>
            <w:t>[Website]</w:t>
          </w:r>
        </w:p>
      </w:docPartBody>
    </w:docPart>
    <w:docPart>
      <w:docPartPr>
        <w:name w:val="6EFD019F2F804AF5A85D604B91AC7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CE8BF-AF32-4938-BC01-CCBB9E69BEDA}"/>
      </w:docPartPr>
      <w:docPartBody>
        <w:p w:rsidR="00000000" w:rsidRDefault="00936B97">
          <w:pPr>
            <w:pStyle w:val="6EFD019F2F804AF5A85D604B91AC72BB"/>
          </w:pPr>
          <w:r>
            <w:t>[Name]</w:t>
          </w:r>
        </w:p>
      </w:docPartBody>
    </w:docPart>
    <w:docPart>
      <w:docPartPr>
        <w:name w:val="F9616819000F4AE9B9F281F0DD11F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DFF9B-C8E8-4896-B97B-D06F73EA674F}"/>
      </w:docPartPr>
      <w:docPartBody>
        <w:p w:rsidR="00000000" w:rsidRDefault="00936B97">
          <w:pPr>
            <w:pStyle w:val="F9616819000F4AE9B9F281F0DD11F789"/>
          </w:pPr>
          <w:r>
            <w:t>[Date]</w:t>
          </w:r>
        </w:p>
      </w:docPartBody>
    </w:docPart>
    <w:docPart>
      <w:docPartPr>
        <w:name w:val="1ABE830A28294BC688F518946F8B2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D6280-3AF4-4114-A647-134A298DD105}"/>
      </w:docPartPr>
      <w:docPartBody>
        <w:p w:rsidR="00000000" w:rsidRDefault="00936B97">
          <w:pPr>
            <w:pStyle w:val="1ABE830A28294BC688F518946F8B25FC"/>
          </w:pPr>
          <w:r>
            <w:t>[Maximum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B97"/>
    <w:rsid w:val="0093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1"/>
    <w:qFormat/>
    <w:pPr>
      <w:spacing w:after="0" w:line="240" w:lineRule="auto"/>
      <w:outlineLvl w:val="2"/>
    </w:pPr>
    <w:rPr>
      <w:rFonts w:asciiTheme="majorHAnsi" w:eastAsiaTheme="majorEastAsia" w:hAnsiTheme="majorHAnsi" w:cstheme="majorBidi"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2DD0F299E14E36A959E06F9CA2BAFC">
    <w:name w:val="0B2DD0F299E14E36A959E06F9CA2BAFC"/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i/>
      <w:iCs/>
      <w:sz w:val="16"/>
      <w:szCs w:val="16"/>
    </w:rPr>
  </w:style>
  <w:style w:type="paragraph" w:customStyle="1" w:styleId="F7070E86A987447C9B3C30A599E242F4">
    <w:name w:val="F7070E86A987447C9B3C30A599E242F4"/>
  </w:style>
  <w:style w:type="paragraph" w:customStyle="1" w:styleId="3D94F316F1B041ECA7676E0047024B3A">
    <w:name w:val="3D94F316F1B041ECA7676E0047024B3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32633C5C85B4230A15830070E779C01">
    <w:name w:val="932633C5C85B4230A15830070E779C01"/>
  </w:style>
  <w:style w:type="paragraph" w:customStyle="1" w:styleId="5CD719596E6B4B47A595FC13B0393B95">
    <w:name w:val="5CD719596E6B4B47A595FC13B0393B95"/>
  </w:style>
  <w:style w:type="paragraph" w:customStyle="1" w:styleId="0F861A3BB598492E9FE8A22A781059C5">
    <w:name w:val="0F861A3BB598492E9FE8A22A781059C5"/>
  </w:style>
  <w:style w:type="paragraph" w:customStyle="1" w:styleId="6EFD019F2F804AF5A85D604B91AC72BB">
    <w:name w:val="6EFD019F2F804AF5A85D604B91AC72BB"/>
  </w:style>
  <w:style w:type="paragraph" w:customStyle="1" w:styleId="F9616819000F4AE9B9F281F0DD11F789">
    <w:name w:val="F9616819000F4AE9B9F281F0DD11F789"/>
  </w:style>
  <w:style w:type="paragraph" w:customStyle="1" w:styleId="1ABE830A28294BC688F518946F8B25FC">
    <w:name w:val="1ABE830A28294BC688F518946F8B25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316B6D1-B13C-4282-B7CD-D147032DB4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Gift Voucher Template 07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khalid</dc:creator>
  <cp:keywords/>
  <cp:lastModifiedBy>Muhammad Khalid Farooq</cp:lastModifiedBy>
  <cp:revision>2</cp:revision>
  <dcterms:created xsi:type="dcterms:W3CDTF">2018-02-16T10:21:00Z</dcterms:created>
  <dcterms:modified xsi:type="dcterms:W3CDTF">2018-02-16T10:23:00Z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TC039918979991</vt:lpwstr>
  </property>
</Properties>
</file>