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EB1" w:rsidRPr="00211455" w:rsidRDefault="004A4EB1" w:rsidP="004A4EB1">
      <w:pPr>
        <w:tabs>
          <w:tab w:val="left" w:pos="2457"/>
          <w:tab w:val="center" w:pos="5040"/>
        </w:tabs>
        <w:jc w:val="center"/>
        <w:rPr>
          <w:rFonts w:ascii="Monotype Corsiva" w:hAnsi="Monotype Corsiva"/>
          <w:sz w:val="36"/>
          <w:szCs w:val="36"/>
        </w:rPr>
      </w:pPr>
      <w:r w:rsidRPr="00211455">
        <w:rPr>
          <w:rFonts w:ascii="Monotype Corsiva" w:hAnsi="Monotype Corsiva"/>
          <w:sz w:val="36"/>
          <w:szCs w:val="36"/>
        </w:rPr>
        <w:t xml:space="preserve">Daily </w:t>
      </w:r>
      <w:r w:rsidR="009C4CD6" w:rsidRPr="00211455">
        <w:rPr>
          <w:rFonts w:ascii="Monotype Corsiva" w:hAnsi="Monotype Corsiva"/>
          <w:sz w:val="36"/>
          <w:szCs w:val="36"/>
        </w:rPr>
        <w:t xml:space="preserve">Schedule </w:t>
      </w:r>
    </w:p>
    <w:p w:rsidR="0039144C" w:rsidRDefault="009C4CD6" w:rsidP="009C4CD6">
      <w:pPr>
        <w:tabs>
          <w:tab w:val="left" w:pos="2457"/>
          <w:tab w:val="center" w:pos="5040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(RIGHT HERE </w:t>
      </w:r>
      <w:proofErr w:type="gramStart"/>
      <w:r>
        <w:rPr>
          <w:sz w:val="20"/>
          <w:szCs w:val="20"/>
        </w:rPr>
        <w:t>TYPE</w:t>
      </w:r>
      <w:proofErr w:type="gramEnd"/>
      <w:r>
        <w:rPr>
          <w:sz w:val="20"/>
          <w:szCs w:val="20"/>
        </w:rPr>
        <w:t xml:space="preserve"> THE DATE!) (Day, Month, Date, Year)</w:t>
      </w:r>
    </w:p>
    <w:p w:rsidR="002E785C" w:rsidRPr="00B9099C" w:rsidRDefault="00F8447E" w:rsidP="002E785C">
      <w:pPr>
        <w:tabs>
          <w:tab w:val="left" w:pos="2457"/>
          <w:tab w:val="center" w:pos="5040"/>
        </w:tabs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88.7pt;margin-top:4.15pt;width:325.3pt;height:0;z-index:251658240" o:connectortype="straight"/>
        </w:pict>
      </w:r>
    </w:p>
    <w:tbl>
      <w:tblPr>
        <w:tblStyle w:val="MediumShading1-Accent5"/>
        <w:tblpPr w:leftFromText="180" w:rightFromText="180" w:vertAnchor="text" w:tblpX="-416" w:tblpY="1"/>
        <w:tblW w:w="6824" w:type="dxa"/>
        <w:tblLook w:val="01E0"/>
      </w:tblPr>
      <w:tblGrid>
        <w:gridCol w:w="1276"/>
        <w:gridCol w:w="515"/>
        <w:gridCol w:w="5033"/>
      </w:tblGrid>
      <w:tr w:rsidR="006605EB" w:rsidRPr="00B9099C" w:rsidTr="00C92217">
        <w:trPr>
          <w:cnfStyle w:val="100000000000"/>
          <w:trHeight w:val="273"/>
        </w:trPr>
        <w:tc>
          <w:tcPr>
            <w:cnfStyle w:val="001000000000"/>
            <w:tcW w:w="1276" w:type="dxa"/>
            <w:vMerge w:val="restart"/>
          </w:tcPr>
          <w:p w:rsidR="006605EB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8:</w:t>
            </w:r>
            <w:r w:rsidR="006605EB" w:rsidRPr="00B9099C">
              <w:rPr>
                <w:sz w:val="20"/>
                <w:szCs w:val="20"/>
              </w:rPr>
              <w:t>00 AM</w:t>
            </w:r>
          </w:p>
        </w:tc>
        <w:tc>
          <w:tcPr>
            <w:cnfStyle w:val="000010000000"/>
            <w:tcW w:w="515" w:type="dxa"/>
          </w:tcPr>
          <w:p w:rsidR="006605EB" w:rsidRPr="009C4CD6" w:rsidRDefault="00AA78A4" w:rsidP="00AA78A4">
            <w:pPr>
              <w:rPr>
                <w:b w:val="0"/>
                <w:sz w:val="20"/>
                <w:szCs w:val="20"/>
              </w:rPr>
            </w:pPr>
            <w:r w:rsidRPr="009C4CD6">
              <w:rPr>
                <w:b w:val="0"/>
                <w:sz w:val="20"/>
                <w:szCs w:val="20"/>
              </w:rPr>
              <w:t>:00</w:t>
            </w:r>
          </w:p>
        </w:tc>
        <w:tc>
          <w:tcPr>
            <w:cnfStyle w:val="000100000000"/>
            <w:tcW w:w="5033" w:type="dxa"/>
          </w:tcPr>
          <w:p w:rsidR="006605EB" w:rsidRPr="00B9099C" w:rsidRDefault="006605EB" w:rsidP="00AA78A4">
            <w:pPr>
              <w:rPr>
                <w:sz w:val="20"/>
                <w:szCs w:val="20"/>
              </w:rPr>
            </w:pPr>
          </w:p>
        </w:tc>
      </w:tr>
      <w:tr w:rsidR="006605EB" w:rsidRPr="00B9099C" w:rsidTr="00C92217">
        <w:trPr>
          <w:cnfStyle w:val="000000100000"/>
          <w:trHeight w:val="270"/>
        </w:trPr>
        <w:tc>
          <w:tcPr>
            <w:cnfStyle w:val="001000000000"/>
            <w:tcW w:w="1276" w:type="dxa"/>
            <w:vMerge/>
          </w:tcPr>
          <w:p w:rsidR="006605EB" w:rsidRPr="00B9099C" w:rsidRDefault="006605EB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6605EB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:15</w:t>
            </w:r>
          </w:p>
        </w:tc>
        <w:tc>
          <w:tcPr>
            <w:cnfStyle w:val="000100000000"/>
            <w:tcW w:w="5033" w:type="dxa"/>
          </w:tcPr>
          <w:p w:rsidR="006605EB" w:rsidRPr="00B9099C" w:rsidRDefault="006605EB" w:rsidP="00AA78A4">
            <w:pPr>
              <w:rPr>
                <w:sz w:val="20"/>
                <w:szCs w:val="20"/>
              </w:rPr>
            </w:pPr>
          </w:p>
        </w:tc>
      </w:tr>
      <w:tr w:rsidR="006605EB" w:rsidRPr="00B9099C" w:rsidTr="00C92217">
        <w:trPr>
          <w:cnfStyle w:val="000000010000"/>
          <w:trHeight w:val="270"/>
        </w:trPr>
        <w:tc>
          <w:tcPr>
            <w:cnfStyle w:val="001000000000"/>
            <w:tcW w:w="1276" w:type="dxa"/>
            <w:vMerge/>
          </w:tcPr>
          <w:p w:rsidR="006605EB" w:rsidRPr="00B9099C" w:rsidRDefault="006605EB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6605EB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:30</w:t>
            </w:r>
          </w:p>
        </w:tc>
        <w:tc>
          <w:tcPr>
            <w:cnfStyle w:val="000100000000"/>
            <w:tcW w:w="5033" w:type="dxa"/>
          </w:tcPr>
          <w:p w:rsidR="006605EB" w:rsidRPr="00B9099C" w:rsidRDefault="006605EB" w:rsidP="00AA78A4">
            <w:pPr>
              <w:rPr>
                <w:sz w:val="20"/>
                <w:szCs w:val="20"/>
              </w:rPr>
            </w:pPr>
          </w:p>
        </w:tc>
      </w:tr>
      <w:tr w:rsidR="006605EB" w:rsidRPr="00B9099C" w:rsidTr="00C92217">
        <w:trPr>
          <w:cnfStyle w:val="000000100000"/>
          <w:trHeight w:val="270"/>
        </w:trPr>
        <w:tc>
          <w:tcPr>
            <w:cnfStyle w:val="001000000000"/>
            <w:tcW w:w="1276" w:type="dxa"/>
            <w:vMerge/>
          </w:tcPr>
          <w:p w:rsidR="006605EB" w:rsidRPr="00B9099C" w:rsidRDefault="006605EB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6605EB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:45</w:t>
            </w:r>
          </w:p>
        </w:tc>
        <w:tc>
          <w:tcPr>
            <w:cnfStyle w:val="000100000000"/>
            <w:tcW w:w="5033" w:type="dxa"/>
          </w:tcPr>
          <w:p w:rsidR="006605EB" w:rsidRPr="00B9099C" w:rsidRDefault="006605EB" w:rsidP="00AA78A4">
            <w:pPr>
              <w:rPr>
                <w:sz w:val="20"/>
                <w:szCs w:val="20"/>
              </w:rPr>
            </w:pPr>
          </w:p>
        </w:tc>
      </w:tr>
      <w:tr w:rsidR="006605EB" w:rsidRPr="00B9099C" w:rsidTr="00C92217">
        <w:trPr>
          <w:cnfStyle w:val="000000010000"/>
          <w:trHeight w:val="255"/>
        </w:trPr>
        <w:tc>
          <w:tcPr>
            <w:cnfStyle w:val="001000000000"/>
            <w:tcW w:w="1276" w:type="dxa"/>
            <w:vMerge w:val="restart"/>
          </w:tcPr>
          <w:p w:rsidR="006605EB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9</w:t>
            </w:r>
            <w:r w:rsidR="006605EB" w:rsidRPr="00B9099C">
              <w:rPr>
                <w:sz w:val="20"/>
                <w:szCs w:val="20"/>
              </w:rPr>
              <w:t>:00 AM</w:t>
            </w:r>
          </w:p>
        </w:tc>
        <w:tc>
          <w:tcPr>
            <w:cnfStyle w:val="000010000000"/>
            <w:tcW w:w="515" w:type="dxa"/>
          </w:tcPr>
          <w:p w:rsidR="006605EB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:00</w:t>
            </w:r>
          </w:p>
        </w:tc>
        <w:tc>
          <w:tcPr>
            <w:cnfStyle w:val="000100000000"/>
            <w:tcW w:w="5033" w:type="dxa"/>
          </w:tcPr>
          <w:p w:rsidR="006605EB" w:rsidRPr="00B9099C" w:rsidRDefault="006605EB" w:rsidP="00AA78A4">
            <w:pPr>
              <w:rPr>
                <w:sz w:val="20"/>
                <w:szCs w:val="20"/>
              </w:rPr>
            </w:pPr>
          </w:p>
        </w:tc>
      </w:tr>
      <w:tr w:rsidR="006605EB" w:rsidRPr="00B9099C" w:rsidTr="00C92217">
        <w:trPr>
          <w:cnfStyle w:val="000000100000"/>
          <w:trHeight w:val="254"/>
        </w:trPr>
        <w:tc>
          <w:tcPr>
            <w:cnfStyle w:val="001000000000"/>
            <w:tcW w:w="1276" w:type="dxa"/>
            <w:vMerge/>
          </w:tcPr>
          <w:p w:rsidR="006605EB" w:rsidRPr="00B9099C" w:rsidRDefault="006605EB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6605EB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:15</w:t>
            </w:r>
          </w:p>
        </w:tc>
        <w:tc>
          <w:tcPr>
            <w:cnfStyle w:val="000100000000"/>
            <w:tcW w:w="5033" w:type="dxa"/>
          </w:tcPr>
          <w:p w:rsidR="006605EB" w:rsidRPr="00B9099C" w:rsidRDefault="006605EB" w:rsidP="00AA78A4">
            <w:pPr>
              <w:rPr>
                <w:sz w:val="20"/>
                <w:szCs w:val="20"/>
              </w:rPr>
            </w:pPr>
          </w:p>
        </w:tc>
      </w:tr>
      <w:tr w:rsidR="006605EB" w:rsidRPr="00B9099C" w:rsidTr="00C92217">
        <w:trPr>
          <w:cnfStyle w:val="000000010000"/>
          <w:trHeight w:val="254"/>
        </w:trPr>
        <w:tc>
          <w:tcPr>
            <w:cnfStyle w:val="001000000000"/>
            <w:tcW w:w="1276" w:type="dxa"/>
            <w:vMerge/>
          </w:tcPr>
          <w:p w:rsidR="006605EB" w:rsidRPr="00B9099C" w:rsidRDefault="006605EB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6605EB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:30</w:t>
            </w:r>
          </w:p>
        </w:tc>
        <w:tc>
          <w:tcPr>
            <w:cnfStyle w:val="000100000000"/>
            <w:tcW w:w="5033" w:type="dxa"/>
          </w:tcPr>
          <w:p w:rsidR="006605EB" w:rsidRPr="00B9099C" w:rsidRDefault="006605EB" w:rsidP="00AA78A4">
            <w:pPr>
              <w:rPr>
                <w:sz w:val="20"/>
                <w:szCs w:val="20"/>
              </w:rPr>
            </w:pPr>
          </w:p>
        </w:tc>
      </w:tr>
      <w:tr w:rsidR="006605EB" w:rsidRPr="00B9099C" w:rsidTr="00C92217">
        <w:trPr>
          <w:cnfStyle w:val="000000100000"/>
          <w:trHeight w:val="254"/>
        </w:trPr>
        <w:tc>
          <w:tcPr>
            <w:cnfStyle w:val="001000000000"/>
            <w:tcW w:w="1276" w:type="dxa"/>
            <w:vMerge/>
          </w:tcPr>
          <w:p w:rsidR="006605EB" w:rsidRPr="00B9099C" w:rsidRDefault="006605EB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6605EB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:45</w:t>
            </w:r>
          </w:p>
        </w:tc>
        <w:tc>
          <w:tcPr>
            <w:cnfStyle w:val="000100000000"/>
            <w:tcW w:w="5033" w:type="dxa"/>
          </w:tcPr>
          <w:p w:rsidR="006605EB" w:rsidRPr="00B9099C" w:rsidRDefault="006605EB" w:rsidP="00AA78A4">
            <w:pPr>
              <w:rPr>
                <w:sz w:val="20"/>
                <w:szCs w:val="20"/>
              </w:rPr>
            </w:pPr>
          </w:p>
        </w:tc>
      </w:tr>
      <w:tr w:rsidR="00A058D7" w:rsidRPr="00B9099C" w:rsidTr="00C92217">
        <w:trPr>
          <w:cnfStyle w:val="000000010000"/>
          <w:trHeight w:val="179"/>
        </w:trPr>
        <w:tc>
          <w:tcPr>
            <w:cnfStyle w:val="001000000000"/>
            <w:tcW w:w="1276" w:type="dxa"/>
            <w:vMerge w:val="restart"/>
          </w:tcPr>
          <w:p w:rsidR="00A058D7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10</w:t>
            </w:r>
            <w:r w:rsidR="00A058D7" w:rsidRPr="00B9099C">
              <w:rPr>
                <w:sz w:val="20"/>
                <w:szCs w:val="20"/>
              </w:rPr>
              <w:t>:00 AM</w:t>
            </w:r>
          </w:p>
        </w:tc>
        <w:tc>
          <w:tcPr>
            <w:cnfStyle w:val="000010000000"/>
            <w:tcW w:w="515" w:type="dxa"/>
          </w:tcPr>
          <w:p w:rsidR="00A058D7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:00</w:t>
            </w:r>
          </w:p>
        </w:tc>
        <w:tc>
          <w:tcPr>
            <w:cnfStyle w:val="000100000000"/>
            <w:tcW w:w="5033" w:type="dxa"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</w:tr>
      <w:tr w:rsidR="00A058D7" w:rsidRPr="00B9099C" w:rsidTr="00C92217">
        <w:trPr>
          <w:cnfStyle w:val="000000100000"/>
          <w:trHeight w:val="178"/>
        </w:trPr>
        <w:tc>
          <w:tcPr>
            <w:cnfStyle w:val="001000000000"/>
            <w:tcW w:w="1276" w:type="dxa"/>
            <w:vMerge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058D7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:15</w:t>
            </w:r>
          </w:p>
        </w:tc>
        <w:tc>
          <w:tcPr>
            <w:cnfStyle w:val="000100000000"/>
            <w:tcW w:w="5033" w:type="dxa"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</w:tr>
      <w:tr w:rsidR="00A058D7" w:rsidRPr="00B9099C" w:rsidTr="00C92217">
        <w:trPr>
          <w:cnfStyle w:val="000000010000"/>
          <w:trHeight w:val="178"/>
        </w:trPr>
        <w:tc>
          <w:tcPr>
            <w:cnfStyle w:val="001000000000"/>
            <w:tcW w:w="1276" w:type="dxa"/>
            <w:vMerge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058D7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:30</w:t>
            </w:r>
          </w:p>
        </w:tc>
        <w:tc>
          <w:tcPr>
            <w:cnfStyle w:val="000100000000"/>
            <w:tcW w:w="5033" w:type="dxa"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</w:tr>
      <w:tr w:rsidR="00A058D7" w:rsidRPr="00B9099C" w:rsidTr="00C92217">
        <w:trPr>
          <w:cnfStyle w:val="000000100000"/>
          <w:trHeight w:val="178"/>
        </w:trPr>
        <w:tc>
          <w:tcPr>
            <w:cnfStyle w:val="001000000000"/>
            <w:tcW w:w="1276" w:type="dxa"/>
            <w:vMerge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058D7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:45</w:t>
            </w:r>
          </w:p>
        </w:tc>
        <w:tc>
          <w:tcPr>
            <w:cnfStyle w:val="000100000000"/>
            <w:tcW w:w="5033" w:type="dxa"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</w:tr>
      <w:tr w:rsidR="00A058D7" w:rsidRPr="00B9099C" w:rsidTr="00C92217">
        <w:trPr>
          <w:cnfStyle w:val="000000010000"/>
          <w:trHeight w:val="170"/>
        </w:trPr>
        <w:tc>
          <w:tcPr>
            <w:cnfStyle w:val="001000000000"/>
            <w:tcW w:w="1276" w:type="dxa"/>
            <w:vMerge w:val="restart"/>
          </w:tcPr>
          <w:p w:rsidR="00A058D7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11</w:t>
            </w:r>
            <w:r w:rsidR="00A058D7" w:rsidRPr="00B9099C">
              <w:rPr>
                <w:sz w:val="20"/>
                <w:szCs w:val="20"/>
              </w:rPr>
              <w:t>:00 AM</w:t>
            </w:r>
          </w:p>
        </w:tc>
        <w:tc>
          <w:tcPr>
            <w:cnfStyle w:val="000010000000"/>
            <w:tcW w:w="515" w:type="dxa"/>
          </w:tcPr>
          <w:p w:rsidR="00A058D7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:00</w:t>
            </w:r>
          </w:p>
        </w:tc>
        <w:tc>
          <w:tcPr>
            <w:cnfStyle w:val="000100000000"/>
            <w:tcW w:w="5033" w:type="dxa"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</w:tr>
      <w:tr w:rsidR="00A058D7" w:rsidRPr="00B9099C" w:rsidTr="00C92217">
        <w:trPr>
          <w:cnfStyle w:val="000000100000"/>
          <w:trHeight w:val="168"/>
        </w:trPr>
        <w:tc>
          <w:tcPr>
            <w:cnfStyle w:val="001000000000"/>
            <w:tcW w:w="1276" w:type="dxa"/>
            <w:vMerge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058D7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:15</w:t>
            </w:r>
          </w:p>
        </w:tc>
        <w:tc>
          <w:tcPr>
            <w:cnfStyle w:val="000100000000"/>
            <w:tcW w:w="5033" w:type="dxa"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</w:tr>
      <w:tr w:rsidR="00A058D7" w:rsidRPr="00B9099C" w:rsidTr="00C92217">
        <w:trPr>
          <w:cnfStyle w:val="000000010000"/>
          <w:trHeight w:val="168"/>
        </w:trPr>
        <w:tc>
          <w:tcPr>
            <w:cnfStyle w:val="001000000000"/>
            <w:tcW w:w="1276" w:type="dxa"/>
            <w:vMerge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058D7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:30</w:t>
            </w:r>
          </w:p>
        </w:tc>
        <w:tc>
          <w:tcPr>
            <w:cnfStyle w:val="000100000000"/>
            <w:tcW w:w="5033" w:type="dxa"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</w:tr>
      <w:tr w:rsidR="00A058D7" w:rsidRPr="00B9099C" w:rsidTr="00C92217">
        <w:trPr>
          <w:cnfStyle w:val="000000100000"/>
          <w:trHeight w:val="168"/>
        </w:trPr>
        <w:tc>
          <w:tcPr>
            <w:cnfStyle w:val="001000000000"/>
            <w:tcW w:w="1276" w:type="dxa"/>
            <w:vMerge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058D7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:45</w:t>
            </w:r>
          </w:p>
        </w:tc>
        <w:tc>
          <w:tcPr>
            <w:cnfStyle w:val="000100000000"/>
            <w:tcW w:w="5033" w:type="dxa"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</w:tr>
      <w:tr w:rsidR="00A058D7" w:rsidRPr="00B9099C" w:rsidTr="00C92217">
        <w:trPr>
          <w:cnfStyle w:val="000000010000"/>
          <w:trHeight w:val="179"/>
        </w:trPr>
        <w:tc>
          <w:tcPr>
            <w:cnfStyle w:val="001000000000"/>
            <w:tcW w:w="1276" w:type="dxa"/>
            <w:vMerge w:val="restart"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1</w:t>
            </w:r>
            <w:r w:rsidR="00AA78A4" w:rsidRPr="00B9099C">
              <w:rPr>
                <w:sz w:val="20"/>
                <w:szCs w:val="20"/>
              </w:rPr>
              <w:t>2</w:t>
            </w:r>
            <w:r w:rsidRPr="00B9099C">
              <w:rPr>
                <w:sz w:val="20"/>
                <w:szCs w:val="20"/>
              </w:rPr>
              <w:t xml:space="preserve">:00 </w:t>
            </w:r>
            <w:r w:rsidR="00AA78A4" w:rsidRPr="00B9099C">
              <w:rPr>
                <w:sz w:val="20"/>
                <w:szCs w:val="20"/>
              </w:rPr>
              <w:t>PM</w:t>
            </w:r>
          </w:p>
        </w:tc>
        <w:tc>
          <w:tcPr>
            <w:cnfStyle w:val="000010000000"/>
            <w:tcW w:w="515" w:type="dxa"/>
          </w:tcPr>
          <w:p w:rsidR="00A058D7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:00</w:t>
            </w:r>
          </w:p>
        </w:tc>
        <w:tc>
          <w:tcPr>
            <w:cnfStyle w:val="000100000000"/>
            <w:tcW w:w="5033" w:type="dxa"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</w:tr>
      <w:tr w:rsidR="00A058D7" w:rsidRPr="00B9099C" w:rsidTr="00C92217">
        <w:trPr>
          <w:cnfStyle w:val="000000100000"/>
          <w:trHeight w:val="178"/>
        </w:trPr>
        <w:tc>
          <w:tcPr>
            <w:cnfStyle w:val="001000000000"/>
            <w:tcW w:w="1276" w:type="dxa"/>
            <w:vMerge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058D7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:15</w:t>
            </w:r>
          </w:p>
        </w:tc>
        <w:tc>
          <w:tcPr>
            <w:cnfStyle w:val="000100000000"/>
            <w:tcW w:w="5033" w:type="dxa"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</w:tr>
      <w:tr w:rsidR="00A058D7" w:rsidRPr="00B9099C" w:rsidTr="00C92217">
        <w:trPr>
          <w:cnfStyle w:val="000000010000"/>
          <w:trHeight w:val="178"/>
        </w:trPr>
        <w:tc>
          <w:tcPr>
            <w:cnfStyle w:val="001000000000"/>
            <w:tcW w:w="1276" w:type="dxa"/>
            <w:vMerge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058D7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:30</w:t>
            </w:r>
          </w:p>
        </w:tc>
        <w:tc>
          <w:tcPr>
            <w:cnfStyle w:val="000100000000"/>
            <w:tcW w:w="5033" w:type="dxa"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</w:tr>
      <w:tr w:rsidR="00A058D7" w:rsidRPr="00B9099C" w:rsidTr="00C92217">
        <w:trPr>
          <w:cnfStyle w:val="000000100000"/>
          <w:trHeight w:val="178"/>
        </w:trPr>
        <w:tc>
          <w:tcPr>
            <w:cnfStyle w:val="001000000000"/>
            <w:tcW w:w="1276" w:type="dxa"/>
            <w:vMerge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058D7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:45</w:t>
            </w:r>
          </w:p>
        </w:tc>
        <w:tc>
          <w:tcPr>
            <w:cnfStyle w:val="000100000000"/>
            <w:tcW w:w="5033" w:type="dxa"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</w:tr>
      <w:tr w:rsidR="00A058D7" w:rsidRPr="00B9099C" w:rsidTr="00C92217">
        <w:trPr>
          <w:cnfStyle w:val="000000010000"/>
          <w:trHeight w:val="179"/>
        </w:trPr>
        <w:tc>
          <w:tcPr>
            <w:cnfStyle w:val="001000000000"/>
            <w:tcW w:w="1276" w:type="dxa"/>
            <w:vMerge w:val="restart"/>
          </w:tcPr>
          <w:p w:rsidR="00A058D7" w:rsidRPr="00B9099C" w:rsidRDefault="007A26B6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 xml:space="preserve"> </w:t>
            </w:r>
            <w:r w:rsidR="00A058D7" w:rsidRPr="00B9099C">
              <w:rPr>
                <w:sz w:val="20"/>
                <w:szCs w:val="20"/>
              </w:rPr>
              <w:t>1:00 PM</w:t>
            </w:r>
          </w:p>
        </w:tc>
        <w:tc>
          <w:tcPr>
            <w:cnfStyle w:val="000010000000"/>
            <w:tcW w:w="515" w:type="dxa"/>
          </w:tcPr>
          <w:p w:rsidR="00A058D7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:00</w:t>
            </w:r>
          </w:p>
        </w:tc>
        <w:tc>
          <w:tcPr>
            <w:cnfStyle w:val="000100000000"/>
            <w:tcW w:w="5033" w:type="dxa"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</w:tr>
      <w:tr w:rsidR="00A058D7" w:rsidRPr="00B9099C" w:rsidTr="00C92217">
        <w:trPr>
          <w:cnfStyle w:val="000000100000"/>
          <w:trHeight w:val="178"/>
        </w:trPr>
        <w:tc>
          <w:tcPr>
            <w:cnfStyle w:val="001000000000"/>
            <w:tcW w:w="1276" w:type="dxa"/>
            <w:vMerge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058D7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:15</w:t>
            </w:r>
          </w:p>
        </w:tc>
        <w:tc>
          <w:tcPr>
            <w:cnfStyle w:val="000100000000"/>
            <w:tcW w:w="5033" w:type="dxa"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</w:tr>
      <w:tr w:rsidR="00A058D7" w:rsidRPr="00B9099C" w:rsidTr="00C92217">
        <w:trPr>
          <w:cnfStyle w:val="000000010000"/>
          <w:trHeight w:val="178"/>
        </w:trPr>
        <w:tc>
          <w:tcPr>
            <w:cnfStyle w:val="001000000000"/>
            <w:tcW w:w="1276" w:type="dxa"/>
            <w:vMerge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058D7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:30</w:t>
            </w:r>
          </w:p>
        </w:tc>
        <w:tc>
          <w:tcPr>
            <w:cnfStyle w:val="000100000000"/>
            <w:tcW w:w="5033" w:type="dxa"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</w:tr>
      <w:tr w:rsidR="00A058D7" w:rsidRPr="00B9099C" w:rsidTr="00C92217">
        <w:trPr>
          <w:cnfStyle w:val="000000100000"/>
          <w:trHeight w:val="178"/>
        </w:trPr>
        <w:tc>
          <w:tcPr>
            <w:cnfStyle w:val="001000000000"/>
            <w:tcW w:w="1276" w:type="dxa"/>
            <w:vMerge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058D7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:45</w:t>
            </w:r>
          </w:p>
        </w:tc>
        <w:tc>
          <w:tcPr>
            <w:cnfStyle w:val="000100000000"/>
            <w:tcW w:w="5033" w:type="dxa"/>
          </w:tcPr>
          <w:p w:rsidR="00A058D7" w:rsidRPr="00B9099C" w:rsidRDefault="00A058D7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010000"/>
          <w:trHeight w:val="170"/>
        </w:trPr>
        <w:tc>
          <w:tcPr>
            <w:cnfStyle w:val="001000000000"/>
            <w:tcW w:w="1276" w:type="dxa"/>
            <w:vMerge w:val="restart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2:00 PM</w:t>
            </w: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:00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100000"/>
          <w:trHeight w:val="16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:15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010000"/>
          <w:trHeight w:val="16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:30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100000"/>
          <w:trHeight w:val="16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:45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010000"/>
          <w:trHeight w:val="179"/>
        </w:trPr>
        <w:tc>
          <w:tcPr>
            <w:cnfStyle w:val="001000000000"/>
            <w:tcW w:w="1276" w:type="dxa"/>
            <w:vMerge w:val="restart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3:00 PM</w:t>
            </w: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:00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100000"/>
          <w:trHeight w:val="17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:15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010000"/>
          <w:trHeight w:val="17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:30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100000"/>
          <w:trHeight w:val="17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:45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010000"/>
          <w:trHeight w:val="170"/>
        </w:trPr>
        <w:tc>
          <w:tcPr>
            <w:cnfStyle w:val="001000000000"/>
            <w:tcW w:w="1276" w:type="dxa"/>
            <w:vMerge w:val="restart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4:00 PM</w:t>
            </w: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:00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100000"/>
          <w:trHeight w:val="16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:15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010000"/>
          <w:trHeight w:val="16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:30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100000"/>
          <w:trHeight w:val="16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:45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010000"/>
          <w:trHeight w:val="179"/>
        </w:trPr>
        <w:tc>
          <w:tcPr>
            <w:cnfStyle w:val="001000000000"/>
            <w:tcW w:w="1276" w:type="dxa"/>
            <w:vMerge w:val="restart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5:00 PM</w:t>
            </w: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:00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100000"/>
          <w:trHeight w:val="17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:15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010000"/>
          <w:trHeight w:val="17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:30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100000"/>
          <w:trHeight w:val="17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:45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010000"/>
          <w:trHeight w:val="179"/>
        </w:trPr>
        <w:tc>
          <w:tcPr>
            <w:cnfStyle w:val="001000000000"/>
            <w:tcW w:w="1276" w:type="dxa"/>
            <w:vMerge w:val="restart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6:00 PM</w:t>
            </w: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:00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100000"/>
          <w:trHeight w:val="17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:15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010000"/>
          <w:trHeight w:val="17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:30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100000"/>
          <w:trHeight w:val="17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:45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010000"/>
          <w:trHeight w:val="170"/>
        </w:trPr>
        <w:tc>
          <w:tcPr>
            <w:cnfStyle w:val="001000000000"/>
            <w:tcW w:w="1276" w:type="dxa"/>
            <w:vMerge w:val="restart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7:00 PM</w:t>
            </w: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:00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100000"/>
          <w:trHeight w:val="16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:15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010000"/>
          <w:trHeight w:val="16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:30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100000"/>
          <w:trHeight w:val="16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:45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010000"/>
          <w:trHeight w:val="179"/>
        </w:trPr>
        <w:tc>
          <w:tcPr>
            <w:cnfStyle w:val="001000000000"/>
            <w:tcW w:w="1276" w:type="dxa"/>
            <w:vMerge w:val="restart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8:00 PM</w:t>
            </w: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:00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100000"/>
          <w:trHeight w:val="17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:15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010000"/>
          <w:trHeight w:val="17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:30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100000"/>
          <w:trHeight w:val="17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:45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010000"/>
          <w:trHeight w:val="179"/>
        </w:trPr>
        <w:tc>
          <w:tcPr>
            <w:cnfStyle w:val="001000000000"/>
            <w:tcW w:w="1276" w:type="dxa"/>
            <w:vMerge w:val="restart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9:00 PM</w:t>
            </w: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:00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100000"/>
          <w:trHeight w:val="17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:15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00000010000"/>
          <w:trHeight w:val="17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:30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  <w:tr w:rsidR="00AA78A4" w:rsidRPr="00B9099C" w:rsidTr="00C92217">
        <w:trPr>
          <w:cnfStyle w:val="010000000000"/>
          <w:trHeight w:val="178"/>
        </w:trPr>
        <w:tc>
          <w:tcPr>
            <w:cnfStyle w:val="001000000000"/>
            <w:tcW w:w="1276" w:type="dxa"/>
            <w:vMerge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  <w:tc>
          <w:tcPr>
            <w:cnfStyle w:val="000010000000"/>
            <w:tcW w:w="515" w:type="dxa"/>
          </w:tcPr>
          <w:p w:rsidR="00AA78A4" w:rsidRPr="009C4CD6" w:rsidRDefault="00AA78A4" w:rsidP="00AA78A4">
            <w:pPr>
              <w:rPr>
                <w:b w:val="0"/>
                <w:sz w:val="20"/>
                <w:szCs w:val="20"/>
              </w:rPr>
            </w:pPr>
            <w:r w:rsidRPr="009C4CD6">
              <w:rPr>
                <w:b w:val="0"/>
                <w:sz w:val="20"/>
                <w:szCs w:val="20"/>
              </w:rPr>
              <w:t>:45</w:t>
            </w:r>
          </w:p>
        </w:tc>
        <w:tc>
          <w:tcPr>
            <w:cnfStyle w:val="000100000000"/>
            <w:tcW w:w="5033" w:type="dxa"/>
          </w:tcPr>
          <w:p w:rsidR="00AA78A4" w:rsidRPr="00B9099C" w:rsidRDefault="00AA78A4" w:rsidP="00AA78A4">
            <w:pPr>
              <w:rPr>
                <w:sz w:val="20"/>
                <w:szCs w:val="20"/>
              </w:rPr>
            </w:pPr>
          </w:p>
        </w:tc>
      </w:tr>
    </w:tbl>
    <w:tbl>
      <w:tblPr>
        <w:tblStyle w:val="MediumList2-Accent2"/>
        <w:tblpPr w:leftFromText="180" w:rightFromText="180" w:vertAnchor="text" w:horzAnchor="page" w:tblpX="7633" w:tblpY="-10"/>
        <w:tblW w:w="0" w:type="auto"/>
        <w:tblLook w:val="01E0"/>
      </w:tblPr>
      <w:tblGrid>
        <w:gridCol w:w="3708"/>
      </w:tblGrid>
      <w:tr w:rsidR="00B9099C" w:rsidRPr="00B9099C" w:rsidTr="003B5566">
        <w:trPr>
          <w:cnfStyle w:val="100000000000"/>
          <w:trHeight w:val="352"/>
        </w:trPr>
        <w:tc>
          <w:tcPr>
            <w:cnfStyle w:val="001000000100"/>
            <w:tcW w:w="3708" w:type="dxa"/>
          </w:tcPr>
          <w:p w:rsidR="007A26B6" w:rsidRPr="009C4CD6" w:rsidRDefault="007A26B6" w:rsidP="003526F0">
            <w:pPr>
              <w:jc w:val="center"/>
              <w:rPr>
                <w:rFonts w:ascii="Lucida Calligraphy" w:hAnsi="Lucida Calligraphy" w:cs="Lucida Calligraphy"/>
                <w:sz w:val="20"/>
                <w:szCs w:val="20"/>
              </w:rPr>
            </w:pPr>
            <w:r w:rsidRPr="009C4CD6">
              <w:rPr>
                <w:rFonts w:ascii="Lucida Calligraphy" w:hAnsi="Lucida Calligraphy" w:cs="Lucida Calligraphy"/>
                <w:sz w:val="20"/>
                <w:szCs w:val="20"/>
              </w:rPr>
              <w:t>Notes</w:t>
            </w:r>
          </w:p>
        </w:tc>
      </w:tr>
      <w:tr w:rsidR="00B9099C" w:rsidRPr="00B9099C" w:rsidTr="003B5566">
        <w:trPr>
          <w:cnfStyle w:val="010000000000"/>
          <w:trHeight w:val="3881"/>
        </w:trPr>
        <w:tc>
          <w:tcPr>
            <w:cnfStyle w:val="001000000001"/>
            <w:tcW w:w="3708" w:type="dxa"/>
          </w:tcPr>
          <w:p w:rsidR="007A26B6" w:rsidRPr="00B9099C" w:rsidRDefault="003526F0" w:rsidP="003526F0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3526F0" w:rsidRPr="00B9099C" w:rsidRDefault="003526F0" w:rsidP="003526F0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3526F0" w:rsidRPr="00B9099C" w:rsidRDefault="003526F0" w:rsidP="003526F0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3526F0" w:rsidRPr="00B9099C" w:rsidRDefault="003526F0" w:rsidP="003526F0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3526F0" w:rsidRPr="00B9099C" w:rsidRDefault="003526F0" w:rsidP="003526F0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3526F0" w:rsidRPr="00B9099C" w:rsidRDefault="003526F0" w:rsidP="003526F0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3526F0" w:rsidRPr="00B9099C" w:rsidRDefault="003526F0" w:rsidP="003526F0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3526F0" w:rsidRPr="00B9099C" w:rsidRDefault="003526F0" w:rsidP="003526F0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3526F0" w:rsidRPr="00B9099C" w:rsidRDefault="003526F0" w:rsidP="003526F0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3526F0" w:rsidRPr="00B9099C" w:rsidRDefault="003526F0" w:rsidP="003526F0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3526F0" w:rsidRPr="00B9099C" w:rsidRDefault="003526F0" w:rsidP="003526F0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</w:t>
            </w:r>
            <w:r w:rsidR="00B9099C" w:rsidRPr="00B9099C">
              <w:rPr>
                <w:sz w:val="20"/>
                <w:szCs w:val="20"/>
              </w:rPr>
              <w:t>_</w:t>
            </w:r>
            <w:r w:rsidR="004A4EB1">
              <w:rPr>
                <w:sz w:val="20"/>
                <w:szCs w:val="20"/>
              </w:rPr>
              <w:t>______</w:t>
            </w:r>
          </w:p>
          <w:p w:rsidR="00B9099C" w:rsidRPr="00B9099C" w:rsidRDefault="00B9099C" w:rsidP="003526F0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B9099C" w:rsidRDefault="00B9099C" w:rsidP="003526F0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4A4EB1" w:rsidRDefault="004A4EB1" w:rsidP="003526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</w:p>
          <w:p w:rsidR="004A4EB1" w:rsidRDefault="004A4EB1" w:rsidP="003526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</w:p>
          <w:p w:rsidR="004A4EB1" w:rsidRPr="00B9099C" w:rsidRDefault="004A4EB1" w:rsidP="003526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</w:p>
        </w:tc>
      </w:tr>
    </w:tbl>
    <w:p w:rsidR="007A26B6" w:rsidRPr="00B9099C" w:rsidRDefault="007A26B6" w:rsidP="003526F0">
      <w:pPr>
        <w:jc w:val="center"/>
        <w:rPr>
          <w:sz w:val="20"/>
          <w:szCs w:val="20"/>
        </w:rPr>
      </w:pPr>
    </w:p>
    <w:p w:rsidR="0039144C" w:rsidRPr="00B9099C" w:rsidRDefault="0039144C" w:rsidP="003526F0">
      <w:pPr>
        <w:jc w:val="center"/>
        <w:rPr>
          <w:sz w:val="20"/>
          <w:szCs w:val="20"/>
        </w:rPr>
      </w:pPr>
    </w:p>
    <w:tbl>
      <w:tblPr>
        <w:tblStyle w:val="MediumList2-Accent3"/>
        <w:tblpPr w:leftFromText="180" w:rightFromText="180" w:vertAnchor="text" w:horzAnchor="page" w:tblpX="7633" w:tblpY="-10"/>
        <w:tblW w:w="0" w:type="auto"/>
        <w:tblLook w:val="01E0"/>
      </w:tblPr>
      <w:tblGrid>
        <w:gridCol w:w="3708"/>
      </w:tblGrid>
      <w:tr w:rsidR="004A4EB1" w:rsidRPr="00B9099C" w:rsidTr="003B5566">
        <w:trPr>
          <w:cnfStyle w:val="100000000000"/>
          <w:trHeight w:val="352"/>
        </w:trPr>
        <w:tc>
          <w:tcPr>
            <w:cnfStyle w:val="001000000100"/>
            <w:tcW w:w="3708" w:type="dxa"/>
          </w:tcPr>
          <w:p w:rsidR="007A26B6" w:rsidRPr="009C4CD6" w:rsidRDefault="007A26B6" w:rsidP="003526F0">
            <w:pPr>
              <w:jc w:val="center"/>
              <w:rPr>
                <w:rFonts w:ascii="Lucida Calligraphy" w:hAnsi="Lucida Calligraphy" w:cs="Lucida Calligraphy"/>
                <w:sz w:val="20"/>
                <w:szCs w:val="20"/>
              </w:rPr>
            </w:pPr>
            <w:r w:rsidRPr="009C4CD6">
              <w:rPr>
                <w:rFonts w:ascii="Lucida Calligraphy" w:hAnsi="Lucida Calligraphy" w:cs="Lucida Calligraphy"/>
                <w:sz w:val="20"/>
                <w:szCs w:val="20"/>
              </w:rPr>
              <w:t>To Do</w:t>
            </w:r>
          </w:p>
        </w:tc>
      </w:tr>
      <w:tr w:rsidR="004A4EB1" w:rsidRPr="00B9099C" w:rsidTr="003B5566">
        <w:trPr>
          <w:cnfStyle w:val="010000000000"/>
          <w:trHeight w:val="4133"/>
        </w:trPr>
        <w:tc>
          <w:tcPr>
            <w:cnfStyle w:val="001000000001"/>
            <w:tcW w:w="3708" w:type="dxa"/>
          </w:tcPr>
          <w:p w:rsidR="00B9099C" w:rsidRPr="00B9099C" w:rsidRDefault="00B9099C" w:rsidP="00B9099C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B9099C" w:rsidRPr="00B9099C" w:rsidRDefault="00B9099C" w:rsidP="00B9099C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B9099C" w:rsidRPr="00B9099C" w:rsidRDefault="00B9099C" w:rsidP="00B9099C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B9099C" w:rsidRPr="00B9099C" w:rsidRDefault="00B9099C" w:rsidP="00B9099C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B9099C" w:rsidRPr="00B9099C" w:rsidRDefault="00B9099C" w:rsidP="00B9099C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B9099C" w:rsidRPr="00B9099C" w:rsidRDefault="00B9099C" w:rsidP="00B9099C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B9099C" w:rsidRPr="00B9099C" w:rsidRDefault="00B9099C" w:rsidP="00B9099C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B9099C" w:rsidRPr="00B9099C" w:rsidRDefault="00B9099C" w:rsidP="00B9099C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B9099C" w:rsidRPr="00B9099C" w:rsidRDefault="00B9099C" w:rsidP="00B9099C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B9099C" w:rsidRPr="00B9099C" w:rsidRDefault="00B9099C" w:rsidP="00B9099C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B9099C" w:rsidRPr="00B9099C" w:rsidRDefault="00B9099C" w:rsidP="00B9099C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7A26B6" w:rsidRPr="00B9099C" w:rsidRDefault="00B9099C" w:rsidP="004A4EB1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B9099C" w:rsidRPr="00B9099C" w:rsidRDefault="004A4EB1" w:rsidP="004A4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</w:t>
            </w:r>
            <w:r w:rsidR="00B9099C" w:rsidRPr="00B9099C">
              <w:rPr>
                <w:sz w:val="20"/>
                <w:szCs w:val="20"/>
              </w:rPr>
              <w:t>_____________________________</w:t>
            </w:r>
          </w:p>
          <w:p w:rsidR="00B9099C" w:rsidRPr="00B9099C" w:rsidRDefault="00B9099C" w:rsidP="004A4EB1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B9099C" w:rsidRDefault="00B9099C" w:rsidP="004A4EB1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 w:rsidR="004A4EB1">
              <w:rPr>
                <w:sz w:val="20"/>
                <w:szCs w:val="20"/>
              </w:rPr>
              <w:t>______</w:t>
            </w:r>
          </w:p>
          <w:p w:rsidR="004A4EB1" w:rsidRDefault="004A4EB1" w:rsidP="004A4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</w:p>
          <w:p w:rsidR="004A4EB1" w:rsidRDefault="004A4EB1" w:rsidP="004A4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</w:p>
          <w:p w:rsidR="004A4EB1" w:rsidRPr="00B9099C" w:rsidRDefault="004A4EB1" w:rsidP="004A4EB1">
            <w:pPr>
              <w:rPr>
                <w:sz w:val="20"/>
                <w:szCs w:val="20"/>
              </w:rPr>
            </w:pPr>
          </w:p>
        </w:tc>
      </w:tr>
    </w:tbl>
    <w:p w:rsidR="00AA78A4" w:rsidRPr="00B9099C" w:rsidRDefault="00AA78A4" w:rsidP="0039144C">
      <w:pPr>
        <w:rPr>
          <w:sz w:val="20"/>
          <w:szCs w:val="20"/>
        </w:rPr>
      </w:pPr>
    </w:p>
    <w:tbl>
      <w:tblPr>
        <w:tblStyle w:val="MediumList2-Accent6"/>
        <w:tblpPr w:leftFromText="180" w:rightFromText="180" w:vertAnchor="text" w:horzAnchor="page" w:tblpX="7633" w:tblpY="-10"/>
        <w:tblW w:w="0" w:type="auto"/>
        <w:tblLook w:val="01E0"/>
      </w:tblPr>
      <w:tblGrid>
        <w:gridCol w:w="3708"/>
      </w:tblGrid>
      <w:tr w:rsidR="007A26B6" w:rsidRPr="00B9099C" w:rsidTr="005334A6">
        <w:trPr>
          <w:cnfStyle w:val="100000000000"/>
          <w:trHeight w:val="352"/>
        </w:trPr>
        <w:tc>
          <w:tcPr>
            <w:cnfStyle w:val="001000000100"/>
            <w:tcW w:w="3708" w:type="dxa"/>
          </w:tcPr>
          <w:p w:rsidR="007A26B6" w:rsidRPr="009C4CD6" w:rsidRDefault="009C4CD6" w:rsidP="00B721C0">
            <w:pPr>
              <w:jc w:val="center"/>
              <w:rPr>
                <w:rFonts w:ascii="Lucida Calligraphy" w:hAnsi="Lucida Calligraphy"/>
                <w:sz w:val="20"/>
                <w:szCs w:val="20"/>
              </w:rPr>
            </w:pPr>
            <w:r w:rsidRPr="009C4CD6">
              <w:rPr>
                <w:rFonts w:ascii="Lucida Calligraphy" w:hAnsi="Lucida Calligraphy"/>
                <w:sz w:val="20"/>
                <w:szCs w:val="20"/>
              </w:rPr>
              <w:t>Homework</w:t>
            </w:r>
          </w:p>
        </w:tc>
      </w:tr>
      <w:tr w:rsidR="007A26B6" w:rsidRPr="00B9099C" w:rsidTr="005334A6">
        <w:trPr>
          <w:cnfStyle w:val="010000000000"/>
          <w:trHeight w:val="3996"/>
        </w:trPr>
        <w:tc>
          <w:tcPr>
            <w:cnfStyle w:val="001000000001"/>
            <w:tcW w:w="3708" w:type="dxa"/>
          </w:tcPr>
          <w:p w:rsidR="004A4EB1" w:rsidRPr="00B9099C" w:rsidRDefault="004A4EB1" w:rsidP="004A4EB1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>
              <w:rPr>
                <w:sz w:val="20"/>
                <w:szCs w:val="20"/>
              </w:rPr>
              <w:t>______</w:t>
            </w:r>
          </w:p>
          <w:p w:rsidR="004A4EB1" w:rsidRPr="00B9099C" w:rsidRDefault="004A4EB1" w:rsidP="004A4EB1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>
              <w:rPr>
                <w:sz w:val="20"/>
                <w:szCs w:val="20"/>
              </w:rPr>
              <w:t>______</w:t>
            </w:r>
          </w:p>
          <w:p w:rsidR="004A4EB1" w:rsidRPr="00B9099C" w:rsidRDefault="004A4EB1" w:rsidP="004A4EB1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>
              <w:rPr>
                <w:sz w:val="20"/>
                <w:szCs w:val="20"/>
              </w:rPr>
              <w:t>______</w:t>
            </w:r>
          </w:p>
          <w:p w:rsidR="004A4EB1" w:rsidRPr="00B9099C" w:rsidRDefault="004A4EB1" w:rsidP="004A4EB1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>
              <w:rPr>
                <w:sz w:val="20"/>
                <w:szCs w:val="20"/>
              </w:rPr>
              <w:t>______</w:t>
            </w:r>
          </w:p>
          <w:p w:rsidR="004A4EB1" w:rsidRPr="00B9099C" w:rsidRDefault="004A4EB1" w:rsidP="004A4EB1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>
              <w:rPr>
                <w:sz w:val="20"/>
                <w:szCs w:val="20"/>
              </w:rPr>
              <w:t>______</w:t>
            </w:r>
          </w:p>
          <w:p w:rsidR="004A4EB1" w:rsidRPr="00B9099C" w:rsidRDefault="004A4EB1" w:rsidP="004A4EB1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>
              <w:rPr>
                <w:sz w:val="20"/>
                <w:szCs w:val="20"/>
              </w:rPr>
              <w:t>______</w:t>
            </w:r>
          </w:p>
          <w:p w:rsidR="004A4EB1" w:rsidRPr="00B9099C" w:rsidRDefault="004A4EB1" w:rsidP="004A4EB1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>
              <w:rPr>
                <w:sz w:val="20"/>
                <w:szCs w:val="20"/>
              </w:rPr>
              <w:t>______</w:t>
            </w:r>
          </w:p>
          <w:p w:rsidR="004A4EB1" w:rsidRPr="00B9099C" w:rsidRDefault="004A4EB1" w:rsidP="004A4EB1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>
              <w:rPr>
                <w:sz w:val="20"/>
                <w:szCs w:val="20"/>
              </w:rPr>
              <w:t>______</w:t>
            </w:r>
          </w:p>
          <w:p w:rsidR="004A4EB1" w:rsidRPr="00B9099C" w:rsidRDefault="004A4EB1" w:rsidP="004A4EB1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>
              <w:rPr>
                <w:sz w:val="20"/>
                <w:szCs w:val="20"/>
              </w:rPr>
              <w:t>______</w:t>
            </w:r>
          </w:p>
          <w:p w:rsidR="004A4EB1" w:rsidRPr="00B9099C" w:rsidRDefault="004A4EB1" w:rsidP="004A4EB1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>
              <w:rPr>
                <w:sz w:val="20"/>
                <w:szCs w:val="20"/>
              </w:rPr>
              <w:t>______</w:t>
            </w:r>
          </w:p>
          <w:p w:rsidR="004A4EB1" w:rsidRPr="00B9099C" w:rsidRDefault="004A4EB1" w:rsidP="004A4EB1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>
              <w:rPr>
                <w:sz w:val="20"/>
                <w:szCs w:val="20"/>
              </w:rPr>
              <w:t>______</w:t>
            </w:r>
          </w:p>
          <w:p w:rsidR="004A4EB1" w:rsidRPr="00B9099C" w:rsidRDefault="004A4EB1" w:rsidP="004A4EB1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>
              <w:rPr>
                <w:sz w:val="20"/>
                <w:szCs w:val="20"/>
              </w:rPr>
              <w:t>______</w:t>
            </w:r>
          </w:p>
          <w:p w:rsidR="004A4EB1" w:rsidRDefault="004A4EB1" w:rsidP="004A4EB1">
            <w:pPr>
              <w:rPr>
                <w:sz w:val="20"/>
                <w:szCs w:val="20"/>
              </w:rPr>
            </w:pPr>
            <w:r w:rsidRPr="00B9099C">
              <w:rPr>
                <w:sz w:val="20"/>
                <w:szCs w:val="20"/>
              </w:rPr>
              <w:t>_____________________________</w:t>
            </w:r>
            <w:r>
              <w:rPr>
                <w:sz w:val="20"/>
                <w:szCs w:val="20"/>
              </w:rPr>
              <w:t>______</w:t>
            </w:r>
          </w:p>
          <w:p w:rsidR="004A4EB1" w:rsidRDefault="004A4EB1" w:rsidP="004A4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</w:p>
          <w:p w:rsidR="004A4EB1" w:rsidRDefault="004A4EB1" w:rsidP="004A4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</w:p>
          <w:p w:rsidR="00B9099C" w:rsidRDefault="004A4EB1" w:rsidP="004A4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</w:p>
          <w:p w:rsidR="000D036E" w:rsidRPr="00B9099C" w:rsidRDefault="000D036E" w:rsidP="004A4E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</w:p>
        </w:tc>
      </w:tr>
    </w:tbl>
    <w:p w:rsidR="0039144C" w:rsidRPr="00A058D7" w:rsidRDefault="0039144C" w:rsidP="00B9099C"/>
    <w:sectPr w:rsidR="0039144C" w:rsidRPr="00A058D7" w:rsidSect="005432E6">
      <w:pgSz w:w="12240" w:h="15840"/>
      <w:pgMar w:top="180" w:right="1080" w:bottom="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doNotValidateAgainstSchema/>
  <w:doNotDemarcateInvalidXml/>
  <w:compat/>
  <w:rsids>
    <w:rsidRoot w:val="00C92217"/>
    <w:rsid w:val="00062B8A"/>
    <w:rsid w:val="000D036E"/>
    <w:rsid w:val="00143B85"/>
    <w:rsid w:val="001603D9"/>
    <w:rsid w:val="00211455"/>
    <w:rsid w:val="002257A5"/>
    <w:rsid w:val="002E785C"/>
    <w:rsid w:val="003526F0"/>
    <w:rsid w:val="00382A81"/>
    <w:rsid w:val="0039144C"/>
    <w:rsid w:val="0039194B"/>
    <w:rsid w:val="003B5566"/>
    <w:rsid w:val="004A4EB1"/>
    <w:rsid w:val="005334A6"/>
    <w:rsid w:val="005432E6"/>
    <w:rsid w:val="0062044B"/>
    <w:rsid w:val="006605EB"/>
    <w:rsid w:val="00736556"/>
    <w:rsid w:val="007635C6"/>
    <w:rsid w:val="007A26B6"/>
    <w:rsid w:val="009870AA"/>
    <w:rsid w:val="009C4CD6"/>
    <w:rsid w:val="00A058D7"/>
    <w:rsid w:val="00AA78A4"/>
    <w:rsid w:val="00B721C0"/>
    <w:rsid w:val="00B9099C"/>
    <w:rsid w:val="00BE6B7B"/>
    <w:rsid w:val="00C92217"/>
    <w:rsid w:val="00D47D3C"/>
    <w:rsid w:val="00F84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B85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9144C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1-Accent11">
    <w:name w:val="Medium Shading 1 - Accent 11"/>
    <w:basedOn w:val="TableNormal"/>
    <w:uiPriority w:val="63"/>
    <w:rsid w:val="00D47D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D47D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D47D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MediumGrid1-Accent2">
    <w:name w:val="Medium Grid 1 Accent 2"/>
    <w:basedOn w:val="TableNormal"/>
    <w:uiPriority w:val="67"/>
    <w:rsid w:val="00D47D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D47D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3-Accent6">
    <w:name w:val="Medium Grid 3 Accent 6"/>
    <w:basedOn w:val="TableNormal"/>
    <w:uiPriority w:val="69"/>
    <w:rsid w:val="00D47D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Grid1-Accent6">
    <w:name w:val="Medium Grid 1 Accent 6"/>
    <w:basedOn w:val="TableNormal"/>
    <w:uiPriority w:val="67"/>
    <w:rsid w:val="00D47D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1-Accent1">
    <w:name w:val="Medium Grid 1 Accent 1"/>
    <w:basedOn w:val="TableNormal"/>
    <w:uiPriority w:val="67"/>
    <w:rsid w:val="00D47D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Shading1-Accent5">
    <w:name w:val="Medium Shading 1 Accent 5"/>
    <w:basedOn w:val="TableNormal"/>
    <w:uiPriority w:val="63"/>
    <w:rsid w:val="00C9221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2">
    <w:name w:val="Medium List 1 Accent 2"/>
    <w:basedOn w:val="TableNormal"/>
    <w:uiPriority w:val="65"/>
    <w:rsid w:val="003B556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2-Accent3">
    <w:name w:val="Medium List 2 Accent 3"/>
    <w:basedOn w:val="TableNormal"/>
    <w:uiPriority w:val="66"/>
    <w:rsid w:val="003B55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B55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5334A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mab\Desktop\2-April\Daily%20Schedule\Daily%20Schedu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EF39667-9959-4E12-8857-C101680EA4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6A822E-2EF0-4AB7-8A97-8F2AC12F6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Daily Schedule</Template>
  <TotalTime>24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Planner</vt:lpstr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Com13</dc:creator>
  <cp:keywords/>
  <dc:description/>
  <cp:lastModifiedBy>Com13</cp:lastModifiedBy>
  <cp:revision>7</cp:revision>
  <cp:lastPrinted>2009-11-29T23:45:00Z</cp:lastPrinted>
  <dcterms:created xsi:type="dcterms:W3CDTF">2011-04-02T05:02:00Z</dcterms:created>
  <dcterms:modified xsi:type="dcterms:W3CDTF">2011-04-02T05:26:00Z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TC300080959990</vt:lpwstr>
  </property>
</Properties>
</file>