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0.wmf" ContentType="image/x-wmf"/>
  <Override PartName="/word/media/image8.wmf" ContentType="image/x-wmf"/>
  <Override PartName="/word/media/image7.wmf" ContentType="image/x-wmf"/>
  <Override PartName="/word/media/image6.wmf" ContentType="image/x-wmf"/>
  <Override PartName="/word/media/image5.wmf" ContentType="image/x-wmf"/>
  <Override PartName="/word/media/image4.wmf" ContentType="image/x-wmf"/>
  <Override PartName="/word/media/image9.wmf" ContentType="image/x-wmf"/>
  <Override PartName="/word/media/image3.wmf" ContentType="image/x-wmf"/>
  <Override PartName="/word/media/image2.wmf" ContentType="image/x-wmf"/>
  <Override PartName="/word/media/image1.wmf" ContentType="image/x-wmf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0" w:type="dxa"/>
        <w:tblBorders>
          <w:top w:val="nil"/>
          <w:left w:val="nil"/>
          <w:bottom w:val="nil"/>
          <w:insideH w:val="nil"/>
          <w:right w:val="nil"/>
          <w:insideV w:val="nil"/>
        </w:tblBorders>
        <w:tblCellMar>
          <w:top w:w="0" w:type="dxa"/>
          <w:left w:w="15" w:type="dxa"/>
          <w:bottom w:w="0" w:type="dxa"/>
          <w:right w:w="15" w:type="dxa"/>
        </w:tblCellMar>
      </w:tblPr>
      <w:tblGrid>
        <w:gridCol w:w="5040"/>
        <w:gridCol w:w="5039"/>
      </w:tblGrid>
      <w:tr>
        <w:trPr>
          <w:trHeight w:val="2880" w:hRule="exact"/>
          <w:cantSplit w:val="true"/>
        </w:trPr>
        <w:tc>
          <w:tcPr>
            <w:tcW w:w="50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  <w:pict>
                <v:group id="shape_0" style="position:absolute;margin-left:259.1pt;margin-top:162.75pt;width:44.9pt;height:44.9pt" coordorigin="5182,3255" coordsize="898,898">
                  <v:oval id="shape_0" fillcolor="white" stroked="t" style="position:absolute;left:5182;top:3255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5255;top:3328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259.1pt;margin-top:306.55pt;width:44.9pt;height:44.9pt" coordorigin="5182,6131" coordsize="898,898">
                  <v:oval id="shape_0" fillcolor="white" stroked="t" style="position:absolute;left:5182;top:6131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5255;top:6204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42.2pt;margin-top:374.95pt;width:165.65pt;height:34.1pt" coordorigin="844,7499" coordsize="3313,682"/>
              </w:pict>
              <w:pict>
                <v:group id="shape_0" style="position:absolute;margin-left:1.45pt;margin-top:289.5pt;width:249.75pt;height:13.7pt" coordorigin="29,5790" coordsize="4995,274">
                  <v:rect id="shape_0" fillcolor="#dbd6a5" stroked="f" style="position:absolute;left:29;top:5790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5790;width:4995;height:274">
                    <v:rect id="shape_0" fillcolor="#993300" stroked="f" style="position:absolute;left:29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597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579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59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579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588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588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59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579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59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579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58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58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59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579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59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58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579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58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59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579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59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579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59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58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1.45pt;margin-top:417.75pt;width:249.75pt;height:13.65pt" coordorigin="29,8355" coordsize="4995,273">
                  <v:rect id="shape_0" fillcolor="#dbd6a5" stroked="f" style="position:absolute;left:29;top:8355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8355;width:4995;height:273">
                    <v:rect id="shape_0" fillcolor="#993300" stroked="f" style="position:absolute;left:29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853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83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853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83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844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844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853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83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853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844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844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844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844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83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85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844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7.4pt;margin-top:306.5pt;width:44.9pt;height:44.9pt" coordorigin="148,6130" coordsize="898,898">
                  <v:oval id="shape_0" fillcolor="white" stroked="t" style="position:absolute;left:148;top:6130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222;top:6204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293.9pt;margin-top:231.2pt;width:165.6pt;height:34.1pt" coordorigin="5878,4624" coordsize="3312,682"/>
              </w:pict>
              <w:pict>
                <v:group id="shape_0" style="position:absolute;margin-left:253.45pt;margin-top:145.75pt;width:249.75pt;height:13.7pt" coordorigin="5069,2915" coordsize="4995,274">
                  <v:rect id="shape_0" fillcolor="#dbd6a5" stroked="f" style="position:absolute;left:5069;top:2915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2915;width:4995;height:274">
                    <v:rect id="shape_0" fillcolor="#993300" stroked="f" style="position:absolute;left:5069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30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291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309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291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300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300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309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291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309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300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291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309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3.45pt;margin-top:274pt;width:249.75pt;height:13.65pt" coordorigin="5069,5480" coordsize="4995,273">
                  <v:rect id="shape_0" fillcolor="#dbd6a5" stroked="f" style="position:absolute;left:5069;top:5480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5480;width:4995;height:273">
                    <v:rect id="shape_0" fillcolor="#993300" stroked="f" style="position:absolute;left:5069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566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548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566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548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557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557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566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548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566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55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548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548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548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548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548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548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566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3.45pt;margin-top:417.8pt;width:249.75pt;height:13.7pt" coordorigin="5069,8356" coordsize="4995,274">
                  <v:rect id="shape_0" fillcolor="#dbd6a5" stroked="f" style="position:absolute;left:5069;top:8356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8356;width:4995;height:274">
                    <v:rect id="shape_0" fillcolor="#993300" stroked="f" style="position:absolute;left:5069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853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835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853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835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844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844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853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835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853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84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835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85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835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85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835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85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835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85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835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85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835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85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844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42.2pt;margin-top:231.15pt;width:165.65pt;height:34.1pt" coordorigin="844,4623" coordsize="3313,682"/>
              </w:pict>
              <w:pict>
                <v:group id="shape_0" style="position:absolute;margin-left:1.45pt;margin-top:145.7pt;width:249.75pt;height:13.7pt" coordorigin="29,2914" coordsize="4995,274">
                  <v:rect id="shape_0" fillcolor="#dbd6a5" stroked="f" style="position:absolute;left:29;top:2914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2914;width:4995;height:274">
                    <v:rect id="shape_0" fillcolor="#993300" stroked="f" style="position:absolute;left:29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309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291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30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291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300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300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30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291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30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30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29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30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29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30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30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30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29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30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30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29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30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30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29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30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29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30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30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1.45pt;margin-top:273.95pt;width:249.75pt;height:13.65pt" coordorigin="29,5479" coordsize="4995,273">
                  <v:rect id="shape_0" fillcolor="#dbd6a5" stroked="f" style="position:absolute;left:29;top:5479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5479;width:4995;height:273">
                    <v:rect id="shape_0" fillcolor="#993300" stroked="f" style="position:absolute;left:29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566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547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566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547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557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557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566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547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566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557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557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557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557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557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547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566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557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7.4pt;margin-top:162.7pt;width:44.9pt;height:44.9pt" coordorigin="148,3254" coordsize="898,898">
                  <v:oval id="shape_0" fillcolor="white" stroked="t" style="position:absolute;left:148;top:3254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222;top:3328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293.15pt;margin-top:86.95pt;width:165.65pt;height:34.1pt" coordorigin="5863,1739" coordsize="3313,682"/>
              </w:pict>
              <w:pict>
                <v:group id="shape_0" style="position:absolute;margin-left:253.45pt;margin-top:1.5pt;width:249.75pt;height:13.7pt" coordorigin="5069,30" coordsize="4995,274">
                  <v:rect id="shape_0" fillcolor="#dbd6a5" stroked="f" style="position:absolute;left:5069;top:30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30;width:4995;height:274">
                    <v:rect id="shape_0" fillcolor="#993300" stroked="f" style="position:absolute;left:5069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21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21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12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12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21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21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12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2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21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21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21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21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21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3.45pt;margin-top:129.75pt;width:249.75pt;height:13.65pt" coordorigin="5069,2595" coordsize="4995,273">
                  <v:rect id="shape_0" fillcolor="#dbd6a5" stroked="f" style="position:absolute;left:5069;top:2595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2595;width:4995;height:273">
                    <v:rect id="shape_0" fillcolor="#993300" stroked="f" style="position:absolute;left:5069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25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25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268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268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25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268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8.35pt;margin-top:18.5pt;width:44.9pt;height:44.9pt" coordorigin="5167,370" coordsize="898,898">
                  <v:oval id="shape_0" fillcolor="white" stroked="t" style="position:absolute;left:5167;top:370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5241;top:444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0.7pt;margin-top:1.45pt;width:249.75pt;height:13.65pt" coordorigin="14,29" coordsize="4995,273">
                  <v:rect id="shape_0" fillcolor="#dbd6a5" stroked="f" style="position:absolute;left:14;top:29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14;top:29;width:4995;height:273">
                    <v:rect id="shape_0" fillcolor="#993300" stroked="f" style="position:absolute;left:14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1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7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;top:21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7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41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4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7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41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4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7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4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81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7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81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94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187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00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94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4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0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07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13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19;top:2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07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19;top:21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33;top:2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26;top:12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39;top:12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33;top:21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46;top:2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59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66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72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59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72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786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79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92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786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46;top:21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52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99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99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12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06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19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12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25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25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32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39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45;top:1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39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52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52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64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58;top:1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71;top:1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64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77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77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84;top:1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491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97;top:1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491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04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04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03;top: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03;top:21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97;top:1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3.45pt;margin-top:577.45pt;width:249.75pt;height:13.65pt" coordorigin="5069,11549" coordsize="4995,273">
                  <v:rect id="shape_0" fillcolor="#dbd6a5" stroked="f" style="position:absolute;left:5069;top:11549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11549;width:4995;height:273">
                    <v:rect id="shape_0" fillcolor="#993300" stroked="f" style="position:absolute;left:5069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117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1154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117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1154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1164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1164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117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1154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1173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1164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1154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1173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3.45pt;margin-top:705.7pt;width:249.75pt;height:13.75pt" coordorigin="5069,14114" coordsize="4995,275">
                  <v:rect id="shape_0" fillcolor="#dbd6a5" stroked="f" style="position:absolute;left:5069;top:14114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14114;width:4995;height:275">
                    <v:rect id="shape_0" fillcolor="#993300" stroked="f" style="position:absolute;left:5069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1429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1411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142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1411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1420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1420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142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1411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1429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1411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1429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1420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9.1pt;margin-top:594.45pt;width:44.9pt;height:44.9pt" coordorigin="5182,11889" coordsize="898,898">
                  <v:oval id="shape_0" fillcolor="white" stroked="t" style="position:absolute;left:5182;top:11889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5255;top:11963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42.2pt;margin-top:662.85pt;width:165.65pt;height:34.1pt" coordorigin="844,13257" coordsize="3313,682"/>
              </w:pict>
              <w:pict>
                <v:group id="shape_0" style="position:absolute;margin-left:1.45pt;margin-top:577.4pt;width:249.75pt;height:13.65pt" coordorigin="29,11548" coordsize="4995,273">
                  <v:rect id="shape_0" fillcolor="#dbd6a5" stroked="f" style="position:absolute;left:29;top:11548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11548;width:4995;height:273">
                    <v:rect id="shape_0" fillcolor="#993300" stroked="f" style="position:absolute;left:29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1173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1154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1173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1154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1164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1164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1173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1154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1173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1164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116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116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116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116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1154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117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116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1.45pt;margin-top:705.65pt;width:249.75pt;height:13.7pt" coordorigin="29,14113" coordsize="4995,274">
                  <v:rect id="shape_0" fillcolor="#dbd6a5" stroked="f" style="position:absolute;left:29;top:14113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14113;width:4995;height:274">
                    <v:rect id="shape_0" fillcolor="#993300" stroked="f" style="position:absolute;left:29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142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1411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1429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1411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1420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1420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1429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1411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1429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1420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1411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1429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141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1420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1420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142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141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142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1420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141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1420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142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141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142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1411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142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1420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7.4pt;margin-top:594.4pt;width:44.9pt;height:44.9pt" coordorigin="148,11888" coordsize="898,898">
                  <v:oval id="shape_0" fillcolor="white" stroked="t" style="position:absolute;left:148;top:11888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222;top:11962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293.9pt;margin-top:519.1pt;width:165.6pt;height:34.15pt" coordorigin="5878,10382" coordsize="3312,683"/>
              </w:pict>
              <w:pict>
                <v:group id="shape_0" style="position:absolute;margin-left:253.45pt;margin-top:433.65pt;width:249.75pt;height:13.65pt" coordorigin="5069,8673" coordsize="4995,273">
                  <v:rect id="shape_0" fillcolor="#dbd6a5" stroked="f" style="position:absolute;left:5069;top:8673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8673;width:4995;height:273">
                    <v:rect id="shape_0" fillcolor="#993300" stroked="f" style="position:absolute;left:5069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88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86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88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86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876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876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88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86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885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876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86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885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93.9pt;margin-top:662.9pt;width:165.6pt;height:34.15pt" coordorigin="5878,13258" coordsize="3312,683">
                  <v:shapetype id="shapetype_12" coordsize="21600,21600" o:spt="12" adj="4125" path="m@9@13l@24@27l10800,l@25@27l@12@13l@26@28l@11@14l10800@29l@10@14l@23@28xe">
                    <v:stroke joinstyle="miter"/>
                    <v:formulas>
                      <v:f eqn="val #0"/>
                      <v:f eqn="prod 1 22712 2"/>
                      <v:f eqn="prod 1 23880 2"/>
                      <v:f eqn="sumangle 0 18 0"/>
                      <v:f eqn="cos @1 @3"/>
                      <v:f eqn="sumangle 0 306 0"/>
                      <v:f eqn="cos @1 @5"/>
                      <v:f eqn="sin @2 @3"/>
                      <v:f eqn="sin @2 @5"/>
                      <v:f eqn="sum 10800 0 @4"/>
                      <v:f eqn="sum 10800 0 @6"/>
                      <v:f eqn="sum 10800 @6 0"/>
                      <v:f eqn="sum 10800 @4 0"/>
                      <v:f eqn="sum @2 0 @7"/>
                      <v:f eqn="sum @2 0 @8"/>
                      <v:f eqn="prod @1 @0 10800"/>
                      <v:f eqn="prod @2 @0 10800"/>
                      <v:f eqn="sumangle 0 342 0"/>
                      <v:f eqn="cos @15 @17"/>
                      <v:f eqn="sumangle 0 54 0"/>
                      <v:f eqn="cos @15 @19"/>
                      <v:f eqn="sin @16 @19"/>
                      <v:f eqn="sin @16 @17"/>
                      <v:f eqn="sum 10800 0 @18"/>
                      <v:f eqn="sum 10800 0 @20"/>
                      <v:f eqn="sum 10800 @20 0"/>
                      <v:f eqn="sum 10800 @18 0"/>
                      <v:f eqn="sum @2 0 @21"/>
                      <v:f eqn="sum @2 0 @22"/>
                      <v:f eqn="sum @2 @16 0"/>
                      <v:f eqn="sum @2 0 @16"/>
                    </v:formulas>
                    <v:path gradientshapeok="t" o:connecttype="rect" textboxrect="@23,@27,@26,@29"/>
                    <v:handles>
                      <v:h position="10800,@30"/>
                    </v:handles>
                  </v:shapetype>
                  <v:shape id="shape_0" fillcolor="#dbd6a5" stroked="t" style="position:absolute;left:5878;top:13258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6638;top:13258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7399;top:13258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8159;top:13258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8920;top:13258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5878;top:13683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6638;top:13683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7398;top:13683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8159;top:13683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  <v:shape id="shape_0" fillcolor="#dbd6a5" stroked="t" style="position:absolute;left:8920;top:13683;width:269;height:256;mso-position-horizontal-relative:page;mso-position-vertical-relative:page" type="shapetype_12">
                    <v:wrap v:type="none"/>
                    <v:fill type="solid" color2="#24295a" detectmouseclick="t"/>
                    <v:stroke color="#993300" joinstyle="miter" endcap="flat"/>
                  </v:shape>
                </v:group>
              </w:pict>
              <w:pict>
                <v:group id="shape_0" style="position:absolute;margin-left:253.45pt;margin-top:561.9pt;width:249.75pt;height:13.75pt" coordorigin="5069,11238" coordsize="4995,275">
                  <v:rect id="shape_0" fillcolor="#dbd6a5" stroked="f" style="position:absolute;left:5069;top:11238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11238;width:4995;height:275">
                    <v:rect id="shape_0" fillcolor="#993300" stroked="f" style="position:absolute;left:5069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1142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1123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1142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1123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1133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1133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1142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1123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11421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1123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1142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1133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259.1pt;margin-top:450.65pt;width:44.9pt;height:44.9pt" coordorigin="5182,9013" coordsize="898,898">
                  <v:oval id="shape_0" fillcolor="white" stroked="t" style="position:absolute;left:5182;top:9013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5255;top:9087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42.2pt;margin-top:519.05pt;width:165.65pt;height:34.1pt" coordorigin="844,10381" coordsize="3313,682"/>
              </w:pict>
              <w:pict>
                <v:group id="shape_0" style="position:absolute;margin-left:1.45pt;margin-top:433.6pt;width:249.75pt;height:13.65pt" coordorigin="29,8672" coordsize="4995,273">
                  <v:rect id="shape_0" fillcolor="#dbd6a5" stroked="f" style="position:absolute;left:29;top:8672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8672;width:4995;height:273">
                    <v:rect id="shape_0" fillcolor="#993300" stroked="f" style="position:absolute;left:29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885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867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885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867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876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876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885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867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885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876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876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876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876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876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867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885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876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1.45pt;margin-top:561.85pt;width:249.75pt;height:13.7pt" coordorigin="29,11237" coordsize="4995,274">
                  <v:rect id="shape_0" fillcolor="#dbd6a5" stroked="f" style="position:absolute;left:29;top:11237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11237;width:4995;height:274">
                    <v:rect id="shape_0" fillcolor="#993300" stroked="f" style="position:absolute;left:29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1141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1123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1142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1123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1132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11329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1142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11238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11420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1132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1123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11420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112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1132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1132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1141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112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1141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1132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112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1132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1141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112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1141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1123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11419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11328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7.4pt;margin-top:450.6pt;width:44.9pt;height:44.9pt" coordorigin="148,9012" coordsize="898,898">
                  <v:oval id="shape_0" fillcolor="white" stroked="t" style="position:absolute;left:148;top:9012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222;top:9086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  <w:pict>
                <v:group id="shape_0" style="position:absolute;margin-left:293.9pt;margin-top:375pt;width:165.6pt;height:34.1pt" coordorigin="5878,7500" coordsize="3312,682"/>
              </w:pict>
              <w:pict>
                <v:group id="shape_0" style="position:absolute;margin-left:253.45pt;margin-top:289.55pt;width:249.75pt;height:13.75pt" coordorigin="5069,5791" coordsize="4995,275">
                  <v:rect id="shape_0" fillcolor="#dbd6a5" stroked="f" style="position:absolute;left:5069;top:5791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5069;top:5791;width:4995;height:275">
                    <v:rect id="shape_0" fillcolor="#993300" stroked="f" style="position:absolute;left:5069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175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069;top:597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282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389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02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495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029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922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135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242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455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348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708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815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68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579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562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774;top:597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579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881;top:588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094;top:5883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987;top:597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5792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520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414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627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33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947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841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201;top:5974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307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054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160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374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267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480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587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00;top:588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693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579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906;top:597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012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226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119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332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439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652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545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759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5791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958;top:5973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52;top:5882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306pt;margin-left:258.9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0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2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354.45pt;margin-left:5.2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311.25pt;margin-left:54.2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305.95pt;margin-left:7.2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1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3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210.7pt;margin-left:256.9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167.5pt;margin-left:305.9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162.2pt;margin-left:258.9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2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210.65pt;margin-left:5.2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167.45pt;margin-left:54.2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162.15pt;margin-left:7.2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3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66.45pt;margin-left:256.2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23.25pt;margin-left:305.2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17.95pt;margin-left:258.2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4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498.6pt;margin-left:256.9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642.4pt;margin-left:256.9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599.2pt;margin-left:305.9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593.9pt;margin-left:258.9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5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642.35pt;margin-left:5.2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599.15pt;margin-left:54.2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593.85pt;margin-left:7.2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6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455.4pt;margin-left:305.9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450.1pt;margin-left:258.9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7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7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498.55pt;margin-left:5.2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455.35pt;margin-left:54.2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450.05pt;margin-left:7.2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8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8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354.5pt;margin-left:256.9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311.3pt;margin-left:305.9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</w:p>
          <w:p>
            <w:pPr>
              <w:pStyle w:val="Normal"/>
              <w:rPr/>
            </w:pPr>
            <w:r>
              <w:rPr/>
              <w:pict>
                <v:group id="shape_0" style="position:absolute;margin-left:41.45pt;margin-top:86.9pt;width:165.6pt;height:34.15pt" coordorigin="829,1738" coordsize="3312,683"/>
              </w:pict>
              <w:pict>
                <v:group id="shape_0" style="position:absolute;margin-left:1.45pt;margin-top:129.7pt;width:249.75pt;height:13.75pt" coordorigin="29,2594" coordsize="4995,275">
                  <v:rect id="shape_0" fillcolor="#dbd6a5" stroked="f" style="position:absolute;left:29;top:2594;width:4994;height:271;mso-position-horizontal-relative:page;mso-position-vertical-relative:page">
                    <v:wrap v:type="none"/>
                    <v:fill type="solid" color2="#24295a" detectmouseclick="t"/>
                    <v:stroke color="#3465a4" joinstyle="round" endcap="flat"/>
                  </v:rect>
                  <v:group id="shape_0" style="position:absolute;left:29;top:2594;width:4995;height:275">
                    <v:rect id="shape_0" fillcolor="#993300" stroked="f" style="position:absolute;left:29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5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;top:277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9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56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5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989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88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095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20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415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308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668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775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628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25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522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734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25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841;top:268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054;top:2686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1947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2595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480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374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587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693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907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801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161;top:2777;width:106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2267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014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120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334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227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440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547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760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653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2595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866;top:2777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259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397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186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079;top:277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259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292;top:277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399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259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61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505;top:277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259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719;top:277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2594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918;top:277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  <v:rect id="shape_0" fillcolor="#993300" stroked="f" style="position:absolute;left:4812;top:2686;width:105;height:90;mso-position-horizontal-relative:page;mso-position-vertical-relative:page">
                      <v:wrap v:type="none"/>
                      <v:fill type="solid" color2="#66ccff" detectmouseclick="t"/>
                      <v:stroke color="#3465a4" joinstyle="round" endcap="flat"/>
                    </v:rect>
                  </v:group>
                </v:group>
              </w:pict>
              <w:pict>
                <v:group id="shape_0" style="position:absolute;margin-left:6.65pt;margin-top:18.45pt;width:44.9pt;height:44.9pt" coordorigin="133,369" coordsize="898,898">
                  <v:oval id="shape_0" fillcolor="white" stroked="t" style="position:absolute;left:133;top:369;width:897;height:897;mso-position-horizontal-relative:page;mso-position-vertical-relative:page">
                    <v:wrap v:type="none"/>
                    <v:fill type="solid" color2="black" detectmouseclick="t"/>
                    <v:stroke color="#993300" weight="44280" joinstyle="round" endcap="flat"/>
                  </v:oval>
                  <v:oval id="shape_0" fillcolor="#dbd6a5" stroked="t" style="position:absolute;left:207;top:443;width:762;height:762;mso-position-horizontal-relative:page;mso-position-vertical-relative:page">
                    <v:wrap v:type="none"/>
                    <v:fill type="solid" color2="#24295a" detectmouseclick="t"/>
                    <v:stroke color="#993300" joinstyle="round" endcap="flat"/>
                  </v:oval>
                </v:group>
              </w:pict>
            </w:r>
            <w:r>
              <w:pict>
                <v:rect stroked="f" strokeweight="0pt" style="position:absolute;width:242.25pt;height:21.75pt;mso-wrap-distance-left:9pt;mso-wrap-distance-right:9pt;mso-wrap-distance-top:0pt;mso-wrap-distance-bottom:0pt;margin-top:66.4pt;margin-left:4.5pt">
                  <v:textbox>
                    <w:txbxContent>
                      <w:p>
                        <w:pPr>
                          <w:pStyle w:val="CertificateTitle"/>
                          <w:rPr/>
                        </w:pPr>
                        <w:r>
                          <w:rPr/>
                          <w:t>Buy 10 cups of coffee, get one free</w:t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195pt;height:42.75pt;mso-wrap-distance-left:9pt;mso-wrap-distance-right:9pt;mso-wrap-distance-top:0pt;mso-wrap-distance-bottom:0pt;margin-top:23.2pt;margin-left:53.5pt">
                  <v:textbox>
                    <w:txbxContent>
                      <w:p>
                        <w:pPr>
                          <w:pStyle w:val="CompanyName"/>
                          <w:rPr/>
                        </w:pPr>
                        <w:r>
                          <w:rPr/>
                          <w:t>Fourth Coffee</w:t>
                        </w:r>
                      </w:p>
                      <w:p>
                        <w:pPr>
                          <w:pStyle w:val="Tagline"/>
                          <w:jc w:val="both"/>
                          <w:rPr/>
                        </w:pPr>
                        <w:r>
                          <w:rPr/>
                          <w:t>“</w:t>
                        </w:r>
                        <w:r>
                          <w:rPr/>
                          <w:t>Organic and fair because we care.”</w:t>
                        </w:r>
                      </w:p>
                      <w:p>
                        <w:pPr>
                          <w:pStyle w:val="FrameContents"/>
                          <w:rPr/>
                        </w:pPr>
                        <w:r>
                          <w:rPr/>
                        </w:r>
                      </w:p>
                    </w:txbxContent>
                  </v:textbox>
                </v:rect>
              </w:pict>
            </w:r>
            <w:r>
              <w:pict>
                <v:rect stroked="f" strokeweight="0pt" style="position:absolute;width:43.7pt;height:45.45pt;mso-wrap-distance-left:9pt;mso-wrap-distance-right:9pt;mso-wrap-distance-top:0pt;mso-wrap-distance-bottom:0pt;margin-top:5.85pt;margin-left:6.5pt">
                  <v:textbox>
                    <w:txbxContent>
                      <w:p>
                        <w:pPr>
                          <w:pStyle w:val="FrameContents"/>
                          <w:rPr/>
                        </w:pPr>
                        <w:r>
                          <w:rPr/>
                          <w:drawing>
                            <wp:inline distT="0" distB="0" distL="0" distR="0">
                              <wp:extent cx="371475" cy="485775"/>
                              <wp:effectExtent l="0" t="0" r="0" b="0"/>
                              <wp:docPr id="9" name="Picture" descr="Steaming cup of coffee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9" name="Picture" descr="Steaming cup of coffee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71475" cy="4857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80" w:hRule="exact"/>
          <w:cantSplit w:val="true"/>
        </w:trPr>
        <w:tc>
          <w:tcPr>
            <w:tcW w:w="50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80" w:hRule="exact"/>
          <w:cantSplit w:val="true"/>
        </w:trPr>
        <w:tc>
          <w:tcPr>
            <w:tcW w:w="50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80" w:hRule="exact"/>
          <w:cantSplit w:val="true"/>
        </w:trPr>
        <w:tc>
          <w:tcPr>
            <w:tcW w:w="50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80" w:hRule="exact"/>
          <w:cantSplit w:val="true"/>
        </w:trPr>
        <w:tc>
          <w:tcPr>
            <w:tcW w:w="5040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5039" w:type="dxa"/>
            <w:tcBorders>
              <w:top w:val="nil"/>
              <w:left w:val="nil"/>
              <w:bottom w:val="nil"/>
              <w:insideH w:val="nil"/>
              <w:right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2240" w:h="15840"/>
      <w:pgMar w:left="1080" w:right="1080" w:header="0" w:top="720" w:footer="0" w:bottom="0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Black">
    <w:charset w:val="01"/>
    <w:family w:val="roman"/>
    <w:pitch w:val="variable"/>
  </w:font>
  <w:font w:name="Sylfae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count="267" w:defQFormat="0" w:defUnhideWhenUsed="0" w:defSemiHidden="0" w:defUIPriority="0" w:defLockedState="0">
    <w:lsdException w:qFormat="1" w:name="Normal"/>
    <w:lsdException w:qFormat="1" w:name="heading 1"/>
    <w:lsdException w:qFormat="1" w:name="heading 2"/>
    <w:lsdException w:qFormat="1" w:name="heading 3"/>
    <w:lsdException w:qFormat="1" w:semiHidden="1" w:unhideWhenUsed="1" w:name="heading 4"/>
    <w:lsdException w:qFormat="1" w:semiHidden="1" w:unhideWhenUsed="1" w:name="heading 5"/>
    <w:lsdException w:qFormat="1" w:semiHidden="1" w:unhideWhenUsed="1" w:name="heading 6"/>
    <w:lsdException w:qFormat="1" w:semiHidden="1" w:unhideWhenUsed="1" w:name="heading 7"/>
    <w:lsdException w:qFormat="1" w:semiHidden="1" w:unhideWhenUsed="1" w:name="heading 8"/>
    <w:lsdException w:qFormat="1" w:semiHidden="1" w:unhideWhenUsed="1" w:name="heading 9"/>
    <w:lsdException w:qFormat="1" w:semiHidden="1" w:unhideWhenUsed="1" w:name="caption"/>
    <w:lsdException w:qFormat="1" w:name="Title"/>
    <w:lsdException w:qFormat="1" w:name="Subtitle"/>
    <w:lsdException w:qFormat="1" w:name="Strong"/>
    <w:lsdException w:qFormat="1" w:name="Emphasis"/>
    <w:lsdException w:semiHidden="1" w:uiPriority="99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uiPriority="99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semiHidden="1" w:uiPriority="37" w:unhideWhenUsed="1" w:name="Bibliography"/>
    <w:lsdException w:qFormat="1" w:semiHidden="1" w:uiPriority="39" w:unhideWhenUsed="1" w:name="TOC Heading"/>
  </w:latentStyles>
  <w:style w:type="paragraph" w:styleId="Normal" w:default="1">
    <w:name w:val="Normal"/>
    <w:qFormat/>
    <w:pPr>
      <w:widowControl/>
      <w:suppressAutoHyphens w:val="true"/>
      <w:bidi w:val="0"/>
      <w:jc w:val="center"/>
    </w:pPr>
    <w:rPr>
      <w:rFonts w:ascii="Tahoma" w:hAnsi="Tahoma" w:eastAsia="Times New Roman" w:cs="Times New Roman"/>
      <w:color w:val="auto"/>
      <w:spacing w:val="20"/>
      <w:sz w:val="20"/>
      <w:szCs w:val="16"/>
      <w:lang w:val="en-US" w:eastAsia="en-US" w:bidi="ar-SA"/>
    </w:rPr>
  </w:style>
  <w:style w:type="paragraph" w:styleId="Heading1">
    <w:name w:val="Heading 1"/>
    <w:qFormat/>
    <w:basedOn w:val="Normal"/>
    <w:next w:val="Normal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qFormat/>
    <w:basedOn w:val="Normal"/>
    <w:next w:val="Normal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qFormat/>
    <w:basedOn w:val="Normal"/>
    <w:next w:val="Normal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semiHidden/>
    <w:rPr/>
  </w:style>
  <w:style w:type="character" w:styleId="InternetLink">
    <w:name w:val="Internet Link"/>
    <w:semiHidden/>
    <w:basedOn w:val="DefaultParagraphFont"/>
    <w:rPr>
      <w:color w:val="0000FF"/>
      <w:u w:val="single"/>
      <w:lang w:val="zxx" w:eastAsia="zxx" w:bidi="zxx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CertificateTitle" w:customStyle="1">
    <w:name w:val="Certificate Title"/>
    <w:basedOn w:val="Normal"/>
    <w:pPr/>
    <w:rPr>
      <w:rFonts w:ascii="Arial Black" w:hAnsi="Arial Black"/>
      <w:caps/>
      <w:color w:val="993300"/>
      <w:spacing w:val="10"/>
      <w:sz w:val="18"/>
      <w:szCs w:val="18"/>
    </w:rPr>
  </w:style>
  <w:style w:type="paragraph" w:styleId="CompanyName" w:customStyle="1">
    <w:name w:val="Company Name"/>
    <w:basedOn w:val="Normal"/>
    <w:pPr>
      <w:widowControl w:val="false"/>
      <w:spacing w:before="0" w:after="60"/>
    </w:pPr>
    <w:rPr>
      <w:rFonts w:ascii="Arial Black" w:hAnsi="Arial Black"/>
      <w:spacing w:val="140"/>
      <w:sz w:val="22"/>
    </w:rPr>
  </w:style>
  <w:style w:type="paragraph" w:styleId="Tagline" w:customStyle="1">
    <w:name w:val="Tagline"/>
    <w:basedOn w:val="Normal"/>
    <w:next w:val="Normal"/>
    <w:pPr>
      <w:spacing w:before="120" w:after="120"/>
    </w:pPr>
    <w:rPr>
      <w:rFonts w:ascii="Sylfaen" w:hAnsi="Sylfaen"/>
      <w:i/>
      <w:sz w:val="18"/>
    </w:rPr>
  </w:style>
  <w:style w:type="paragraph" w:styleId="FrameContents">
    <w:name w:val="Frame Contents"/>
    <w:basedOn w:val="Normal"/>
    <w:pPr/>
    <w:rPr/>
  </w:style>
  <w:style w:type="numbering" w:styleId="NoList" w:default="1">
    <w:name w:val="No List"/>
    <w:semiHidden/>
  </w:style>
  <w:style w:type="table" w:default="1" w:styleId="TableNormal">
    <w:name w:val="Normal Table"/>
    <w:semiHidden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image" Target="media/image5.wmf"/><Relationship Id="rId7" Type="http://schemas.openxmlformats.org/officeDocument/2006/relationships/image" Target="media/image6.wmf"/><Relationship Id="rId8" Type="http://schemas.openxmlformats.org/officeDocument/2006/relationships/image" Target="media/image7.wmf"/><Relationship Id="rId9" Type="http://schemas.openxmlformats.org/officeDocument/2006/relationships/image" Target="media/image8.wmf"/><Relationship Id="rId10" Type="http://schemas.openxmlformats.org/officeDocument/2006/relationships/image" Target="media/image9.wmf"/><Relationship Id="rId11" Type="http://schemas.openxmlformats.org/officeDocument/2006/relationships/image" Target="media/image10.wmf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punch-card-coffee-coupon</Template>
  <TotalTime>3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2015-03-08T01:29:00Z</dcterms:created>
  <dc:creator>BB Labs Pvt Ltd</dc:creator>
  <dc:language>en-IN</dc:language>
  <cp:lastModifiedBy>BB Labs Pvt Ltd</cp:lastModifiedBy>
  <cp:lastPrinted>2002-10-11T20:46:00Z</cp:lastPrinted>
  <dcterms:modified xsi:type="dcterms:W3CDTF">2015-03-08T01:32:00Z</dcterms:modified>
  <cp:revision>1</cp:revision>
</cp:coreProperties>
</file>