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257CED" w:rsidRPr="002A622D">
        <w:trPr>
          <w:cantSplit/>
          <w:trHeight w:hRule="exact" w:val="4800"/>
        </w:trPr>
        <w:tc>
          <w:tcPr>
            <w:tcW w:w="5760" w:type="dxa"/>
            <w:vAlign w:val="center"/>
          </w:tcPr>
          <w:p w:rsidR="00257CED" w:rsidRPr="002A622D" w:rsidRDefault="002A622D">
            <w:pPr>
              <w:ind w:left="153" w:right="153"/>
              <w:rPr>
                <w:color w:val="548DD4" w:themeColor="text2" w:themeTint="99"/>
              </w:rPr>
            </w:pP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4703445</wp:posOffset>
                      </wp:positionH>
                      <wp:positionV relativeFrom="paragraph">
                        <wp:posOffset>1554480</wp:posOffset>
                      </wp:positionV>
                      <wp:extent cx="2468880" cy="1280160"/>
                      <wp:effectExtent l="0" t="0" r="0" b="0"/>
                      <wp:wrapNone/>
                      <wp:docPr id="1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1280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7CED" w:rsidRPr="002A622D" w:rsidRDefault="002A622D">
                                  <w:pPr>
                                    <w:pStyle w:val="Heading3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Matthew Rodriguez</w:t>
                                  </w:r>
                                </w:p>
                                <w:p w:rsidR="00257CED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132 East Main Street</w:t>
                                  </w:r>
                                </w:p>
                                <w:p w:rsidR="00257CED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Portland, OR  92929</w:t>
                                  </w:r>
                                </w:p>
                                <w:p w:rsidR="00257CED" w:rsidRPr="002A622D" w:rsidRDefault="00257CE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370.35pt;margin-top:122.4pt;width:194.4pt;height:10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" o:allowincell="f" stroked="f">
                      <v:textbox>
                        <w:txbxContent>
                          <w:p w:rsidR="00257CED" w:rsidRPr="002A622D" w:rsidRDefault="002A622D">
                            <w:pPr>
                              <w:pStyle w:val="Heading3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Matthew Rodriguez</w:t>
                            </w:r>
                          </w:p>
                          <w:p w:rsidR="00257CED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132 East Main Street</w:t>
                            </w:r>
                          </w:p>
                          <w:p w:rsidR="00257CED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Portland, OR  92929</w:t>
                            </w:r>
                          </w:p>
                          <w:p w:rsidR="00257CED" w:rsidRPr="002A622D" w:rsidRDefault="00257CE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0" allowOverlap="1">
                      <wp:simplePos x="0" y="0"/>
                      <wp:positionH relativeFrom="column">
                        <wp:posOffset>4703445</wp:posOffset>
                      </wp:positionH>
                      <wp:positionV relativeFrom="paragraph">
                        <wp:posOffset>274320</wp:posOffset>
                      </wp:positionV>
                      <wp:extent cx="2651760" cy="1097280"/>
                      <wp:effectExtent l="0" t="0" r="0" b="0"/>
                      <wp:wrapNone/>
                      <wp:docPr id="1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1760" cy="1097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7CED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</w:pPr>
                                  <w:r w:rsidRPr="002A622D"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  <w:t>Jackson Construction</w:t>
                                  </w:r>
                                </w:p>
                                <w:p w:rsidR="00257CED" w:rsidRPr="002A622D" w:rsidRDefault="002A622D">
                                  <w:pPr>
                                    <w:pStyle w:val="Heading1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123 Cherry Tree Lane</w:t>
                                  </w:r>
                                </w:p>
                                <w:p w:rsidR="00257CED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  <w:t>Depoe Bay, OR  94949</w:t>
                                  </w:r>
                                </w:p>
                                <w:p w:rsidR="00257CED" w:rsidRPr="002A622D" w:rsidRDefault="00257CE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</w:p>
                                <w:p w:rsidR="00257CED" w:rsidRPr="002A622D" w:rsidRDefault="00257CE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left:0;text-align:left;margin-left:370.35pt;margin-top:21.6pt;width:208.8pt;height:86.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iRahgIAABg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" o:allowincell="f" stroked="f">
                      <v:textbox>
                        <w:txbxContent>
                          <w:p w:rsidR="00257CED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</w:pPr>
                            <w:r w:rsidRPr="002A622D"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  <w:t>Jackson Construction</w:t>
                            </w:r>
                          </w:p>
                          <w:p w:rsidR="00257CED" w:rsidRPr="002A622D" w:rsidRDefault="002A622D">
                            <w:pPr>
                              <w:pStyle w:val="Heading1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123 Cherry Tree Lane</w:t>
                            </w:r>
                          </w:p>
                          <w:p w:rsidR="00257CED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24"/>
                              </w:rPr>
                              <w:t>Depoe Bay, OR  94949</w:t>
                            </w:r>
                          </w:p>
                          <w:p w:rsidR="00257CED" w:rsidRPr="002A622D" w:rsidRDefault="00257CE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</w:p>
                          <w:p w:rsidR="00257CED" w:rsidRPr="002A622D" w:rsidRDefault="00257CE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0" allowOverlap="1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274320</wp:posOffset>
                      </wp:positionV>
                      <wp:extent cx="2560320" cy="914400"/>
                      <wp:effectExtent l="0" t="0" r="0" b="0"/>
                      <wp:wrapNone/>
                      <wp:docPr id="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032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7CED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</w:pPr>
                                  <w:r w:rsidRPr="002A622D"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  <w:t>Jackson Construction</w:t>
                                  </w:r>
                                </w:p>
                                <w:p w:rsidR="00257CED" w:rsidRPr="002A622D" w:rsidRDefault="002A622D">
                                  <w:pPr>
                                    <w:pStyle w:val="Heading1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123 Cherry Tree Lane</w:t>
                                  </w:r>
                                </w:p>
                                <w:p w:rsidR="00257CED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  <w:t>Depoe Bay, OR  94949</w:t>
                                  </w:r>
                                </w:p>
                                <w:p w:rsidR="00257CED" w:rsidRPr="002A622D" w:rsidRDefault="00257CE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left:0;text-align:left;margin-left:75.15pt;margin-top:21.6pt;width:201.6pt;height:1in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" o:allowincell="f" stroked="f">
                      <v:textbox>
                        <w:txbxContent>
                          <w:p w:rsidR="00257CED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</w:pPr>
                            <w:r w:rsidRPr="002A622D"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  <w:t>Jackson Construction</w:t>
                            </w:r>
                          </w:p>
                          <w:p w:rsidR="00257CED" w:rsidRPr="002A622D" w:rsidRDefault="002A622D">
                            <w:pPr>
                              <w:pStyle w:val="Heading1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123 Cherry Tree Lane</w:t>
                            </w:r>
                          </w:p>
                          <w:p w:rsidR="00257CED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24"/>
                              </w:rPr>
                              <w:t>Depoe Bay, OR  94949</w:t>
                            </w:r>
                          </w:p>
                          <w:p w:rsidR="00257CED" w:rsidRPr="002A622D" w:rsidRDefault="00257CE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>
                      <wp:simplePos x="0" y="0"/>
                      <wp:positionH relativeFrom="column">
                        <wp:posOffset>1045845</wp:posOffset>
                      </wp:positionH>
                      <wp:positionV relativeFrom="paragraph">
                        <wp:posOffset>1554480</wp:posOffset>
                      </wp:positionV>
                      <wp:extent cx="2286000" cy="1188720"/>
                      <wp:effectExtent l="0" t="0" r="0" b="0"/>
                      <wp:wrapNone/>
                      <wp:docPr id="9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188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7CED" w:rsidRPr="002A622D" w:rsidRDefault="002A622D">
                                  <w:pPr>
                                    <w:pStyle w:val="Heading3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Susan Demeter</w:t>
                                  </w:r>
                                </w:p>
                                <w:p w:rsidR="00257CED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12 Clear Lake Drive</w:t>
                                  </w:r>
                                </w:p>
                                <w:p w:rsidR="00257CED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Portland, OR  92929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9" type="#_x0000_t202" style="position:absolute;left:0;text-align:left;margin-left:82.35pt;margin-top:122.4pt;width:180pt;height:93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" o:allowincell="f" stroked="f">
                      <v:textbox>
                        <w:txbxContent>
                          <w:p w:rsidR="00257CED" w:rsidRPr="002A622D" w:rsidRDefault="002A622D">
                            <w:pPr>
                              <w:pStyle w:val="Heading3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Susan Demeter</w:t>
                            </w:r>
                          </w:p>
                          <w:p w:rsidR="00257CED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12 Clear Lake Drive</w:t>
                            </w:r>
                          </w:p>
                          <w:p w:rsidR="00257CED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Portland, OR  92929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7874">
              <w:rPr>
                <w:noProof/>
                <w:color w:val="548DD4" w:themeColor="text2" w:themeTint="99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0.35pt;margin-top:100.8pt;width:55.5pt;height:55.4pt;z-index:251649024;mso-position-horizontal-relative:text;mso-position-vertical-relative:page" o:allowincell="f">
                  <v:imagedata r:id="rId4" o:title=""/>
                  <w10:wrap anchory="page"/>
                </v:shape>
                <o:OLEObject Type="Embed" ProgID="MS_ClipArt_Gallery" ShapeID="_x0000_s1026" DrawAspect="Content" ObjectID="_1559462460" r:id="rId5"/>
              </w:object>
            </w:r>
            <w:r w:rsidR="00537874">
              <w:rPr>
                <w:noProof/>
                <w:color w:val="548DD4" w:themeColor="text2" w:themeTint="99"/>
              </w:rPr>
              <w:object w:dxaOrig="1440" w:dyaOrig="1440">
                <v:shape id="_x0000_s1031" type="#_x0000_t75" style="position:absolute;left:0;text-align:left;margin-left:312.75pt;margin-top:100.8pt;width:55.5pt;height:55.4pt;z-index:251653120;mso-position-horizontal-relative:text;mso-position-vertical-relative:page" o:allowincell="f">
                  <v:imagedata r:id="rId4" o:title=""/>
                  <w10:wrap anchory="page"/>
                </v:shape>
                <o:OLEObject Type="Embed" ProgID="MS_ClipArt_Gallery" ShapeID="_x0000_s1031" DrawAspect="Content" ObjectID="_1559462461" r:id="rId6"/>
              </w:object>
            </w:r>
          </w:p>
        </w:tc>
        <w:tc>
          <w:tcPr>
            <w:tcW w:w="270" w:type="dxa"/>
            <w:vAlign w:val="center"/>
          </w:tcPr>
          <w:p w:rsidR="00257CED" w:rsidRPr="002A622D" w:rsidRDefault="00257CED">
            <w:pPr>
              <w:ind w:left="153" w:right="153"/>
              <w:rPr>
                <w:color w:val="548DD4" w:themeColor="text2" w:themeTint="99"/>
              </w:rPr>
            </w:pPr>
          </w:p>
        </w:tc>
        <w:tc>
          <w:tcPr>
            <w:tcW w:w="5760" w:type="dxa"/>
            <w:vAlign w:val="center"/>
          </w:tcPr>
          <w:p w:rsidR="00257CED" w:rsidRPr="002A622D" w:rsidRDefault="00257CED">
            <w:pPr>
              <w:ind w:left="153" w:right="153"/>
              <w:rPr>
                <w:color w:val="548DD4" w:themeColor="text2" w:themeTint="99"/>
              </w:rPr>
            </w:pPr>
          </w:p>
        </w:tc>
      </w:tr>
      <w:tr w:rsidR="00257CED" w:rsidRPr="002A622D">
        <w:trPr>
          <w:cantSplit/>
          <w:trHeight w:hRule="exact" w:val="4800"/>
        </w:trPr>
        <w:tc>
          <w:tcPr>
            <w:tcW w:w="5760" w:type="dxa"/>
            <w:vAlign w:val="center"/>
          </w:tcPr>
          <w:p w:rsidR="00257CED" w:rsidRPr="002A622D" w:rsidRDefault="002A622D">
            <w:pPr>
              <w:ind w:left="153" w:right="153"/>
              <w:rPr>
                <w:color w:val="548DD4" w:themeColor="text2" w:themeTint="99"/>
              </w:rPr>
            </w:pP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>
                      <wp:simplePos x="0" y="0"/>
                      <wp:positionH relativeFrom="column">
                        <wp:posOffset>4794885</wp:posOffset>
                      </wp:positionH>
                      <wp:positionV relativeFrom="paragraph">
                        <wp:posOffset>1524000</wp:posOffset>
                      </wp:positionV>
                      <wp:extent cx="2560320" cy="1188720"/>
                      <wp:effectExtent l="0" t="0" r="0" b="0"/>
                      <wp:wrapNone/>
                      <wp:docPr id="8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0320" cy="1188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7CED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Jessie Parker</w:t>
                                  </w:r>
                                </w:p>
                                <w:p w:rsidR="00257CED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1432 Bay Street</w:t>
                                  </w:r>
                                </w:p>
                                <w:p w:rsidR="00257CED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Portland, OR  92929</w:t>
                                  </w:r>
                                </w:p>
                                <w:p w:rsidR="00257CED" w:rsidRPr="002A622D" w:rsidRDefault="00257CE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0" type="#_x0000_t202" style="position:absolute;left:0;text-align:left;margin-left:377.55pt;margin-top:120pt;width:201.6pt;height:9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" o:allowincell="f" stroked="f">
                      <v:textbox>
                        <w:txbxContent>
                          <w:p w:rsidR="00257CED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Jessie Parker</w:t>
                            </w:r>
                          </w:p>
                          <w:p w:rsidR="00257CED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1432 Bay Street</w:t>
                            </w:r>
                          </w:p>
                          <w:p w:rsidR="00257CED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Portland, OR  92929</w:t>
                            </w:r>
                          </w:p>
                          <w:p w:rsidR="00257CED" w:rsidRPr="002A622D" w:rsidRDefault="00257CE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>
                      <wp:simplePos x="0" y="0"/>
                      <wp:positionH relativeFrom="column">
                        <wp:posOffset>1045845</wp:posOffset>
                      </wp:positionH>
                      <wp:positionV relativeFrom="paragraph">
                        <wp:posOffset>1524000</wp:posOffset>
                      </wp:positionV>
                      <wp:extent cx="2468880" cy="1280160"/>
                      <wp:effectExtent l="0" t="0" r="0" b="0"/>
                      <wp:wrapNone/>
                      <wp:docPr id="7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1280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7CED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Gary Yamamoto</w:t>
                                  </w:r>
                                </w:p>
                                <w:p w:rsidR="00257CED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800 Land Park Drive Portland, OR  92929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1" type="#_x0000_t202" style="position:absolute;left:0;text-align:left;margin-left:82.35pt;margin-top:120pt;width:194.4pt;height:10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" o:allowincell="f" stroked="f">
                      <v:textbox>
                        <w:txbxContent>
                          <w:p w:rsidR="00257CED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Gary Yamamoto</w:t>
                            </w:r>
                          </w:p>
                          <w:p w:rsidR="00257CED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800 Land Park Drive Portland, OR  92929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335280</wp:posOffset>
                      </wp:positionV>
                      <wp:extent cx="2560320" cy="1097280"/>
                      <wp:effectExtent l="0" t="0" r="0" b="0"/>
                      <wp:wrapNone/>
                      <wp:docPr id="6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0320" cy="1097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7CED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</w:pPr>
                                  <w:r w:rsidRPr="002A622D"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  <w:t>Jackson Construction</w:t>
                                  </w:r>
                                </w:p>
                                <w:p w:rsidR="00257CED" w:rsidRPr="002A622D" w:rsidRDefault="002A622D">
                                  <w:pPr>
                                    <w:pStyle w:val="Heading1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123 Cherry Tree Lane</w:t>
                                  </w:r>
                                </w:p>
                                <w:p w:rsidR="00257CED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  <w:t>Depoe Bay, OR  94949</w:t>
                                  </w:r>
                                </w:p>
                                <w:p w:rsidR="00257CED" w:rsidRPr="002A622D" w:rsidRDefault="00257CE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</w:p>
                                <w:p w:rsidR="00257CED" w:rsidRPr="002A622D" w:rsidRDefault="00257CE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  <w:p w:rsidR="00257CED" w:rsidRPr="002A622D" w:rsidRDefault="00257CE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2" type="#_x0000_t202" style="position:absolute;left:0;text-align:left;margin-left:75.15pt;margin-top:26.4pt;width:201.6pt;height:8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I3Ohw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" o:allowincell="f" stroked="f">
                      <v:textbox>
                        <w:txbxContent>
                          <w:p w:rsidR="00257CED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</w:pPr>
                            <w:r w:rsidRPr="002A622D"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  <w:t>Jackson Construction</w:t>
                            </w:r>
                          </w:p>
                          <w:p w:rsidR="00257CED" w:rsidRPr="002A622D" w:rsidRDefault="002A622D">
                            <w:pPr>
                              <w:pStyle w:val="Heading1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123 Cherry Tree Lane</w:t>
                            </w:r>
                          </w:p>
                          <w:p w:rsidR="00257CED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24"/>
                              </w:rPr>
                              <w:t>Depoe Bay, OR  94949</w:t>
                            </w:r>
                          </w:p>
                          <w:p w:rsidR="00257CED" w:rsidRPr="002A622D" w:rsidRDefault="00257CE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</w:p>
                          <w:p w:rsidR="00257CED" w:rsidRPr="002A622D" w:rsidRDefault="00257CE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  <w:p w:rsidR="00257CED" w:rsidRPr="002A622D" w:rsidRDefault="00257CE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7874">
              <w:rPr>
                <w:noProof/>
                <w:color w:val="548DD4" w:themeColor="text2" w:themeTint="99"/>
              </w:rPr>
              <w:object w:dxaOrig="1440" w:dyaOrig="1440">
                <v:shape id="_x0000_s1032" type="#_x0000_t75" style="position:absolute;left:0;text-align:left;margin-left:10.35pt;margin-top:345.6pt;width:55.5pt;height:55.4pt;z-index:251654144;mso-position-horizontal-relative:text;mso-position-vertical-relative:page" o:allowincell="f">
                  <v:imagedata r:id="rId4" o:title=""/>
                  <w10:wrap anchory="page"/>
                </v:shape>
                <o:OLEObject Type="Embed" ProgID="MS_ClipArt_Gallery" ShapeID="_x0000_s1032" DrawAspect="Content" ObjectID="_1559462462" r:id="rId7"/>
              </w:object>
            </w:r>
            <w:r w:rsidR="00537874">
              <w:rPr>
                <w:noProof/>
                <w:color w:val="548DD4" w:themeColor="text2" w:themeTint="99"/>
              </w:rPr>
              <w:object w:dxaOrig="1440" w:dyaOrig="1440">
                <v:shape id="_x0000_s1033" type="#_x0000_t75" style="position:absolute;left:0;text-align:left;margin-left:312.75pt;margin-top:345.6pt;width:55.5pt;height:55.4pt;z-index:251655168;mso-position-horizontal-relative:text;mso-position-vertical-relative:page" o:allowincell="f">
                  <v:imagedata r:id="rId4" o:title=""/>
                  <w10:wrap anchory="page"/>
                </v:shape>
                <o:OLEObject Type="Embed" ProgID="MS_ClipArt_Gallery" ShapeID="_x0000_s1033" DrawAspect="Content" ObjectID="_1559462463" r:id="rId8"/>
              </w:objec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4794885</wp:posOffset>
                      </wp:positionH>
                      <wp:positionV relativeFrom="paragraph">
                        <wp:posOffset>335280</wp:posOffset>
                      </wp:positionV>
                      <wp:extent cx="2560320" cy="1005840"/>
                      <wp:effectExtent l="0" t="0" r="0" b="0"/>
                      <wp:wrapNone/>
                      <wp:docPr id="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0320" cy="1005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7CED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</w:pPr>
                                  <w:r w:rsidRPr="002A622D"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  <w:t>Jackson Construction</w:t>
                                  </w:r>
                                </w:p>
                                <w:p w:rsidR="00257CED" w:rsidRPr="002A622D" w:rsidRDefault="002A622D">
                                  <w:pPr>
                                    <w:pStyle w:val="Heading1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123 Cherry Tree Lane</w:t>
                                  </w:r>
                                </w:p>
                                <w:p w:rsidR="00257CED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  <w:t>Depoe Bay, OR  94949</w:t>
                                  </w:r>
                                </w:p>
                                <w:p w:rsidR="00257CED" w:rsidRPr="002A622D" w:rsidRDefault="00257CE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</w:p>
                                <w:p w:rsidR="00257CED" w:rsidRPr="002A622D" w:rsidRDefault="00257CE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  <w:p w:rsidR="00257CED" w:rsidRPr="002A622D" w:rsidRDefault="00257CE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left:0;text-align:left;margin-left:377.55pt;margin-top:26.4pt;width:201.6pt;height:7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" o:allowincell="f" stroked="f">
                      <v:textbox>
                        <w:txbxContent>
                          <w:p w:rsidR="00257CED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</w:pPr>
                            <w:r w:rsidRPr="002A622D"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  <w:t>Jackson Construction</w:t>
                            </w:r>
                          </w:p>
                          <w:p w:rsidR="00257CED" w:rsidRPr="002A622D" w:rsidRDefault="002A622D">
                            <w:pPr>
                              <w:pStyle w:val="Heading1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123 Cherry Tree Lane</w:t>
                            </w:r>
                          </w:p>
                          <w:p w:rsidR="00257CED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24"/>
                              </w:rPr>
                              <w:t>Depoe Bay, OR  94949</w:t>
                            </w:r>
                          </w:p>
                          <w:p w:rsidR="00257CED" w:rsidRPr="002A622D" w:rsidRDefault="00257CE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</w:p>
                          <w:p w:rsidR="00257CED" w:rsidRPr="002A622D" w:rsidRDefault="00257CE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  <w:p w:rsidR="00257CED" w:rsidRPr="002A622D" w:rsidRDefault="00257CE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70" w:type="dxa"/>
            <w:vAlign w:val="center"/>
          </w:tcPr>
          <w:p w:rsidR="00257CED" w:rsidRPr="002A622D" w:rsidRDefault="00257CED">
            <w:pPr>
              <w:ind w:left="153" w:right="153"/>
              <w:rPr>
                <w:color w:val="548DD4" w:themeColor="text2" w:themeTint="99"/>
              </w:rPr>
            </w:pPr>
          </w:p>
        </w:tc>
        <w:tc>
          <w:tcPr>
            <w:tcW w:w="5760" w:type="dxa"/>
            <w:vAlign w:val="center"/>
          </w:tcPr>
          <w:p w:rsidR="00257CED" w:rsidRPr="002A622D" w:rsidRDefault="00257CED">
            <w:pPr>
              <w:ind w:left="153" w:right="153"/>
              <w:rPr>
                <w:color w:val="548DD4" w:themeColor="text2" w:themeTint="99"/>
              </w:rPr>
            </w:pPr>
          </w:p>
        </w:tc>
      </w:tr>
      <w:tr w:rsidR="00257CED" w:rsidRPr="002A622D">
        <w:trPr>
          <w:cantSplit/>
          <w:trHeight w:hRule="exact" w:val="4800"/>
        </w:trPr>
        <w:tc>
          <w:tcPr>
            <w:tcW w:w="5760" w:type="dxa"/>
            <w:vAlign w:val="center"/>
          </w:tcPr>
          <w:p w:rsidR="00257CED" w:rsidRPr="002A622D" w:rsidRDefault="002A622D">
            <w:pPr>
              <w:ind w:left="153" w:right="153"/>
              <w:rPr>
                <w:color w:val="548DD4" w:themeColor="text2" w:themeTint="99"/>
              </w:rPr>
            </w:pP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column">
                        <wp:posOffset>4886325</wp:posOffset>
                      </wp:positionH>
                      <wp:positionV relativeFrom="paragraph">
                        <wp:posOffset>1584960</wp:posOffset>
                      </wp:positionV>
                      <wp:extent cx="2560320" cy="1188720"/>
                      <wp:effectExtent l="0" t="0" r="0" b="0"/>
                      <wp:wrapNone/>
                      <wp:docPr id="4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0320" cy="1188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7CED" w:rsidRPr="002A622D" w:rsidRDefault="002A622D">
                                  <w:pPr>
                                    <w:pStyle w:val="Heading3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Christina Alonzo</w:t>
                                  </w:r>
                                </w:p>
                                <w:p w:rsidR="00257CED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212 Midway Drive</w:t>
                                  </w:r>
                                </w:p>
                                <w:p w:rsidR="00257CED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Portland, OR  92929</w:t>
                                  </w:r>
                                </w:p>
                                <w:p w:rsidR="00257CED" w:rsidRPr="002A622D" w:rsidRDefault="00257CE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4" type="#_x0000_t202" style="position:absolute;left:0;text-align:left;margin-left:384.75pt;margin-top:124.8pt;width:201.6pt;height:9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" o:allowincell="f" stroked="f">
                      <v:textbox>
                        <w:txbxContent>
                          <w:p w:rsidR="00257CED" w:rsidRPr="002A622D" w:rsidRDefault="002A622D">
                            <w:pPr>
                              <w:pStyle w:val="Heading3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Christina Alonzo</w:t>
                            </w:r>
                          </w:p>
                          <w:p w:rsidR="00257CED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212 Midway Drive</w:t>
                            </w:r>
                          </w:p>
                          <w:p w:rsidR="00257CED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Portland, OR  92929</w:t>
                            </w:r>
                          </w:p>
                          <w:p w:rsidR="00257CED" w:rsidRPr="002A622D" w:rsidRDefault="00257CE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1137285</wp:posOffset>
                      </wp:positionH>
                      <wp:positionV relativeFrom="paragraph">
                        <wp:posOffset>1584960</wp:posOffset>
                      </wp:positionV>
                      <wp:extent cx="2377440" cy="1188720"/>
                      <wp:effectExtent l="0" t="0" r="0" b="0"/>
                      <wp:wrapNone/>
                      <wp:docPr id="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7440" cy="1188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7CED" w:rsidRPr="002A622D" w:rsidRDefault="002A622D">
                                  <w:pPr>
                                    <w:pStyle w:val="Heading3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Jack Henderson</w:t>
                                  </w:r>
                                </w:p>
                                <w:p w:rsidR="00257CED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123 North Point Ave.</w:t>
                                  </w:r>
                                </w:p>
                                <w:p w:rsidR="00257CED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Portland, OR  92929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35" type="#_x0000_t202" style="position:absolute;left:0;text-align:left;margin-left:89.55pt;margin-top:124.8pt;width:187.2pt;height:9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vvxhg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" o:allowincell="f" stroked="f">
                      <v:textbox>
                        <w:txbxContent>
                          <w:p w:rsidR="00257CED" w:rsidRPr="002A622D" w:rsidRDefault="002A622D">
                            <w:pPr>
                              <w:pStyle w:val="Heading3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Jack Henderson</w:t>
                            </w:r>
                          </w:p>
                          <w:p w:rsidR="00257CED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123 North Point Ave.</w:t>
                            </w:r>
                          </w:p>
                          <w:p w:rsidR="00257CED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Portland, OR  92929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7874">
              <w:rPr>
                <w:noProof/>
                <w:color w:val="548DD4" w:themeColor="text2" w:themeTint="99"/>
              </w:rPr>
              <w:object w:dxaOrig="1440" w:dyaOrig="1440">
                <v:shape id="_x0000_s1034" type="#_x0000_t75" style="position:absolute;left:0;text-align:left;margin-left:319.95pt;margin-top:583.2pt;width:55.5pt;height:55.4pt;z-index:251656192;mso-position-horizontal-relative:text;mso-position-vertical-relative:page" o:allowincell="f">
                  <v:imagedata r:id="rId4" o:title=""/>
                  <w10:wrap anchory="page"/>
                </v:shape>
                <o:OLEObject Type="Embed" ProgID="MS_ClipArt_Gallery" ShapeID="_x0000_s1034" DrawAspect="Content" ObjectID="_1559462464" r:id="rId9"/>
              </w:objec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4886325</wp:posOffset>
                      </wp:positionH>
                      <wp:positionV relativeFrom="paragraph">
                        <wp:posOffset>304800</wp:posOffset>
                      </wp:positionV>
                      <wp:extent cx="2468880" cy="1280160"/>
                      <wp:effectExtent l="0" t="0" r="0" b="0"/>
                      <wp:wrapNone/>
                      <wp:docPr id="2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1280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7CED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</w:pPr>
                                  <w:r w:rsidRPr="002A622D"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  <w:t>Jackson Construction</w:t>
                                  </w:r>
                                </w:p>
                                <w:p w:rsidR="00257CED" w:rsidRPr="002A622D" w:rsidRDefault="002A622D">
                                  <w:pPr>
                                    <w:pStyle w:val="Heading1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123 Cherry Tree Lane</w:t>
                                  </w:r>
                                </w:p>
                                <w:p w:rsidR="00257CED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  <w:t>Depoe Bay, OR  94949</w:t>
                                  </w:r>
                                </w:p>
                                <w:p w:rsidR="00257CED" w:rsidRPr="002A622D" w:rsidRDefault="00257CE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</w:p>
                                <w:p w:rsidR="00257CED" w:rsidRPr="002A622D" w:rsidRDefault="00257CE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  <w:p w:rsidR="00257CED" w:rsidRPr="002A622D" w:rsidRDefault="00257CE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  <w:p w:rsidR="00257CED" w:rsidRPr="002A622D" w:rsidRDefault="00257CE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6" type="#_x0000_t202" style="position:absolute;left:0;text-align:left;margin-left:384.75pt;margin-top:24pt;width:194.4pt;height:10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" o:allowincell="f" stroked="f">
                      <v:textbox>
                        <w:txbxContent>
                          <w:p w:rsidR="00257CED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</w:pPr>
                            <w:r w:rsidRPr="002A622D"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  <w:t>Jackson Construction</w:t>
                            </w:r>
                          </w:p>
                          <w:p w:rsidR="00257CED" w:rsidRPr="002A622D" w:rsidRDefault="002A622D">
                            <w:pPr>
                              <w:pStyle w:val="Heading1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123 Cherry Tree Lane</w:t>
                            </w:r>
                          </w:p>
                          <w:p w:rsidR="00257CED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24"/>
                              </w:rPr>
                              <w:t>Depoe Bay, OR  94949</w:t>
                            </w:r>
                          </w:p>
                          <w:p w:rsidR="00257CED" w:rsidRPr="002A622D" w:rsidRDefault="00257CE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</w:p>
                          <w:p w:rsidR="00257CED" w:rsidRPr="002A622D" w:rsidRDefault="00257CE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  <w:p w:rsidR="00257CED" w:rsidRPr="002A622D" w:rsidRDefault="00257CE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  <w:p w:rsidR="00257CED" w:rsidRPr="002A622D" w:rsidRDefault="00257CE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1137285</wp:posOffset>
                      </wp:positionH>
                      <wp:positionV relativeFrom="paragraph">
                        <wp:posOffset>304800</wp:posOffset>
                      </wp:positionV>
                      <wp:extent cx="2377440" cy="1097280"/>
                      <wp:effectExtent l="0" t="0" r="0" b="0"/>
                      <wp:wrapNone/>
                      <wp:docPr id="1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7440" cy="1097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7CED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</w:pPr>
                                  <w:r w:rsidRPr="002A622D"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  <w:t>Jackson Construction</w:t>
                                  </w:r>
                                </w:p>
                                <w:p w:rsidR="00257CED" w:rsidRPr="002A622D" w:rsidRDefault="002A622D">
                                  <w:pPr>
                                    <w:pStyle w:val="Heading1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123 Cherry Tree Lane</w:t>
                                  </w:r>
                                </w:p>
                                <w:p w:rsidR="00257CED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  <w:t>Depoe Bay, OR  94949</w:t>
                                  </w:r>
                                </w:p>
                                <w:p w:rsidR="00257CED" w:rsidRPr="002A622D" w:rsidRDefault="00257CE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</w:p>
                                <w:p w:rsidR="00257CED" w:rsidRPr="002A622D" w:rsidRDefault="00257CE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  <w:p w:rsidR="00257CED" w:rsidRPr="002A622D" w:rsidRDefault="00257CE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7" type="#_x0000_t202" style="position:absolute;left:0;text-align:left;margin-left:89.55pt;margin-top:24pt;width:187.2pt;height:8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" o:allowincell="f" stroked="f">
                      <v:textbox>
                        <w:txbxContent>
                          <w:p w:rsidR="00257CED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</w:pPr>
                            <w:r w:rsidRPr="002A622D"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  <w:t>Jackson Construction</w:t>
                            </w:r>
                          </w:p>
                          <w:p w:rsidR="00257CED" w:rsidRPr="002A622D" w:rsidRDefault="002A622D">
                            <w:pPr>
                              <w:pStyle w:val="Heading1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123 Cherry Tree Lane</w:t>
                            </w:r>
                          </w:p>
                          <w:p w:rsidR="00257CED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24"/>
                              </w:rPr>
                              <w:t>Depoe Bay, OR  94949</w:t>
                            </w:r>
                          </w:p>
                          <w:p w:rsidR="00257CED" w:rsidRPr="002A622D" w:rsidRDefault="00257CE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</w:p>
                          <w:p w:rsidR="00257CED" w:rsidRPr="002A622D" w:rsidRDefault="00257CE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  <w:p w:rsidR="00257CED" w:rsidRPr="002A622D" w:rsidRDefault="00257CE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7874">
              <w:rPr>
                <w:noProof/>
                <w:color w:val="548DD4" w:themeColor="text2" w:themeTint="99"/>
              </w:rPr>
              <w:object w:dxaOrig="1440" w:dyaOrig="1440">
                <v:shape id="_x0000_s1035" type="#_x0000_t75" style="position:absolute;left:0;text-align:left;margin-left:24.75pt;margin-top:583.2pt;width:55.5pt;height:55.4pt;z-index:251657216;mso-position-horizontal-relative:text;mso-position-vertical-relative:page" o:allowincell="f">
                  <v:imagedata r:id="rId4" o:title=""/>
                  <w10:wrap anchory="page"/>
                </v:shape>
                <o:OLEObject Type="Embed" ProgID="MS_ClipArt_Gallery" ShapeID="_x0000_s1035" DrawAspect="Content" ObjectID="_1559462465" r:id="rId10"/>
              </w:object>
            </w:r>
          </w:p>
        </w:tc>
        <w:tc>
          <w:tcPr>
            <w:tcW w:w="270" w:type="dxa"/>
            <w:vAlign w:val="center"/>
          </w:tcPr>
          <w:p w:rsidR="00257CED" w:rsidRPr="002A622D" w:rsidRDefault="00257CED">
            <w:pPr>
              <w:ind w:left="153" w:right="153"/>
              <w:rPr>
                <w:color w:val="548DD4" w:themeColor="text2" w:themeTint="99"/>
              </w:rPr>
            </w:pPr>
          </w:p>
        </w:tc>
        <w:tc>
          <w:tcPr>
            <w:tcW w:w="5760" w:type="dxa"/>
            <w:vAlign w:val="center"/>
          </w:tcPr>
          <w:p w:rsidR="00257CED" w:rsidRPr="002A622D" w:rsidRDefault="00257CED">
            <w:pPr>
              <w:ind w:left="153" w:right="153"/>
              <w:rPr>
                <w:color w:val="548DD4" w:themeColor="text2" w:themeTint="99"/>
              </w:rPr>
            </w:pPr>
          </w:p>
        </w:tc>
      </w:tr>
    </w:tbl>
    <w:p w:rsidR="002A622D" w:rsidRPr="002A622D" w:rsidRDefault="002A622D">
      <w:pPr>
        <w:rPr>
          <w:vanish/>
          <w:color w:val="548DD4" w:themeColor="text2" w:themeTint="99"/>
        </w:rPr>
      </w:pPr>
    </w:p>
    <w:sectPr w:rsidR="002A622D" w:rsidRPr="002A622D">
      <w:type w:val="continuous"/>
      <w:pgSz w:w="12240" w:h="15840"/>
      <w:pgMar w:top="720" w:right="225" w:bottom="0" w:left="22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22D"/>
    <w:rsid w:val="00257CED"/>
    <w:rsid w:val="002A622D"/>
    <w:rsid w:val="0053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5:docId w15:val="{CB2F09E4-8B54-428F-A24A-80FCBC1CD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pBdr>
        <w:bottom w:val="triple" w:sz="4" w:space="1" w:color="auto"/>
      </w:pBd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6.bin"/><Relationship Id="rId4" Type="http://schemas.openxmlformats.org/officeDocument/2006/relationships/image" Target="media/image1.wmf"/><Relationship Id="rId9" Type="http://schemas.openxmlformats.org/officeDocument/2006/relationships/oleObject" Target="embeddings/oleObject5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urram\AppData\Local\Temp\Rar$DI00.859\Avery%20Label%20Templat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Avery Label Template (1)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Avery Dennison</Company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Khurram Yaseen</dc:creator>
  <cp:lastModifiedBy>user</cp:lastModifiedBy>
  <cp:revision>2</cp:revision>
  <dcterms:created xsi:type="dcterms:W3CDTF">2017-06-20T03:15:00Z</dcterms:created>
  <dcterms:modified xsi:type="dcterms:W3CDTF">2017-06-20T03:15:00Z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TC010129441033</vt:lpwstr>
  </property>
</Properties>
</file>